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A29AB5" w14:textId="77777777" w:rsidR="00A83F06" w:rsidRPr="00A83F06" w:rsidRDefault="00A83F06" w:rsidP="00A83F06">
      <w:pPr>
        <w:suppressAutoHyphens w:val="0"/>
        <w:autoSpaceDN/>
        <w:spacing w:line="240" w:lineRule="auto"/>
        <w:textAlignment w:val="auto"/>
        <w:rPr>
          <w:b/>
          <w:color w:val="0000CC"/>
          <w:sz w:val="24"/>
          <w:szCs w:val="24"/>
          <w:lang w:val="en-US"/>
        </w:rPr>
      </w:pPr>
      <w:r w:rsidRPr="00A83F06">
        <w:rPr>
          <w:b/>
          <w:color w:val="0000CC"/>
          <w:sz w:val="24"/>
          <w:szCs w:val="24"/>
          <w:lang w:val="en-US"/>
        </w:rPr>
        <w:t>FOR SECRETARIAT USE ONLY</w:t>
      </w:r>
    </w:p>
    <w:p w14:paraId="7F15D543" w14:textId="4D50AF44" w:rsidR="00A83F06" w:rsidRPr="00A83F06" w:rsidRDefault="00A83F06" w:rsidP="00A83F06">
      <w:pPr>
        <w:suppressAutoHyphens w:val="0"/>
        <w:autoSpaceDN/>
        <w:spacing w:line="240" w:lineRule="auto"/>
        <w:textAlignment w:val="auto"/>
        <w:rPr>
          <w:b/>
          <w:color w:val="0000CC"/>
          <w:sz w:val="24"/>
          <w:szCs w:val="24"/>
          <w:lang w:val="en-US"/>
        </w:rPr>
      </w:pPr>
      <w:r w:rsidRPr="00A83F06">
        <w:rPr>
          <w:b/>
          <w:color w:val="0000CC"/>
          <w:sz w:val="24"/>
          <w:szCs w:val="24"/>
          <w:lang w:val="en-US"/>
        </w:rPr>
        <w:t>A/HRC/49/L.</w:t>
      </w:r>
      <w:r>
        <w:rPr>
          <w:b/>
          <w:color w:val="0000CC"/>
          <w:sz w:val="24"/>
          <w:szCs w:val="24"/>
          <w:lang w:val="en-US"/>
        </w:rPr>
        <w:t>33</w:t>
      </w:r>
    </w:p>
    <w:p w14:paraId="03A35E6F" w14:textId="652D7FC6" w:rsidR="00A83F06" w:rsidRPr="00A83F06" w:rsidRDefault="00A83F06" w:rsidP="00A83F06">
      <w:pPr>
        <w:suppressAutoHyphens w:val="0"/>
        <w:autoSpaceDN/>
        <w:spacing w:line="240" w:lineRule="auto"/>
        <w:textAlignment w:val="auto"/>
        <w:rPr>
          <w:b/>
          <w:color w:val="0000CC"/>
          <w:sz w:val="24"/>
          <w:szCs w:val="24"/>
          <w:lang w:val="en-US"/>
        </w:rPr>
      </w:pPr>
      <w:r w:rsidRPr="00A83F06">
        <w:rPr>
          <w:b/>
          <w:color w:val="0000CC"/>
          <w:sz w:val="24"/>
          <w:szCs w:val="24"/>
          <w:lang w:val="en-US"/>
        </w:rPr>
        <w:t xml:space="preserve">Item </w:t>
      </w:r>
      <w:r>
        <w:rPr>
          <w:b/>
          <w:color w:val="0000CC"/>
          <w:sz w:val="24"/>
          <w:szCs w:val="24"/>
          <w:lang w:val="en-US"/>
        </w:rPr>
        <w:t>10</w:t>
      </w:r>
    </w:p>
    <w:p w14:paraId="2D6A7BCD" w14:textId="50E5D34C" w:rsidR="00A83F06" w:rsidRPr="00A83F06" w:rsidRDefault="00A83F06" w:rsidP="00A83F06">
      <w:pPr>
        <w:suppressAutoHyphens w:val="0"/>
        <w:autoSpaceDN/>
        <w:spacing w:line="240" w:lineRule="auto"/>
        <w:textAlignment w:val="auto"/>
        <w:rPr>
          <w:b/>
          <w:color w:val="0000CC"/>
          <w:sz w:val="24"/>
          <w:szCs w:val="24"/>
          <w:lang w:val="en-US"/>
        </w:rPr>
      </w:pPr>
      <w:r w:rsidRPr="00A83F06">
        <w:rPr>
          <w:b/>
          <w:color w:val="0000CC"/>
          <w:sz w:val="24"/>
          <w:szCs w:val="24"/>
          <w:lang w:val="en-US"/>
        </w:rPr>
        <w:t xml:space="preserve">Received from (main sponsors): </w:t>
      </w:r>
      <w:r w:rsidRPr="00A83F06">
        <w:rPr>
          <w:b/>
          <w:color w:val="0000CC"/>
          <w:sz w:val="24"/>
          <w:szCs w:val="24"/>
          <w:lang w:val="en-US"/>
        </w:rPr>
        <w:t>C</w:t>
      </w:r>
      <w:r>
        <w:rPr>
          <w:b/>
          <w:color w:val="0000CC"/>
          <w:sz w:val="24"/>
          <w:szCs w:val="24"/>
          <w:lang w:val="en-US"/>
        </w:rPr>
        <w:t>ôte d’Ivoire</w:t>
      </w:r>
      <w:r w:rsidRPr="00A83F06">
        <w:rPr>
          <w:b/>
          <w:color w:val="0000CC"/>
          <w:sz w:val="24"/>
          <w:szCs w:val="24"/>
          <w:lang w:val="en-US"/>
        </w:rPr>
        <w:t xml:space="preserve"> (on behalf of the Group of African States)</w:t>
      </w:r>
    </w:p>
    <w:p w14:paraId="691C3924" w14:textId="4FCF4F67" w:rsidR="00A83F06" w:rsidRPr="00A83F06" w:rsidRDefault="00A83F06" w:rsidP="00A83F06">
      <w:pPr>
        <w:suppressAutoHyphens w:val="0"/>
        <w:autoSpaceDN/>
        <w:spacing w:line="240" w:lineRule="auto"/>
        <w:textAlignment w:val="auto"/>
        <w:rPr>
          <w:b/>
          <w:color w:val="0000CC"/>
          <w:sz w:val="24"/>
          <w:szCs w:val="24"/>
          <w:lang w:val="en-US"/>
        </w:rPr>
      </w:pPr>
      <w:r w:rsidRPr="00A83F06">
        <w:rPr>
          <w:b/>
          <w:color w:val="0000CC"/>
          <w:sz w:val="24"/>
          <w:szCs w:val="24"/>
          <w:lang w:val="en-US"/>
        </w:rPr>
        <w:t xml:space="preserve">Date and time: 23/03/2022, </w:t>
      </w:r>
      <w:r>
        <w:rPr>
          <w:b/>
          <w:color w:val="0000CC"/>
          <w:sz w:val="24"/>
          <w:szCs w:val="24"/>
          <w:lang w:val="en-US"/>
        </w:rPr>
        <w:t>13:00</w:t>
      </w:r>
    </w:p>
    <w:p w14:paraId="7AC919D4" w14:textId="77777777" w:rsidR="00A83F06" w:rsidRPr="00A83F06" w:rsidRDefault="00A83F06" w:rsidP="00A83F06">
      <w:pPr>
        <w:suppressAutoHyphens w:val="0"/>
        <w:autoSpaceDN/>
        <w:spacing w:line="240" w:lineRule="auto"/>
        <w:textAlignment w:val="auto"/>
        <w:rPr>
          <w:b/>
          <w:color w:val="0000CC"/>
          <w:sz w:val="24"/>
          <w:szCs w:val="24"/>
          <w:lang w:val="en-US"/>
        </w:rPr>
      </w:pPr>
      <w:r w:rsidRPr="00A83F06">
        <w:rPr>
          <w:b/>
          <w:color w:val="0000CC"/>
          <w:sz w:val="24"/>
          <w:szCs w:val="24"/>
          <w:lang w:val="en-US"/>
        </w:rPr>
        <w:t>Initials: MR</w:t>
      </w:r>
    </w:p>
    <w:p w14:paraId="0FF0CE9B" w14:textId="2850AC82" w:rsidR="00A83F06" w:rsidRPr="00A83F06" w:rsidRDefault="00A83F06" w:rsidP="00A83F06">
      <w:pPr>
        <w:suppressAutoHyphens w:val="0"/>
        <w:autoSpaceDN/>
        <w:spacing w:line="240" w:lineRule="auto"/>
        <w:textAlignment w:val="auto"/>
        <w:rPr>
          <w:b/>
          <w:color w:val="0000CC"/>
          <w:sz w:val="24"/>
          <w:szCs w:val="24"/>
          <w:lang w:val="en-US"/>
        </w:rPr>
      </w:pPr>
      <w:r w:rsidRPr="00A83F06">
        <w:rPr>
          <w:b/>
          <w:color w:val="0000CC"/>
          <w:sz w:val="24"/>
          <w:szCs w:val="24"/>
          <w:lang w:val="en-US"/>
        </w:rPr>
        <w:t xml:space="preserve">Page 1 of </w:t>
      </w:r>
      <w:r w:rsidR="00DE3F0E">
        <w:rPr>
          <w:b/>
          <w:color w:val="0000CC"/>
          <w:sz w:val="24"/>
          <w:szCs w:val="24"/>
          <w:lang w:val="en-US"/>
        </w:rPr>
        <w:t>9</w:t>
      </w:r>
      <w:bookmarkStart w:id="0" w:name="_GoBack"/>
      <w:bookmarkEnd w:id="0"/>
    </w:p>
    <w:p w14:paraId="6ECE8D8D" w14:textId="47201224" w:rsidR="00130C41" w:rsidRPr="00A83F06" w:rsidRDefault="00130C41" w:rsidP="00E62AA4">
      <w:pPr>
        <w:keepNext/>
        <w:keepLines/>
        <w:spacing w:before="360" w:after="240" w:line="270" w:lineRule="exact"/>
        <w:ind w:left="1134" w:right="1134" w:hanging="850"/>
      </w:pPr>
      <w:r w:rsidRPr="00A83F06">
        <w:rPr>
          <w:b/>
          <w:sz w:val="24"/>
          <w:lang w:val="en-GB"/>
        </w:rPr>
        <w:tab/>
      </w:r>
      <w:r w:rsidR="00DE5BA4" w:rsidRPr="004477C9">
        <w:rPr>
          <w:b/>
          <w:sz w:val="24"/>
        </w:rPr>
        <w:t>Assistance technique et renforcement des capacités dans le domaine des</w:t>
      </w:r>
      <w:r w:rsidR="00DE5BA4" w:rsidRPr="004477C9">
        <w:rPr>
          <w:b/>
          <w:bCs/>
          <w:sz w:val="24"/>
        </w:rPr>
        <w:t xml:space="preserve"> </w:t>
      </w:r>
      <w:r w:rsidR="00DE5BA4" w:rsidRPr="004477C9">
        <w:rPr>
          <w:b/>
          <w:sz w:val="24"/>
        </w:rPr>
        <w:t>droits de l’homme au Mali</w:t>
      </w:r>
    </w:p>
    <w:p w14:paraId="05195F26" w14:textId="77777777" w:rsidR="00130C41" w:rsidRPr="00A83F06" w:rsidRDefault="00130C41" w:rsidP="00862092">
      <w:pPr>
        <w:spacing w:after="120" w:line="236" w:lineRule="atLeast"/>
        <w:ind w:left="1134" w:right="1134" w:firstLine="567"/>
        <w:jc w:val="both"/>
      </w:pPr>
      <w:r w:rsidRPr="00A83F06">
        <w:rPr>
          <w:i/>
          <w:sz w:val="24"/>
          <w:lang w:val="fr-FR"/>
        </w:rPr>
        <w:t>Le Conseil des droits de l’homme</w:t>
      </w:r>
      <w:r w:rsidRPr="00A83F06">
        <w:rPr>
          <w:sz w:val="24"/>
          <w:lang w:val="fr-FR"/>
        </w:rPr>
        <w:t>,</w:t>
      </w:r>
    </w:p>
    <w:p w14:paraId="3963F146" w14:textId="5D99AEB4" w:rsidR="00DE5BA4" w:rsidRPr="004477C9" w:rsidRDefault="001F4C9B" w:rsidP="00C97B39">
      <w:pPr>
        <w:pStyle w:val="SingleTxtG"/>
        <w:spacing w:line="236" w:lineRule="atLeast"/>
        <w:ind w:firstLine="567"/>
      </w:pPr>
      <w:r>
        <w:rPr>
          <w:iCs/>
          <w:sz w:val="24"/>
          <w:szCs w:val="24"/>
        </w:rPr>
        <w:t>PP1</w:t>
      </w:r>
      <w:r>
        <w:rPr>
          <w:i/>
          <w:sz w:val="24"/>
          <w:szCs w:val="24"/>
        </w:rPr>
        <w:t xml:space="preserve"> </w:t>
      </w:r>
      <w:r w:rsidR="00DE5BA4" w:rsidRPr="00A83F06">
        <w:rPr>
          <w:i/>
          <w:sz w:val="24"/>
        </w:rPr>
        <w:t xml:space="preserve">Guidé </w:t>
      </w:r>
      <w:r w:rsidR="00DE5BA4" w:rsidRPr="00A83F06">
        <w:rPr>
          <w:sz w:val="24"/>
        </w:rPr>
        <w:t xml:space="preserve">par les buts et principes </w:t>
      </w:r>
      <w:r w:rsidR="006A0826" w:rsidRPr="00A83F06">
        <w:rPr>
          <w:sz w:val="24"/>
        </w:rPr>
        <w:t>de la Charte des Nations Unies,</w:t>
      </w:r>
    </w:p>
    <w:p w14:paraId="4A2BD44F" w14:textId="6BD018BD" w:rsidR="00DE5BA4" w:rsidRPr="004477C9" w:rsidRDefault="001F4C9B" w:rsidP="00862092">
      <w:pPr>
        <w:pStyle w:val="SingleTxtG"/>
        <w:spacing w:line="236" w:lineRule="atLeast"/>
        <w:ind w:firstLine="567"/>
      </w:pPr>
      <w:r>
        <w:rPr>
          <w:iCs/>
          <w:sz w:val="24"/>
          <w:szCs w:val="24"/>
        </w:rPr>
        <w:t>PP2</w:t>
      </w:r>
      <w:r>
        <w:rPr>
          <w:i/>
          <w:sz w:val="24"/>
          <w:szCs w:val="24"/>
        </w:rPr>
        <w:t xml:space="preserve"> </w:t>
      </w:r>
      <w:r w:rsidR="00DE5BA4" w:rsidRPr="00A83F06">
        <w:rPr>
          <w:i/>
          <w:sz w:val="24"/>
        </w:rPr>
        <w:t xml:space="preserve">Réaffirmant </w:t>
      </w:r>
      <w:r w:rsidR="00DE5BA4" w:rsidRPr="00A83F06">
        <w:rPr>
          <w:sz w:val="24"/>
        </w:rPr>
        <w:t xml:space="preserve">la Déclaration universelle des droits de l’homme et les autres instruments internationaux pertinents </w:t>
      </w:r>
      <w:r w:rsidR="006A0826" w:rsidRPr="00A83F06">
        <w:rPr>
          <w:sz w:val="24"/>
        </w:rPr>
        <w:t>relatifs aux droits de l’homme,</w:t>
      </w:r>
    </w:p>
    <w:p w14:paraId="0E7CB84A" w14:textId="2951F356" w:rsidR="00DE5BA4" w:rsidRPr="004477C9" w:rsidRDefault="001F4C9B" w:rsidP="00862092">
      <w:pPr>
        <w:pStyle w:val="SingleTxtG"/>
        <w:spacing w:line="236" w:lineRule="atLeast"/>
        <w:ind w:firstLine="567"/>
      </w:pPr>
      <w:r>
        <w:rPr>
          <w:iCs/>
          <w:sz w:val="24"/>
          <w:szCs w:val="24"/>
        </w:rPr>
        <w:t>PP3</w:t>
      </w:r>
      <w:r>
        <w:rPr>
          <w:i/>
          <w:sz w:val="24"/>
          <w:szCs w:val="24"/>
        </w:rPr>
        <w:t xml:space="preserve"> </w:t>
      </w:r>
      <w:r w:rsidR="00DE5BA4" w:rsidRPr="00A83F06">
        <w:rPr>
          <w:i/>
          <w:sz w:val="24"/>
        </w:rPr>
        <w:t xml:space="preserve">Rappelant </w:t>
      </w:r>
      <w:r w:rsidR="00DE5BA4" w:rsidRPr="00A83F06">
        <w:rPr>
          <w:sz w:val="24"/>
        </w:rPr>
        <w:t>la résolution 60/251 de l’Assemblée générale en d</w:t>
      </w:r>
      <w:r w:rsidR="006A0826" w:rsidRPr="00A83F06">
        <w:rPr>
          <w:sz w:val="24"/>
        </w:rPr>
        <w:t>ate du 15 mars 2006,</w:t>
      </w:r>
    </w:p>
    <w:p w14:paraId="61B69D56" w14:textId="47F0FAA4" w:rsidR="00DE5BA4" w:rsidRPr="004477C9" w:rsidRDefault="001F4C9B" w:rsidP="00862092">
      <w:pPr>
        <w:pStyle w:val="SingleTxtG"/>
        <w:spacing w:line="236" w:lineRule="atLeast"/>
        <w:ind w:firstLine="567"/>
      </w:pPr>
      <w:r>
        <w:rPr>
          <w:iCs/>
          <w:sz w:val="24"/>
          <w:szCs w:val="24"/>
        </w:rPr>
        <w:t>PP4</w:t>
      </w:r>
      <w:r>
        <w:rPr>
          <w:i/>
          <w:sz w:val="24"/>
          <w:szCs w:val="24"/>
        </w:rPr>
        <w:t xml:space="preserve"> </w:t>
      </w:r>
      <w:r w:rsidR="00DE5BA4" w:rsidRPr="00A83F06">
        <w:rPr>
          <w:i/>
          <w:sz w:val="24"/>
        </w:rPr>
        <w:t xml:space="preserve">Rappelant également </w:t>
      </w:r>
      <w:r w:rsidR="00DE5BA4" w:rsidRPr="00A83F06">
        <w:rPr>
          <w:sz w:val="24"/>
        </w:rPr>
        <w:t xml:space="preserve">ses résolutions 5/1 relative à la mise en place des institutions du Conseil et 5/2 relative au Code de conduite pour les titulaires de mandat au titre des procédures spéciales du Conseil, toutes deux en date du 18 </w:t>
      </w:r>
      <w:r w:rsidR="006A0826" w:rsidRPr="00A83F06">
        <w:rPr>
          <w:sz w:val="24"/>
        </w:rPr>
        <w:t>juin 2007,</w:t>
      </w:r>
    </w:p>
    <w:p w14:paraId="35BEDDC2" w14:textId="70122DA6" w:rsidR="00DE5BA4" w:rsidRPr="004477C9" w:rsidRDefault="001F4C9B" w:rsidP="00862092">
      <w:pPr>
        <w:pStyle w:val="SingleTxtG"/>
        <w:spacing w:line="236" w:lineRule="atLeast"/>
        <w:ind w:firstLine="567"/>
      </w:pPr>
      <w:r>
        <w:rPr>
          <w:iCs/>
          <w:sz w:val="24"/>
          <w:szCs w:val="24"/>
        </w:rPr>
        <w:t>PP5</w:t>
      </w:r>
      <w:r>
        <w:rPr>
          <w:i/>
          <w:sz w:val="24"/>
          <w:szCs w:val="24"/>
        </w:rPr>
        <w:t xml:space="preserve"> </w:t>
      </w:r>
      <w:r w:rsidR="00DE5BA4" w:rsidRPr="00A83F06">
        <w:rPr>
          <w:i/>
          <w:sz w:val="24"/>
        </w:rPr>
        <w:t xml:space="preserve">Rappelant en outre </w:t>
      </w:r>
      <w:r w:rsidR="00DE5BA4" w:rsidRPr="00A83F06">
        <w:rPr>
          <w:sz w:val="24"/>
        </w:rPr>
        <w:t>ses résolutions 20/17 du 6 juillet 2012 relative à la situation des droits de l’homme au Mali, 22/18 du 21 mars 2013 portant création d’un mandat d’expert indépendant sur la situation des droits de l’homme au Mali, 25/36 du 28 mars 2014, 31/28 du 24 mars 2016, 34/39 du 24 mars 2017, 37/</w:t>
      </w:r>
      <w:r w:rsidR="006A0826" w:rsidRPr="00A83F06">
        <w:rPr>
          <w:sz w:val="24"/>
        </w:rPr>
        <w:t xml:space="preserve">39 du 23 mars 2018, 40/26 du 22 </w:t>
      </w:r>
      <w:r w:rsidR="00DE5BA4" w:rsidRPr="00A83F06">
        <w:rPr>
          <w:sz w:val="24"/>
        </w:rPr>
        <w:t>mars</w:t>
      </w:r>
      <w:r w:rsidR="006A0826" w:rsidRPr="00A83F06">
        <w:rPr>
          <w:sz w:val="24"/>
        </w:rPr>
        <w:t xml:space="preserve"> </w:t>
      </w:r>
      <w:r w:rsidR="00DE5BA4" w:rsidRPr="00A83F06">
        <w:rPr>
          <w:sz w:val="24"/>
        </w:rPr>
        <w:t>2019</w:t>
      </w:r>
      <w:r>
        <w:rPr>
          <w:sz w:val="24"/>
          <w:szCs w:val="24"/>
        </w:rPr>
        <w:t>,</w:t>
      </w:r>
      <w:r w:rsidR="00DE5BA4" w:rsidRPr="00A83F06">
        <w:rPr>
          <w:sz w:val="24"/>
        </w:rPr>
        <w:t xml:space="preserve"> 43/38 du 22 juin 2020</w:t>
      </w:r>
      <w:r>
        <w:rPr>
          <w:sz w:val="24"/>
          <w:szCs w:val="24"/>
        </w:rPr>
        <w:t xml:space="preserve"> </w:t>
      </w:r>
      <w:r>
        <w:rPr>
          <w:color w:val="000000"/>
          <w:sz w:val="24"/>
          <w:szCs w:val="24"/>
        </w:rPr>
        <w:t>et 46/28 du 24 mars 2021</w:t>
      </w:r>
      <w:r w:rsidR="00DE5BA4" w:rsidRPr="00A83F06">
        <w:rPr>
          <w:color w:val="000000"/>
          <w:sz w:val="24"/>
        </w:rPr>
        <w:t xml:space="preserve"> </w:t>
      </w:r>
      <w:r w:rsidR="00DE5BA4" w:rsidRPr="00A83F06">
        <w:rPr>
          <w:sz w:val="24"/>
        </w:rPr>
        <w:t xml:space="preserve">par lesquelles il a prorogé le </w:t>
      </w:r>
      <w:r w:rsidR="006A0826" w:rsidRPr="00A83F06">
        <w:rPr>
          <w:sz w:val="24"/>
        </w:rPr>
        <w:t>mandat de l’Expert indépendant,</w:t>
      </w:r>
    </w:p>
    <w:p w14:paraId="764E3C6E" w14:textId="16B32D6E" w:rsidR="00DE5BA4" w:rsidRPr="004477C9" w:rsidRDefault="001F4C9B" w:rsidP="00862092">
      <w:pPr>
        <w:pStyle w:val="SingleTxtG"/>
        <w:spacing w:line="236" w:lineRule="atLeast"/>
        <w:ind w:firstLine="567"/>
      </w:pPr>
      <w:r>
        <w:rPr>
          <w:iCs/>
          <w:sz w:val="24"/>
          <w:szCs w:val="24"/>
        </w:rPr>
        <w:t>PP6</w:t>
      </w:r>
      <w:r>
        <w:rPr>
          <w:i/>
          <w:sz w:val="24"/>
          <w:szCs w:val="24"/>
        </w:rPr>
        <w:t xml:space="preserve"> </w:t>
      </w:r>
      <w:r w:rsidR="00DE5BA4" w:rsidRPr="00A83F06">
        <w:rPr>
          <w:i/>
          <w:sz w:val="24"/>
        </w:rPr>
        <w:t xml:space="preserve">Réaffirmant </w:t>
      </w:r>
      <w:r w:rsidR="00DE5BA4" w:rsidRPr="00A83F06">
        <w:rPr>
          <w:sz w:val="24"/>
        </w:rPr>
        <w:t>la responsabilité première des États de promouvoir, de protéger et de mettre en œuvre les droits de l’homme et les libertés fondamentales consacrés dans la Charte, la Déclaration universelle des droits de l’homme, les Pactes internationaux relatifs aux droits de l’homme et les autres instruments internationaux pertinents relatifs aux droits de l’h</w:t>
      </w:r>
      <w:r w:rsidR="006A0826" w:rsidRPr="00A83F06">
        <w:rPr>
          <w:sz w:val="24"/>
        </w:rPr>
        <w:t>omme auxquels ils sont parties,</w:t>
      </w:r>
    </w:p>
    <w:p w14:paraId="327149D0" w14:textId="72E29266" w:rsidR="00DE5BA4" w:rsidRPr="004477C9" w:rsidRDefault="001F4C9B" w:rsidP="00862092">
      <w:pPr>
        <w:pStyle w:val="SingleTxtG"/>
        <w:spacing w:line="236" w:lineRule="atLeast"/>
        <w:ind w:firstLine="567"/>
      </w:pPr>
      <w:r>
        <w:rPr>
          <w:iCs/>
          <w:sz w:val="24"/>
          <w:szCs w:val="24"/>
        </w:rPr>
        <w:lastRenderedPageBreak/>
        <w:t>PP7</w:t>
      </w:r>
      <w:r>
        <w:rPr>
          <w:i/>
          <w:sz w:val="24"/>
          <w:szCs w:val="24"/>
        </w:rPr>
        <w:t xml:space="preserve"> </w:t>
      </w:r>
      <w:r w:rsidR="00DE5BA4" w:rsidRPr="00A83F06">
        <w:rPr>
          <w:i/>
          <w:sz w:val="24"/>
        </w:rPr>
        <w:t xml:space="preserve">Réaffirmant également </w:t>
      </w:r>
      <w:r w:rsidR="00DE5BA4" w:rsidRPr="00A83F06">
        <w:rPr>
          <w:sz w:val="24"/>
        </w:rPr>
        <w:t>son attachement à la souveraineté, à l’indépendance, à l’unité et à l’</w:t>
      </w:r>
      <w:r w:rsidR="006A0826" w:rsidRPr="00A83F06">
        <w:rPr>
          <w:sz w:val="24"/>
        </w:rPr>
        <w:t>intégrité territoriale du Mali,</w:t>
      </w:r>
    </w:p>
    <w:p w14:paraId="3F298229" w14:textId="046E322B" w:rsidR="00DE5BA4" w:rsidRPr="004477C9" w:rsidRDefault="001F4C9B" w:rsidP="00862092">
      <w:pPr>
        <w:pStyle w:val="SingleTxtG"/>
        <w:spacing w:line="236" w:lineRule="atLeast"/>
        <w:ind w:firstLine="567"/>
      </w:pPr>
      <w:r>
        <w:rPr>
          <w:iCs/>
          <w:sz w:val="24"/>
          <w:szCs w:val="24"/>
        </w:rPr>
        <w:t>PP8</w:t>
      </w:r>
      <w:r>
        <w:rPr>
          <w:i/>
          <w:sz w:val="24"/>
          <w:szCs w:val="24"/>
        </w:rPr>
        <w:t xml:space="preserve"> </w:t>
      </w:r>
      <w:r w:rsidR="00DE5BA4" w:rsidRPr="00A83F06">
        <w:rPr>
          <w:i/>
          <w:sz w:val="24"/>
        </w:rPr>
        <w:t xml:space="preserve">Prenant note avec satisfaction </w:t>
      </w:r>
      <w:r w:rsidR="00DE5BA4" w:rsidRPr="00A83F06">
        <w:rPr>
          <w:sz w:val="24"/>
        </w:rPr>
        <w:t>du rapport de l’Expert indépendant sur la situation</w:t>
      </w:r>
      <w:r w:rsidR="006A0826" w:rsidRPr="00A83F06">
        <w:rPr>
          <w:sz w:val="24"/>
        </w:rPr>
        <w:t xml:space="preserve"> des droits de l’homme au Mali,</w:t>
      </w:r>
    </w:p>
    <w:p w14:paraId="36733151" w14:textId="60F1290E" w:rsidR="00DE5BA4" w:rsidRPr="004477C9" w:rsidRDefault="001F4C9B" w:rsidP="00A83F06">
      <w:pPr>
        <w:pStyle w:val="SingleTxtG"/>
        <w:ind w:firstLine="567"/>
      </w:pPr>
      <w:r>
        <w:rPr>
          <w:bCs/>
          <w:i/>
          <w:iCs/>
          <w:sz w:val="24"/>
          <w:szCs w:val="24"/>
        </w:rPr>
        <w:t> </w:t>
      </w:r>
      <w:r>
        <w:rPr>
          <w:bCs/>
          <w:sz w:val="24"/>
          <w:szCs w:val="24"/>
        </w:rPr>
        <w:t>PP9</w:t>
      </w:r>
      <w:r>
        <w:rPr>
          <w:bCs/>
          <w:i/>
          <w:iCs/>
          <w:sz w:val="24"/>
          <w:szCs w:val="24"/>
        </w:rPr>
        <w:t xml:space="preserve"> </w:t>
      </w:r>
      <w:r>
        <w:rPr>
          <w:bCs/>
          <w:i/>
          <w:iCs/>
          <w:color w:val="000000"/>
          <w:sz w:val="24"/>
          <w:szCs w:val="24"/>
        </w:rPr>
        <w:t>Constatant</w:t>
      </w:r>
      <w:r>
        <w:rPr>
          <w:bCs/>
          <w:i/>
          <w:iCs/>
          <w:color w:val="00B050"/>
          <w:sz w:val="24"/>
          <w:szCs w:val="24"/>
        </w:rPr>
        <w:t xml:space="preserve"> </w:t>
      </w:r>
      <w:r>
        <w:rPr>
          <w:bCs/>
          <w:color w:val="000000"/>
          <w:sz w:val="24"/>
          <w:szCs w:val="24"/>
        </w:rPr>
        <w:t>les perturbations</w:t>
      </w:r>
      <w:r w:rsidR="00DE5BA4" w:rsidRPr="00A83F06">
        <w:rPr>
          <w:color w:val="000000"/>
          <w:sz w:val="24"/>
        </w:rPr>
        <w:t xml:space="preserve"> de l’ordre constitutionnel au Mali</w:t>
      </w:r>
      <w:r>
        <w:rPr>
          <w:bCs/>
          <w:color w:val="000000"/>
          <w:sz w:val="24"/>
          <w:szCs w:val="24"/>
        </w:rPr>
        <w:t xml:space="preserve"> et la non-tenue des élections dans les délais prévus, et appelant à </w:t>
      </w:r>
      <w:r w:rsidR="00DE5BA4" w:rsidRPr="00A83F06">
        <w:rPr>
          <w:color w:val="000000"/>
          <w:sz w:val="24"/>
        </w:rPr>
        <w:t xml:space="preserve">la </w:t>
      </w:r>
      <w:r>
        <w:rPr>
          <w:bCs/>
          <w:color w:val="000000"/>
          <w:sz w:val="24"/>
          <w:szCs w:val="24"/>
        </w:rPr>
        <w:t>poursuite du dialogue avec la CEDEAO, l’Union africaine et la communauté internationale,</w:t>
      </w:r>
      <w:r w:rsidR="00DE5BA4" w:rsidRPr="00A83F06">
        <w:rPr>
          <w:color w:val="000000"/>
          <w:sz w:val="24"/>
        </w:rPr>
        <w:t xml:space="preserve"> en </w:t>
      </w:r>
      <w:r>
        <w:rPr>
          <w:bCs/>
          <w:color w:val="000000"/>
          <w:sz w:val="24"/>
          <w:szCs w:val="24"/>
        </w:rPr>
        <w:t>vue</w:t>
      </w:r>
      <w:r w:rsidR="00DE5BA4" w:rsidRPr="00A83F06">
        <w:rPr>
          <w:color w:val="000000"/>
          <w:sz w:val="24"/>
        </w:rPr>
        <w:t xml:space="preserve"> de </w:t>
      </w:r>
      <w:r>
        <w:rPr>
          <w:bCs/>
          <w:color w:val="000000"/>
          <w:sz w:val="24"/>
          <w:szCs w:val="24"/>
        </w:rPr>
        <w:t>parvenir à un chronogramme</w:t>
      </w:r>
      <w:r w:rsidR="00DE5BA4" w:rsidRPr="00A83F06">
        <w:rPr>
          <w:color w:val="000000"/>
          <w:sz w:val="24"/>
        </w:rPr>
        <w:t xml:space="preserve"> de la transition </w:t>
      </w:r>
      <w:r>
        <w:rPr>
          <w:bCs/>
          <w:color w:val="000000"/>
          <w:sz w:val="24"/>
          <w:szCs w:val="24"/>
        </w:rPr>
        <w:t xml:space="preserve">acceptable pour un </w:t>
      </w:r>
      <w:r w:rsidRPr="00A83F06">
        <w:rPr>
          <w:bCs/>
          <w:sz w:val="24"/>
          <w:szCs w:val="24"/>
        </w:rPr>
        <w:t xml:space="preserve">retour rapide à </w:t>
      </w:r>
      <w:r>
        <w:rPr>
          <w:bCs/>
          <w:color w:val="000000"/>
          <w:sz w:val="24"/>
          <w:szCs w:val="24"/>
        </w:rPr>
        <w:t>l’ordre constitutionnel, notamment</w:t>
      </w:r>
      <w:r w:rsidR="00DE5BA4" w:rsidRPr="00A83F06">
        <w:rPr>
          <w:color w:val="000000"/>
          <w:sz w:val="24"/>
        </w:rPr>
        <w:t xml:space="preserve"> à travers </w:t>
      </w:r>
      <w:r w:rsidR="00AE3038" w:rsidRPr="00A83F06">
        <w:rPr>
          <w:color w:val="000000"/>
          <w:sz w:val="24"/>
        </w:rPr>
        <w:t>l’organisation d’</w:t>
      </w:r>
      <w:r w:rsidR="00DE5BA4" w:rsidRPr="00A83F06">
        <w:rPr>
          <w:color w:val="000000"/>
          <w:sz w:val="24"/>
        </w:rPr>
        <w:t>élections libres, justes</w:t>
      </w:r>
      <w:r>
        <w:rPr>
          <w:bCs/>
          <w:color w:val="000000"/>
          <w:sz w:val="24"/>
          <w:szCs w:val="24"/>
        </w:rPr>
        <w:t>,</w:t>
      </w:r>
      <w:r w:rsidR="00DE5BA4" w:rsidRPr="00A83F06">
        <w:rPr>
          <w:color w:val="000000"/>
          <w:sz w:val="24"/>
        </w:rPr>
        <w:t xml:space="preserve"> transparentes</w:t>
      </w:r>
      <w:r>
        <w:rPr>
          <w:bCs/>
          <w:color w:val="000000"/>
          <w:sz w:val="24"/>
          <w:szCs w:val="24"/>
        </w:rPr>
        <w:t>, inclusives et crédibles</w:t>
      </w:r>
      <w:r w:rsidR="006A0826" w:rsidRPr="00A83F06">
        <w:rPr>
          <w:color w:val="000000"/>
          <w:sz w:val="24"/>
        </w:rPr>
        <w:t>,</w:t>
      </w:r>
    </w:p>
    <w:p w14:paraId="7C37C2C5" w14:textId="673DA61E" w:rsidR="00DE5BA4" w:rsidRPr="00A83F06" w:rsidRDefault="001F4C9B" w:rsidP="00862092">
      <w:pPr>
        <w:pStyle w:val="SingleTxtG"/>
        <w:spacing w:line="236" w:lineRule="atLeast"/>
        <w:ind w:firstLine="567"/>
      </w:pPr>
      <w:r>
        <w:rPr>
          <w:bCs/>
          <w:iCs/>
          <w:color w:val="000000"/>
          <w:sz w:val="24"/>
          <w:szCs w:val="24"/>
        </w:rPr>
        <w:t xml:space="preserve">PP10 </w:t>
      </w:r>
      <w:r>
        <w:rPr>
          <w:bCs/>
          <w:i/>
          <w:color w:val="000000"/>
          <w:sz w:val="24"/>
          <w:szCs w:val="24"/>
        </w:rPr>
        <w:t>Toujours</w:t>
      </w:r>
      <w:r w:rsidR="00DE5BA4" w:rsidRPr="00A83F06">
        <w:rPr>
          <w:i/>
          <w:color w:val="000000"/>
          <w:sz w:val="24"/>
        </w:rPr>
        <w:t xml:space="preserve"> préoccupé</w:t>
      </w:r>
      <w:r w:rsidR="00AE3038" w:rsidRPr="00A83F06">
        <w:rPr>
          <w:i/>
          <w:color w:val="000000"/>
          <w:sz w:val="24"/>
        </w:rPr>
        <w:t xml:space="preserve"> </w:t>
      </w:r>
      <w:r w:rsidR="00DE5BA4" w:rsidRPr="00A83F06">
        <w:rPr>
          <w:color w:val="000000"/>
          <w:sz w:val="24"/>
        </w:rPr>
        <w:t xml:space="preserve">par la </w:t>
      </w:r>
      <w:r>
        <w:rPr>
          <w:bCs/>
          <w:color w:val="000000"/>
          <w:sz w:val="24"/>
          <w:szCs w:val="24"/>
        </w:rPr>
        <w:t>persistance</w:t>
      </w:r>
      <w:r w:rsidR="00DE5BA4" w:rsidRPr="00A83F06">
        <w:rPr>
          <w:color w:val="000000"/>
          <w:sz w:val="24"/>
        </w:rPr>
        <w:t xml:space="preserve"> des </w:t>
      </w:r>
      <w:r>
        <w:rPr>
          <w:bCs/>
          <w:color w:val="000000"/>
          <w:sz w:val="24"/>
          <w:szCs w:val="24"/>
        </w:rPr>
        <w:t>problèmes</w:t>
      </w:r>
      <w:r w:rsidR="00DE5BA4" w:rsidRPr="00A83F06">
        <w:rPr>
          <w:color w:val="000000"/>
          <w:sz w:val="24"/>
        </w:rPr>
        <w:t xml:space="preserve"> de sécurité</w:t>
      </w:r>
      <w:r w:rsidRPr="00A83F06">
        <w:rPr>
          <w:bCs/>
          <w:sz w:val="24"/>
          <w:szCs w:val="24"/>
        </w:rPr>
        <w:t>, d’extrémisme violent et de violence intercommunautaire en dépit d’une légère amélioration de la situation</w:t>
      </w:r>
      <w:r w:rsidR="00DE5BA4" w:rsidRPr="00A83F06">
        <w:rPr>
          <w:sz w:val="24"/>
        </w:rPr>
        <w:t xml:space="preserve">, principalement dans le nord et le centre du pays, </w:t>
      </w:r>
      <w:r w:rsidRPr="00A83F06">
        <w:rPr>
          <w:bCs/>
          <w:sz w:val="24"/>
          <w:szCs w:val="24"/>
        </w:rPr>
        <w:t>ainsi que la poursuite</w:t>
      </w:r>
      <w:r w:rsidR="00DE5BA4" w:rsidRPr="00A83F06">
        <w:rPr>
          <w:sz w:val="24"/>
        </w:rPr>
        <w:t xml:space="preserve"> des activités terroristes, la prolifération des armes légères, le trafic de drogues et de migrants, la traite des êtres humains et d’autres formes de crimin</w:t>
      </w:r>
      <w:r w:rsidR="006A0826" w:rsidRPr="00A83F06">
        <w:rPr>
          <w:sz w:val="24"/>
        </w:rPr>
        <w:t>alité transnationale organisée,</w:t>
      </w:r>
      <w:r w:rsidRPr="00A83F06">
        <w:rPr>
          <w:bCs/>
          <w:sz w:val="24"/>
          <w:szCs w:val="24"/>
        </w:rPr>
        <w:t xml:space="preserve"> </w:t>
      </w:r>
    </w:p>
    <w:p w14:paraId="0237F150" w14:textId="66406E1A" w:rsidR="00DE5BA4" w:rsidRPr="00A83F06" w:rsidRDefault="001F4C9B" w:rsidP="00862092">
      <w:pPr>
        <w:pStyle w:val="SingleTxtG"/>
        <w:spacing w:line="236" w:lineRule="atLeast"/>
        <w:ind w:firstLine="567"/>
      </w:pPr>
      <w:r w:rsidRPr="00A83F06">
        <w:rPr>
          <w:bCs/>
          <w:iCs/>
          <w:sz w:val="24"/>
          <w:szCs w:val="24"/>
        </w:rPr>
        <w:t>PP11</w:t>
      </w:r>
      <w:r w:rsidRPr="00A83F06">
        <w:rPr>
          <w:bCs/>
          <w:i/>
          <w:sz w:val="24"/>
          <w:szCs w:val="24"/>
        </w:rPr>
        <w:t xml:space="preserve"> </w:t>
      </w:r>
      <w:r w:rsidR="00F53809" w:rsidRPr="00A83F06">
        <w:rPr>
          <w:i/>
          <w:sz w:val="24"/>
        </w:rPr>
        <w:t>Demeurant</w:t>
      </w:r>
      <w:r w:rsidR="00DE5BA4" w:rsidRPr="00A83F06">
        <w:rPr>
          <w:i/>
          <w:sz w:val="24"/>
        </w:rPr>
        <w:t xml:space="preserve"> préoccupé </w:t>
      </w:r>
      <w:r w:rsidR="00DE5BA4" w:rsidRPr="00A83F06">
        <w:rPr>
          <w:sz w:val="24"/>
        </w:rPr>
        <w:t>par la poursuite des violations des droits de l’homme et des atteintes à ces droits, incluant des exactions, des violences sexuelles liées au conflit, des violations commises à l’encontre des enfants et d’autres groupes vulnérables, et des violations du droit international humanitaire</w:t>
      </w:r>
      <w:r w:rsidR="00DE5BA4" w:rsidRPr="00A83F06">
        <w:rPr>
          <w:sz w:val="24"/>
          <w:lang w:val="fr-FR"/>
        </w:rPr>
        <w:t>,</w:t>
      </w:r>
      <w:r w:rsidRPr="00A83F06">
        <w:rPr>
          <w:bCs/>
          <w:sz w:val="24"/>
          <w:szCs w:val="24"/>
          <w:lang w:val="fr-FR"/>
        </w:rPr>
        <w:t> </w:t>
      </w:r>
    </w:p>
    <w:p w14:paraId="37313359" w14:textId="5933B91A" w:rsidR="00DE5BA4" w:rsidRPr="004477C9" w:rsidRDefault="001F4C9B" w:rsidP="00862092">
      <w:pPr>
        <w:pStyle w:val="SingleTxtG"/>
        <w:spacing w:line="236" w:lineRule="atLeast"/>
        <w:ind w:firstLine="567"/>
      </w:pPr>
      <w:r w:rsidRPr="00A83F06">
        <w:rPr>
          <w:bCs/>
          <w:iCs/>
          <w:sz w:val="24"/>
          <w:szCs w:val="24"/>
        </w:rPr>
        <w:t>PP12</w:t>
      </w:r>
      <w:r w:rsidRPr="00A83F06">
        <w:rPr>
          <w:bCs/>
          <w:i/>
          <w:sz w:val="24"/>
          <w:szCs w:val="24"/>
        </w:rPr>
        <w:t xml:space="preserve"> </w:t>
      </w:r>
      <w:r w:rsidR="00DE5BA4" w:rsidRPr="00A83F06">
        <w:rPr>
          <w:i/>
          <w:sz w:val="24"/>
        </w:rPr>
        <w:t>Demeurant préoccupé</w:t>
      </w:r>
      <w:r w:rsidR="00D3528F" w:rsidRPr="00A83F06">
        <w:rPr>
          <w:i/>
          <w:sz w:val="24"/>
        </w:rPr>
        <w:t xml:space="preserve"> également</w:t>
      </w:r>
      <w:r w:rsidR="00DE5BA4" w:rsidRPr="00A83F06">
        <w:rPr>
          <w:i/>
          <w:sz w:val="24"/>
        </w:rPr>
        <w:t xml:space="preserve"> </w:t>
      </w:r>
      <w:r w:rsidR="00DE5BA4" w:rsidRPr="00A83F06">
        <w:rPr>
          <w:sz w:val="24"/>
        </w:rPr>
        <w:t xml:space="preserve">par la crise alimentaire et </w:t>
      </w:r>
      <w:r w:rsidRPr="00A83F06">
        <w:rPr>
          <w:bCs/>
          <w:sz w:val="24"/>
          <w:szCs w:val="24"/>
        </w:rPr>
        <w:t xml:space="preserve">la situation de besoin d’assistance </w:t>
      </w:r>
      <w:r w:rsidR="00DE5BA4" w:rsidRPr="00A83F06">
        <w:rPr>
          <w:sz w:val="24"/>
        </w:rPr>
        <w:t>humanitaire</w:t>
      </w:r>
      <w:r w:rsidRPr="00A83F06">
        <w:rPr>
          <w:bCs/>
          <w:sz w:val="24"/>
          <w:szCs w:val="24"/>
        </w:rPr>
        <w:t xml:space="preserve">, rendue plus pressante par la crise sanitaire de la Covid-19, des </w:t>
      </w:r>
      <w:r w:rsidR="00DE5BA4" w:rsidRPr="00A83F06">
        <w:rPr>
          <w:sz w:val="24"/>
        </w:rPr>
        <w:t>populations touchées par le conflit, y compris</w:t>
      </w:r>
      <w:r w:rsidRPr="00A83F06">
        <w:rPr>
          <w:bCs/>
          <w:sz w:val="24"/>
          <w:szCs w:val="24"/>
        </w:rPr>
        <w:t xml:space="preserve"> les réfugiés et</w:t>
      </w:r>
      <w:r w:rsidR="00DE5BA4" w:rsidRPr="00A83F06">
        <w:rPr>
          <w:sz w:val="24"/>
        </w:rPr>
        <w:t xml:space="preserve"> </w:t>
      </w:r>
      <w:r w:rsidR="00DE5BA4" w:rsidRPr="00A83F06">
        <w:rPr>
          <w:color w:val="000000" w:themeColor="text1"/>
          <w:sz w:val="24"/>
        </w:rPr>
        <w:t>les</w:t>
      </w:r>
      <w:r w:rsidR="00DE5BA4" w:rsidRPr="00A83F06">
        <w:rPr>
          <w:color w:val="000000"/>
          <w:sz w:val="24"/>
        </w:rPr>
        <w:t xml:space="preserve"> personnes déplacées au sein de leur propre pays, et par l’insécurité qui continue d’entraver l’accès humanitaire, soulignant que la situation humanitaire</w:t>
      </w:r>
      <w:r>
        <w:rPr>
          <w:bCs/>
          <w:color w:val="000000"/>
          <w:sz w:val="24"/>
          <w:szCs w:val="24"/>
        </w:rPr>
        <w:t xml:space="preserve"> difficile</w:t>
      </w:r>
      <w:r w:rsidR="00DE5BA4" w:rsidRPr="00A83F06">
        <w:rPr>
          <w:color w:val="000000"/>
          <w:sz w:val="24"/>
        </w:rPr>
        <w:t xml:space="preserve"> a un impact disproportionné sur les femmes et les filles, et condamnant les attaques dirigées contre l</w:t>
      </w:r>
      <w:bookmarkStart w:id="1" w:name="_Hlk2090994"/>
      <w:r w:rsidR="006A0826" w:rsidRPr="00A83F06">
        <w:rPr>
          <w:color w:val="000000"/>
          <w:sz w:val="24"/>
        </w:rPr>
        <w:t>e personnel humanitaire,</w:t>
      </w:r>
    </w:p>
    <w:p w14:paraId="758BBA64" w14:textId="65D78E8E" w:rsidR="00DE5BA4" w:rsidRPr="004477C9" w:rsidRDefault="001F4C9B" w:rsidP="00862092">
      <w:pPr>
        <w:pStyle w:val="SingleTxtG"/>
        <w:spacing w:line="236" w:lineRule="atLeast"/>
        <w:ind w:firstLine="567"/>
      </w:pPr>
      <w:r>
        <w:rPr>
          <w:bCs/>
          <w:iCs/>
          <w:sz w:val="24"/>
          <w:szCs w:val="24"/>
        </w:rPr>
        <w:t>PP13</w:t>
      </w:r>
      <w:r>
        <w:rPr>
          <w:bCs/>
          <w:i/>
          <w:sz w:val="24"/>
          <w:szCs w:val="24"/>
        </w:rPr>
        <w:t xml:space="preserve"> </w:t>
      </w:r>
      <w:r w:rsidR="00DE5BA4" w:rsidRPr="00A83F06">
        <w:rPr>
          <w:i/>
          <w:sz w:val="24"/>
        </w:rPr>
        <w:t>Rappelant</w:t>
      </w:r>
      <w:r w:rsidR="00DE5BA4" w:rsidRPr="00A83F06">
        <w:rPr>
          <w:sz w:val="24"/>
        </w:rPr>
        <w:t xml:space="preserve"> à cet égard qu’il importe que tous les auteurs de tels actes soient amenés à en répondre, rappelant également qu’à la </w:t>
      </w:r>
      <w:r w:rsidR="00DE5BA4" w:rsidRPr="00A83F06">
        <w:rPr>
          <w:sz w:val="24"/>
        </w:rPr>
        <w:lastRenderedPageBreak/>
        <w:t xml:space="preserve">demande des autorités de transition maliennes, </w:t>
      </w:r>
      <w:r w:rsidR="00E9674E" w:rsidRPr="00A83F06">
        <w:rPr>
          <w:sz w:val="24"/>
        </w:rPr>
        <w:t>la</w:t>
      </w:r>
      <w:r w:rsidR="00DE5BA4" w:rsidRPr="00A83F06">
        <w:rPr>
          <w:sz w:val="24"/>
        </w:rPr>
        <w:t xml:space="preserve"> Procureur</w:t>
      </w:r>
      <w:r w:rsidR="00E9674E" w:rsidRPr="00A83F06">
        <w:rPr>
          <w:sz w:val="24"/>
        </w:rPr>
        <w:t>e</w:t>
      </w:r>
      <w:r w:rsidR="00DE5BA4" w:rsidRPr="00A83F06">
        <w:rPr>
          <w:sz w:val="24"/>
        </w:rPr>
        <w:t xml:space="preserve"> de la Cour pénale internationale a, le 16 janvier 2013, ouvert une enquête sur les allégations de crimes qui auraient été commis sur le territoire du Mali depuis janvier 2012,</w:t>
      </w:r>
    </w:p>
    <w:bookmarkEnd w:id="1"/>
    <w:p w14:paraId="0C7A961A" w14:textId="1984DCD1" w:rsidR="00DE5BA4" w:rsidRPr="004477C9" w:rsidRDefault="001F4C9B" w:rsidP="00862092">
      <w:pPr>
        <w:pStyle w:val="SingleTxtG"/>
        <w:spacing w:line="236" w:lineRule="atLeast"/>
        <w:ind w:firstLine="567"/>
      </w:pPr>
      <w:r>
        <w:rPr>
          <w:bCs/>
          <w:iCs/>
          <w:sz w:val="24"/>
          <w:szCs w:val="24"/>
        </w:rPr>
        <w:t>PP14</w:t>
      </w:r>
      <w:r>
        <w:rPr>
          <w:bCs/>
          <w:i/>
          <w:sz w:val="24"/>
          <w:szCs w:val="24"/>
        </w:rPr>
        <w:t xml:space="preserve"> </w:t>
      </w:r>
      <w:r w:rsidR="00DE5BA4" w:rsidRPr="00A83F06">
        <w:rPr>
          <w:i/>
          <w:sz w:val="24"/>
        </w:rPr>
        <w:t>Notant</w:t>
      </w:r>
      <w:r w:rsidR="00DE5BA4" w:rsidRPr="00A83F06">
        <w:rPr>
          <w:i/>
          <w:color w:val="44546A"/>
          <w:sz w:val="24"/>
        </w:rPr>
        <w:t xml:space="preserve"> </w:t>
      </w:r>
      <w:r w:rsidR="00DE5BA4" w:rsidRPr="00A83F06">
        <w:rPr>
          <w:color w:val="000000"/>
          <w:sz w:val="24"/>
        </w:rPr>
        <w:t>l’attachement exprimé par les autorités de transition maliennes et les groupes signataires à l’Accord pour la paix et la réconciliation au Mali, s’inquiétant des retards pris dans le processus de paix, et encourageant l’ensemble des parties à poursuivre le dialogue dans le cadre du Comité de suivi de l’Accord et à s’acquitter des obliga</w:t>
      </w:r>
      <w:r w:rsidR="006A0826" w:rsidRPr="00A83F06">
        <w:rPr>
          <w:color w:val="000000"/>
          <w:sz w:val="24"/>
        </w:rPr>
        <w:t>tions que leur impose l’Accord,</w:t>
      </w:r>
    </w:p>
    <w:p w14:paraId="55DD1C04" w14:textId="3E5B986C" w:rsidR="00DE5BA4" w:rsidRPr="00A83F06" w:rsidRDefault="001F4C9B" w:rsidP="00862092">
      <w:pPr>
        <w:pStyle w:val="SingleTxtG"/>
        <w:spacing w:line="236" w:lineRule="atLeast"/>
        <w:ind w:firstLine="567"/>
      </w:pPr>
      <w:r>
        <w:rPr>
          <w:bCs/>
          <w:iCs/>
          <w:sz w:val="24"/>
          <w:szCs w:val="24"/>
        </w:rPr>
        <w:t>PP15</w:t>
      </w:r>
      <w:r>
        <w:rPr>
          <w:bCs/>
          <w:i/>
          <w:sz w:val="24"/>
          <w:szCs w:val="24"/>
        </w:rPr>
        <w:t xml:space="preserve"> </w:t>
      </w:r>
      <w:r w:rsidRPr="00A83F06">
        <w:rPr>
          <w:bCs/>
          <w:i/>
          <w:sz w:val="24"/>
          <w:szCs w:val="24"/>
        </w:rPr>
        <w:t xml:space="preserve">Appelant </w:t>
      </w:r>
      <w:r w:rsidRPr="00A83F06">
        <w:rPr>
          <w:bCs/>
          <w:iCs/>
          <w:sz w:val="24"/>
          <w:szCs w:val="24"/>
        </w:rPr>
        <w:t>à</w:t>
      </w:r>
      <w:r w:rsidR="00DE5BA4" w:rsidRPr="00A83F06">
        <w:rPr>
          <w:sz w:val="24"/>
        </w:rPr>
        <w:t xml:space="preserve"> la</w:t>
      </w:r>
      <w:r w:rsidR="00DE5BA4" w:rsidRPr="00A83F06">
        <w:rPr>
          <w:i/>
          <w:sz w:val="24"/>
        </w:rPr>
        <w:t xml:space="preserve"> </w:t>
      </w:r>
      <w:r w:rsidRPr="00A83F06">
        <w:rPr>
          <w:sz w:val="24"/>
          <w:szCs w:val="24"/>
        </w:rPr>
        <w:t>redynamisation</w:t>
      </w:r>
      <w:r w:rsidR="00DE5BA4" w:rsidRPr="00A83F06">
        <w:rPr>
          <w:sz w:val="24"/>
        </w:rPr>
        <w:t xml:space="preserve"> du processus de paix avec la tenue d’une </w:t>
      </w:r>
      <w:r w:rsidRPr="00A83F06">
        <w:rPr>
          <w:bCs/>
          <w:iCs/>
          <w:sz w:val="24"/>
          <w:szCs w:val="24"/>
        </w:rPr>
        <w:t>prochaine réunion</w:t>
      </w:r>
      <w:r w:rsidR="00DE5BA4" w:rsidRPr="00A83F06">
        <w:rPr>
          <w:sz w:val="24"/>
        </w:rPr>
        <w:t xml:space="preserve"> du Comité de suivi de l</w:t>
      </w:r>
      <w:r w:rsidR="006A0826" w:rsidRPr="00A83F06">
        <w:rPr>
          <w:sz w:val="24"/>
        </w:rPr>
        <w:t>’Accord</w:t>
      </w:r>
      <w:r w:rsidRPr="00A83F06">
        <w:rPr>
          <w:bCs/>
          <w:iCs/>
          <w:sz w:val="24"/>
          <w:szCs w:val="24"/>
        </w:rPr>
        <w:t xml:space="preserve"> dans les meilleurs délais</w:t>
      </w:r>
      <w:r w:rsidR="006A0826" w:rsidRPr="00A83F06">
        <w:rPr>
          <w:sz w:val="24"/>
        </w:rPr>
        <w:t>,</w:t>
      </w:r>
    </w:p>
    <w:p w14:paraId="1E88A49D" w14:textId="06A541B3" w:rsidR="00DE5BA4" w:rsidRPr="004477C9" w:rsidRDefault="001F4C9B" w:rsidP="00862092">
      <w:pPr>
        <w:pStyle w:val="SingleTxtG"/>
        <w:spacing w:line="236" w:lineRule="atLeast"/>
        <w:ind w:firstLine="567"/>
      </w:pPr>
      <w:r w:rsidRPr="00A83F06">
        <w:rPr>
          <w:bCs/>
          <w:iCs/>
          <w:sz w:val="24"/>
          <w:szCs w:val="24"/>
        </w:rPr>
        <w:t>PP16</w:t>
      </w:r>
      <w:r w:rsidRPr="00A83F06">
        <w:rPr>
          <w:bCs/>
          <w:i/>
          <w:sz w:val="24"/>
          <w:szCs w:val="24"/>
        </w:rPr>
        <w:t xml:space="preserve"> </w:t>
      </w:r>
      <w:r w:rsidR="00DE5BA4" w:rsidRPr="00A83F06">
        <w:rPr>
          <w:i/>
          <w:sz w:val="24"/>
          <w:lang w:val="fr-FR"/>
        </w:rPr>
        <w:t xml:space="preserve">Notant avec satisfaction </w:t>
      </w:r>
      <w:r w:rsidRPr="00A83F06">
        <w:rPr>
          <w:bCs/>
          <w:iCs/>
          <w:sz w:val="24"/>
          <w:szCs w:val="24"/>
          <w:lang w:val="fr-FR"/>
        </w:rPr>
        <w:t>l’engagement pris par les autorités de transition maliennes d’augmenter le</w:t>
      </w:r>
      <w:r w:rsidR="00DE5BA4" w:rsidRPr="00A83F06">
        <w:rPr>
          <w:sz w:val="24"/>
          <w:lang w:val="fr-FR"/>
        </w:rPr>
        <w:t xml:space="preserve"> nombre de femmes participant aux travaux du </w:t>
      </w:r>
      <w:r w:rsidR="00565EFF" w:rsidRPr="00A83F06">
        <w:rPr>
          <w:sz w:val="24"/>
          <w:lang w:val="fr-FR"/>
        </w:rPr>
        <w:t>Comité de suivi de l’Accord</w:t>
      </w:r>
      <w:r w:rsidR="00DE5BA4" w:rsidRPr="00A83F06">
        <w:rPr>
          <w:sz w:val="24"/>
          <w:lang w:val="fr-FR"/>
        </w:rPr>
        <w:t xml:space="preserve"> et </w:t>
      </w:r>
      <w:r w:rsidRPr="00A83F06">
        <w:rPr>
          <w:bCs/>
          <w:i/>
          <w:iCs/>
          <w:sz w:val="24"/>
          <w:szCs w:val="24"/>
          <w:lang w:val="fr-FR"/>
        </w:rPr>
        <w:t>encourageant</w:t>
      </w:r>
      <w:r w:rsidRPr="00A83F06">
        <w:rPr>
          <w:bCs/>
          <w:iCs/>
          <w:sz w:val="24"/>
          <w:szCs w:val="24"/>
          <w:lang w:val="fr-FR"/>
        </w:rPr>
        <w:t xml:space="preserve"> les parties maliennes à assurer la pleine</w:t>
      </w:r>
      <w:r w:rsidR="00DE5BA4" w:rsidRPr="00A83F06">
        <w:rPr>
          <w:sz w:val="24"/>
          <w:lang w:val="fr-FR"/>
        </w:rPr>
        <w:t xml:space="preserve"> </w:t>
      </w:r>
      <w:r w:rsidR="00DE5BA4" w:rsidRPr="00A83F06">
        <w:rPr>
          <w:color w:val="000000"/>
          <w:sz w:val="24"/>
          <w:lang w:val="fr-FR"/>
        </w:rPr>
        <w:t>participation des femmes</w:t>
      </w:r>
      <w:r>
        <w:rPr>
          <w:bCs/>
          <w:iCs/>
          <w:color w:val="000000"/>
          <w:sz w:val="24"/>
          <w:szCs w:val="24"/>
          <w:lang w:val="fr-FR"/>
        </w:rPr>
        <w:t xml:space="preserve"> dans tous les  mécanismes du Comité de suivi de l’Accord</w:t>
      </w:r>
      <w:r w:rsidR="00DE5BA4" w:rsidRPr="00A83F06">
        <w:rPr>
          <w:color w:val="000000"/>
          <w:sz w:val="24"/>
          <w:lang w:val="fr-FR"/>
        </w:rPr>
        <w:t xml:space="preserve">, notamment au sein des sous-commissions, </w:t>
      </w:r>
      <w:r>
        <w:rPr>
          <w:bCs/>
          <w:iCs/>
          <w:color w:val="000000"/>
          <w:sz w:val="24"/>
          <w:szCs w:val="24"/>
          <w:lang w:val="fr-FR"/>
        </w:rPr>
        <w:t xml:space="preserve">et </w:t>
      </w:r>
      <w:r>
        <w:rPr>
          <w:bCs/>
          <w:i/>
          <w:iCs/>
          <w:color w:val="000000"/>
          <w:sz w:val="24"/>
          <w:szCs w:val="24"/>
          <w:lang w:val="fr-FR"/>
        </w:rPr>
        <w:t>notant également avec satisfaction</w:t>
      </w:r>
      <w:r>
        <w:rPr>
          <w:bCs/>
          <w:color w:val="000000"/>
          <w:sz w:val="24"/>
          <w:szCs w:val="24"/>
          <w:lang w:val="fr-FR"/>
        </w:rPr>
        <w:t xml:space="preserve"> </w:t>
      </w:r>
      <w:r w:rsidR="00DE5BA4" w:rsidRPr="00A83F06">
        <w:rPr>
          <w:sz w:val="24"/>
          <w:lang w:val="fr-FR"/>
        </w:rPr>
        <w:t>l’adoption du nouveau Plan d’action national sur la mise en œuvre</w:t>
      </w:r>
      <w:r w:rsidR="0000424A" w:rsidRPr="00A83F06">
        <w:rPr>
          <w:sz w:val="24"/>
          <w:lang w:val="fr-FR"/>
        </w:rPr>
        <w:t xml:space="preserve"> pour la période</w:t>
      </w:r>
      <w:r>
        <w:rPr>
          <w:bCs/>
          <w:sz w:val="24"/>
          <w:szCs w:val="24"/>
          <w:lang w:val="fr-FR"/>
        </w:rPr>
        <w:t xml:space="preserve"> </w:t>
      </w:r>
      <w:r w:rsidR="0000424A" w:rsidRPr="00A83F06">
        <w:rPr>
          <w:sz w:val="24"/>
          <w:lang w:val="fr-FR"/>
        </w:rPr>
        <w:t>2019-2023</w:t>
      </w:r>
      <w:r w:rsidR="00DE5BA4" w:rsidRPr="00A83F06">
        <w:rPr>
          <w:sz w:val="24"/>
          <w:lang w:val="fr-FR"/>
        </w:rPr>
        <w:t xml:space="preserve"> de la résolution 1325</w:t>
      </w:r>
      <w:r w:rsidR="002C64BC" w:rsidRPr="00A83F06">
        <w:rPr>
          <w:sz w:val="24"/>
          <w:lang w:val="fr-FR"/>
        </w:rPr>
        <w:t xml:space="preserve"> (2000)</w:t>
      </w:r>
      <w:r w:rsidR="00DE5BA4" w:rsidRPr="00A83F06">
        <w:rPr>
          <w:sz w:val="24"/>
          <w:lang w:val="fr-FR"/>
        </w:rPr>
        <w:t xml:space="preserve"> du Conseil de sécurité</w:t>
      </w:r>
      <w:r w:rsidR="00AF0479" w:rsidRPr="00A83F06">
        <w:rPr>
          <w:sz w:val="24"/>
          <w:lang w:val="fr-FR"/>
        </w:rPr>
        <w:t xml:space="preserve">, </w:t>
      </w:r>
      <w:r w:rsidR="00834FBC" w:rsidRPr="00A83F06">
        <w:rPr>
          <w:sz w:val="24"/>
          <w:lang w:val="fr-FR"/>
        </w:rPr>
        <w:t xml:space="preserve">en </w:t>
      </w:r>
      <w:r w:rsidR="00AF0479" w:rsidRPr="00A83F06">
        <w:rPr>
          <w:sz w:val="24"/>
          <w:lang w:val="fr-FR"/>
        </w:rPr>
        <w:t>date</w:t>
      </w:r>
      <w:r w:rsidR="005D6E68" w:rsidRPr="00A83F06">
        <w:rPr>
          <w:sz w:val="24"/>
          <w:lang w:val="fr-FR"/>
        </w:rPr>
        <w:t xml:space="preserve"> du 31</w:t>
      </w:r>
      <w:r>
        <w:rPr>
          <w:bCs/>
          <w:sz w:val="24"/>
          <w:szCs w:val="24"/>
          <w:lang w:val="fr-FR"/>
        </w:rPr>
        <w:t xml:space="preserve"> </w:t>
      </w:r>
      <w:r w:rsidR="005D6E68" w:rsidRPr="00A83F06">
        <w:rPr>
          <w:sz w:val="24"/>
          <w:lang w:val="fr-FR"/>
        </w:rPr>
        <w:t>octobre</w:t>
      </w:r>
      <w:r>
        <w:rPr>
          <w:bCs/>
          <w:sz w:val="24"/>
          <w:szCs w:val="24"/>
          <w:lang w:val="fr-FR"/>
        </w:rPr>
        <w:t xml:space="preserve"> </w:t>
      </w:r>
      <w:r w:rsidR="005D6E68" w:rsidRPr="00A83F06">
        <w:rPr>
          <w:sz w:val="24"/>
          <w:lang w:val="fr-FR"/>
        </w:rPr>
        <w:t>2000</w:t>
      </w:r>
      <w:r w:rsidR="00DE5BA4" w:rsidRPr="00A83F06">
        <w:rPr>
          <w:sz w:val="24"/>
          <w:lang w:val="fr-FR"/>
        </w:rPr>
        <w:t>,</w:t>
      </w:r>
    </w:p>
    <w:p w14:paraId="7B1FE8BC" w14:textId="49AD56CC" w:rsidR="00DE5BA4" w:rsidRPr="004477C9" w:rsidRDefault="001F4C9B" w:rsidP="00862092">
      <w:pPr>
        <w:pStyle w:val="SingleTxtG"/>
        <w:spacing w:line="236" w:lineRule="atLeast"/>
        <w:ind w:firstLine="567"/>
      </w:pPr>
      <w:r>
        <w:rPr>
          <w:bCs/>
          <w:iCs/>
          <w:sz w:val="24"/>
          <w:szCs w:val="24"/>
        </w:rPr>
        <w:t>PP17</w:t>
      </w:r>
      <w:r>
        <w:rPr>
          <w:bCs/>
          <w:i/>
          <w:sz w:val="24"/>
          <w:szCs w:val="24"/>
        </w:rPr>
        <w:t xml:space="preserve"> </w:t>
      </w:r>
      <w:r>
        <w:rPr>
          <w:bCs/>
          <w:i/>
          <w:color w:val="000000"/>
          <w:sz w:val="24"/>
          <w:szCs w:val="24"/>
        </w:rPr>
        <w:t>Constatant</w:t>
      </w:r>
      <w:r w:rsidR="00DE5BA4" w:rsidRPr="00A83F06">
        <w:rPr>
          <w:i/>
          <w:color w:val="000000"/>
          <w:sz w:val="24"/>
        </w:rPr>
        <w:t xml:space="preserve"> </w:t>
      </w:r>
      <w:r w:rsidR="00DE5BA4" w:rsidRPr="00A83F06">
        <w:rPr>
          <w:color w:val="000000"/>
          <w:sz w:val="24"/>
        </w:rPr>
        <w:t xml:space="preserve">des </w:t>
      </w:r>
      <w:r>
        <w:rPr>
          <w:bCs/>
          <w:color w:val="000000"/>
          <w:sz w:val="24"/>
          <w:szCs w:val="24"/>
        </w:rPr>
        <w:t>lenteurs</w:t>
      </w:r>
      <w:r w:rsidR="00DE5BA4" w:rsidRPr="00A83F06">
        <w:rPr>
          <w:color w:val="000000"/>
          <w:sz w:val="24"/>
        </w:rPr>
        <w:t xml:space="preserve"> dans le cadre du processus de désarmement, de démobilisation et de réintégration, </w:t>
      </w:r>
      <w:r>
        <w:rPr>
          <w:bCs/>
          <w:color w:val="000000"/>
          <w:sz w:val="24"/>
          <w:szCs w:val="24"/>
        </w:rPr>
        <w:t xml:space="preserve">malgré les avancées constatées en 2021 avec </w:t>
      </w:r>
      <w:r w:rsidR="00DE5BA4" w:rsidRPr="00A83F06">
        <w:rPr>
          <w:color w:val="000000"/>
          <w:sz w:val="24"/>
        </w:rPr>
        <w:t>l’intégration effective de</w:t>
      </w:r>
      <w:r w:rsidR="006A0826" w:rsidRPr="00A83F06">
        <w:rPr>
          <w:color w:val="000000"/>
          <w:sz w:val="24"/>
        </w:rPr>
        <w:t xml:space="preserve"> </w:t>
      </w:r>
      <w:r>
        <w:rPr>
          <w:bCs/>
          <w:iCs/>
          <w:color w:val="000000"/>
          <w:sz w:val="24"/>
          <w:szCs w:val="24"/>
        </w:rPr>
        <w:t>1764</w:t>
      </w:r>
      <w:r w:rsidR="00DE5BA4" w:rsidRPr="00A83F06">
        <w:rPr>
          <w:i/>
          <w:color w:val="000000"/>
          <w:sz w:val="24"/>
        </w:rPr>
        <w:t xml:space="preserve"> </w:t>
      </w:r>
      <w:r w:rsidR="00DE5BA4" w:rsidRPr="00A83F06">
        <w:rPr>
          <w:color w:val="000000"/>
          <w:sz w:val="24"/>
        </w:rPr>
        <w:t>anciens membres de groupes armés au sein des Forces de défense et de sécurité maliennes</w:t>
      </w:r>
      <w:r>
        <w:rPr>
          <w:bCs/>
          <w:i/>
          <w:color w:val="000000"/>
          <w:sz w:val="24"/>
          <w:szCs w:val="24"/>
        </w:rPr>
        <w:t xml:space="preserve"> </w:t>
      </w:r>
      <w:r>
        <w:rPr>
          <w:bCs/>
          <w:iCs/>
          <w:color w:val="000000"/>
          <w:sz w:val="24"/>
          <w:szCs w:val="24"/>
        </w:rPr>
        <w:t>ainsi que la réintégration de 878 militaires déserteurs, se félicitant également du lancement</w:t>
      </w:r>
      <w:r w:rsidR="00DE5BA4" w:rsidRPr="00A83F06">
        <w:rPr>
          <w:color w:val="000000"/>
          <w:sz w:val="24"/>
        </w:rPr>
        <w:t xml:space="preserve"> du </w:t>
      </w:r>
      <w:r>
        <w:rPr>
          <w:bCs/>
          <w:iCs/>
          <w:color w:val="000000"/>
          <w:sz w:val="24"/>
          <w:szCs w:val="24"/>
        </w:rPr>
        <w:t xml:space="preserve">recrutement spécial de 2000 ex-combattants du centre du pays, </w:t>
      </w:r>
      <w:r>
        <w:rPr>
          <w:bCs/>
          <w:color w:val="000000"/>
          <w:sz w:val="24"/>
          <w:szCs w:val="24"/>
        </w:rPr>
        <w:t>et appelant les autorités à intensifier leurs efforts</w:t>
      </w:r>
      <w:r w:rsidR="00DE5BA4" w:rsidRPr="00A83F06">
        <w:rPr>
          <w:color w:val="000000"/>
          <w:sz w:val="24"/>
        </w:rPr>
        <w:t xml:space="preserve"> en </w:t>
      </w:r>
      <w:r>
        <w:rPr>
          <w:bCs/>
          <w:color w:val="000000"/>
          <w:sz w:val="24"/>
          <w:szCs w:val="24"/>
        </w:rPr>
        <w:t>la matière pour permettre l’accélération du processus, notamment</w:t>
      </w:r>
      <w:r w:rsidR="00DE5BA4" w:rsidRPr="00A83F06">
        <w:rPr>
          <w:color w:val="000000"/>
          <w:sz w:val="24"/>
        </w:rPr>
        <w:t xml:space="preserve"> à </w:t>
      </w:r>
      <w:r>
        <w:rPr>
          <w:bCs/>
          <w:color w:val="000000"/>
          <w:sz w:val="24"/>
          <w:szCs w:val="24"/>
        </w:rPr>
        <w:t xml:space="preserve">travers </w:t>
      </w:r>
      <w:r>
        <w:rPr>
          <w:bCs/>
          <w:iCs/>
          <w:color w:val="000000"/>
          <w:sz w:val="24"/>
          <w:szCs w:val="24"/>
        </w:rPr>
        <w:t>l’organisation d’une réunion décisionnelle relative aux questions de commandement et de grade en vue du DDR global</w:t>
      </w:r>
      <w:r w:rsidR="006A0826" w:rsidRPr="00A83F06">
        <w:rPr>
          <w:color w:val="000000"/>
          <w:sz w:val="24"/>
        </w:rPr>
        <w:t>,</w:t>
      </w:r>
    </w:p>
    <w:p w14:paraId="12305C00" w14:textId="616F1A49" w:rsidR="00DE5BA4" w:rsidRPr="00A83F06" w:rsidRDefault="001F4C9B" w:rsidP="00862092">
      <w:pPr>
        <w:pStyle w:val="SingleTxtG"/>
        <w:spacing w:line="236" w:lineRule="atLeast"/>
        <w:ind w:firstLine="567"/>
      </w:pPr>
      <w:r>
        <w:rPr>
          <w:bCs/>
          <w:iCs/>
          <w:sz w:val="24"/>
          <w:szCs w:val="24"/>
        </w:rPr>
        <w:t>PP18</w:t>
      </w:r>
      <w:r>
        <w:rPr>
          <w:bCs/>
          <w:i/>
          <w:sz w:val="24"/>
          <w:szCs w:val="24"/>
        </w:rPr>
        <w:t xml:space="preserve"> </w:t>
      </w:r>
      <w:bookmarkStart w:id="2" w:name="_Hlk98796534"/>
      <w:r>
        <w:rPr>
          <w:bCs/>
          <w:i/>
          <w:color w:val="000000"/>
          <w:sz w:val="24"/>
          <w:szCs w:val="24"/>
        </w:rPr>
        <w:t>Rappelant</w:t>
      </w:r>
      <w:r w:rsidR="00DE5BA4" w:rsidRPr="00A83F06">
        <w:rPr>
          <w:i/>
          <w:color w:val="000000"/>
          <w:sz w:val="24"/>
        </w:rPr>
        <w:t xml:space="preserve"> </w:t>
      </w:r>
      <w:r w:rsidR="00DE5BA4" w:rsidRPr="00A83F06">
        <w:rPr>
          <w:sz w:val="24"/>
        </w:rPr>
        <w:t xml:space="preserve">la résolution 2374 (2017) du Conseil de sécurité en date du 5 septembre 2017, qui établit un régime de sanctions </w:t>
      </w:r>
      <w:r w:rsidRPr="00A83F06">
        <w:rPr>
          <w:bCs/>
          <w:sz w:val="24"/>
          <w:szCs w:val="24"/>
        </w:rPr>
        <w:t xml:space="preserve">ciblées </w:t>
      </w:r>
      <w:r w:rsidR="00DE5BA4" w:rsidRPr="00A83F06">
        <w:rPr>
          <w:sz w:val="24"/>
        </w:rPr>
        <w:t xml:space="preserve">visant notamment ceux qui entravent la mise en œuvre de l’Accord pour la paix et la réconciliation au Mali, ainsi que ceux qui planifient, dirigent ou commettent des violations des droits de l’homme ou des atteintes à ces droits, ou des violations du droit international humanitaire, y compris </w:t>
      </w:r>
      <w:r w:rsidRPr="00A83F06">
        <w:rPr>
          <w:bCs/>
          <w:sz w:val="24"/>
          <w:szCs w:val="24"/>
        </w:rPr>
        <w:t>celles dirigées</w:t>
      </w:r>
      <w:r w:rsidR="00DE5BA4" w:rsidRPr="00A83F06">
        <w:rPr>
          <w:sz w:val="24"/>
        </w:rPr>
        <w:t xml:space="preserve"> contre les populations civiles, dont les femmes et les enfants, et notant l’adoption par le Conseil de sécurité de deux trains de sanctions </w:t>
      </w:r>
      <w:r w:rsidRPr="00A83F06">
        <w:rPr>
          <w:bCs/>
          <w:sz w:val="24"/>
          <w:szCs w:val="24"/>
        </w:rPr>
        <w:t xml:space="preserve">individuelles </w:t>
      </w:r>
      <w:r w:rsidR="00DE5BA4" w:rsidRPr="00A83F06">
        <w:rPr>
          <w:sz w:val="24"/>
        </w:rPr>
        <w:t>en décembre 2018 et en juillet 2019,</w:t>
      </w:r>
      <w:bookmarkEnd w:id="2"/>
    </w:p>
    <w:p w14:paraId="64462E76" w14:textId="7E504F89" w:rsidR="00DE5BA4" w:rsidRPr="004477C9" w:rsidRDefault="001F4C9B" w:rsidP="00A83F06">
      <w:pPr>
        <w:ind w:left="1134" w:right="1134"/>
        <w:jc w:val="both"/>
      </w:pPr>
      <w:r w:rsidRPr="00A83F06">
        <w:rPr>
          <w:bCs/>
          <w:i/>
          <w:sz w:val="24"/>
          <w:szCs w:val="24"/>
        </w:rPr>
        <w:lastRenderedPageBreak/>
        <w:t xml:space="preserve">         </w:t>
      </w:r>
      <w:r w:rsidRPr="00A83F06">
        <w:rPr>
          <w:bCs/>
          <w:iCs/>
          <w:sz w:val="24"/>
          <w:szCs w:val="24"/>
        </w:rPr>
        <w:t>PP19</w:t>
      </w:r>
      <w:r w:rsidRPr="00A83F06">
        <w:rPr>
          <w:bCs/>
          <w:i/>
          <w:sz w:val="24"/>
          <w:szCs w:val="24"/>
        </w:rPr>
        <w:t xml:space="preserve"> </w:t>
      </w:r>
      <w:r w:rsidR="00DE5BA4" w:rsidRPr="00A83F06">
        <w:rPr>
          <w:i/>
          <w:sz w:val="24"/>
        </w:rPr>
        <w:t>Notant</w:t>
      </w:r>
      <w:r w:rsidR="00DE5BA4" w:rsidRPr="00A83F06">
        <w:rPr>
          <w:sz w:val="24"/>
        </w:rPr>
        <w:t xml:space="preserve"> la volonté du Gouvernement et du </w:t>
      </w:r>
      <w:r w:rsidR="00B22F3A" w:rsidRPr="00A83F06">
        <w:rPr>
          <w:sz w:val="24"/>
        </w:rPr>
        <w:t>p</w:t>
      </w:r>
      <w:r w:rsidR="00DE5BA4" w:rsidRPr="00A83F06">
        <w:rPr>
          <w:sz w:val="24"/>
        </w:rPr>
        <w:t>euple malien, exprimée en diverses circonstances, notamment lors de la Conférence d’</w:t>
      </w:r>
      <w:r w:rsidR="00E97C63" w:rsidRPr="00A83F06">
        <w:rPr>
          <w:sz w:val="24"/>
        </w:rPr>
        <w:t>e</w:t>
      </w:r>
      <w:r w:rsidR="00DE5BA4" w:rsidRPr="00A83F06">
        <w:rPr>
          <w:sz w:val="24"/>
        </w:rPr>
        <w:t>ntente nationale</w:t>
      </w:r>
      <w:r w:rsidRPr="00A83F06">
        <w:rPr>
          <w:bCs/>
          <w:sz w:val="24"/>
          <w:szCs w:val="24"/>
        </w:rPr>
        <w:t xml:space="preserve"> suivie de </w:t>
      </w:r>
      <w:r w:rsidRPr="00A83F06">
        <w:rPr>
          <w:bCs/>
          <w:iCs/>
          <w:sz w:val="24"/>
          <w:szCs w:val="24"/>
        </w:rPr>
        <w:t>l’adoption d’une loi d’entente nationale</w:t>
      </w:r>
      <w:r w:rsidR="00DE5BA4" w:rsidRPr="00A83F06">
        <w:rPr>
          <w:sz w:val="24"/>
        </w:rPr>
        <w:t xml:space="preserve">, du </w:t>
      </w:r>
      <w:r w:rsidR="005B7D34" w:rsidRPr="00A83F06">
        <w:rPr>
          <w:sz w:val="24"/>
        </w:rPr>
        <w:t>d</w:t>
      </w:r>
      <w:r w:rsidR="00DE5BA4" w:rsidRPr="00A83F06">
        <w:rPr>
          <w:sz w:val="24"/>
        </w:rPr>
        <w:t>ialogue national inclusif</w:t>
      </w:r>
      <w:r w:rsidRPr="00A83F06">
        <w:rPr>
          <w:bCs/>
          <w:sz w:val="24"/>
          <w:szCs w:val="24"/>
        </w:rPr>
        <w:t>,</w:t>
      </w:r>
      <w:r w:rsidR="00DE5BA4" w:rsidRPr="00A83F06">
        <w:rPr>
          <w:sz w:val="24"/>
        </w:rPr>
        <w:t xml:space="preserve"> des </w:t>
      </w:r>
      <w:r w:rsidR="005B7D34" w:rsidRPr="00A83F06">
        <w:rPr>
          <w:sz w:val="24"/>
        </w:rPr>
        <w:t>c</w:t>
      </w:r>
      <w:r w:rsidR="00DE5BA4" w:rsidRPr="00A83F06">
        <w:rPr>
          <w:sz w:val="24"/>
        </w:rPr>
        <w:t>oncertations nationales</w:t>
      </w:r>
      <w:r w:rsidRPr="00A83F06">
        <w:rPr>
          <w:bCs/>
          <w:sz w:val="24"/>
          <w:szCs w:val="24"/>
        </w:rPr>
        <w:t xml:space="preserve"> </w:t>
      </w:r>
      <w:r w:rsidRPr="00A83F06">
        <w:rPr>
          <w:bCs/>
          <w:iCs/>
          <w:sz w:val="24"/>
          <w:szCs w:val="24"/>
        </w:rPr>
        <w:t>et des assises nationales de la refondation</w:t>
      </w:r>
      <w:r w:rsidR="00DE5BA4" w:rsidRPr="00A83F06">
        <w:rPr>
          <w:sz w:val="24"/>
        </w:rPr>
        <w:t xml:space="preserve">, de privilégier le </w:t>
      </w:r>
      <w:r w:rsidR="00DE5BA4" w:rsidRPr="00A83F06">
        <w:rPr>
          <w:color w:val="000000"/>
          <w:sz w:val="24"/>
        </w:rPr>
        <w:t>dialogue et la réconciliation dans le règlement de la crise,</w:t>
      </w:r>
      <w:r>
        <w:rPr>
          <w:bCs/>
          <w:color w:val="000000"/>
          <w:sz w:val="24"/>
          <w:szCs w:val="24"/>
        </w:rPr>
        <w:t xml:space="preserve"> </w:t>
      </w:r>
    </w:p>
    <w:p w14:paraId="27225B63" w14:textId="77777777" w:rsidR="004745FF" w:rsidRDefault="004745FF">
      <w:pPr>
        <w:ind w:left="1134" w:right="1134"/>
        <w:jc w:val="both"/>
        <w:rPr>
          <w:bCs/>
          <w:sz w:val="24"/>
          <w:szCs w:val="24"/>
        </w:rPr>
      </w:pPr>
    </w:p>
    <w:p w14:paraId="73714320" w14:textId="09FE31CD" w:rsidR="00DE5BA4" w:rsidRPr="004477C9" w:rsidRDefault="001F4C9B" w:rsidP="00862092">
      <w:pPr>
        <w:pStyle w:val="SingleTxtG"/>
        <w:spacing w:line="236" w:lineRule="atLeast"/>
        <w:ind w:firstLine="567"/>
      </w:pPr>
      <w:r>
        <w:rPr>
          <w:bCs/>
          <w:iCs/>
          <w:sz w:val="24"/>
          <w:szCs w:val="24"/>
        </w:rPr>
        <w:t>PP20</w:t>
      </w:r>
      <w:r>
        <w:rPr>
          <w:bCs/>
          <w:i/>
          <w:sz w:val="24"/>
          <w:szCs w:val="24"/>
        </w:rPr>
        <w:t xml:space="preserve"> </w:t>
      </w:r>
      <w:r w:rsidR="00DE5BA4" w:rsidRPr="00A83F06">
        <w:rPr>
          <w:i/>
          <w:sz w:val="24"/>
        </w:rPr>
        <w:t xml:space="preserve">Appelant </w:t>
      </w:r>
      <w:r w:rsidR="00DE5BA4" w:rsidRPr="00A83F06">
        <w:rPr>
          <w:sz w:val="24"/>
        </w:rPr>
        <w:t xml:space="preserve">les autorités de transition maliennes à intensifier leurs efforts pour rétablir la primauté du droit et lutter </w:t>
      </w:r>
      <w:r w:rsidR="006A0826" w:rsidRPr="00A83F06">
        <w:rPr>
          <w:sz w:val="24"/>
        </w:rPr>
        <w:t>efficacement contre l’impunité,</w:t>
      </w:r>
      <w:r>
        <w:rPr>
          <w:bCs/>
          <w:iCs/>
          <w:sz w:val="24"/>
          <w:szCs w:val="24"/>
        </w:rPr>
        <w:t xml:space="preserve"> </w:t>
      </w:r>
    </w:p>
    <w:p w14:paraId="5B290FCB" w14:textId="77C92BC2" w:rsidR="00DE5BA4" w:rsidRPr="004477C9" w:rsidRDefault="001F4C9B" w:rsidP="00862092">
      <w:pPr>
        <w:pStyle w:val="SingleTxtG"/>
        <w:spacing w:line="236" w:lineRule="atLeast"/>
        <w:ind w:firstLine="567"/>
      </w:pPr>
      <w:r>
        <w:rPr>
          <w:bCs/>
          <w:iCs/>
          <w:sz w:val="24"/>
          <w:szCs w:val="24"/>
        </w:rPr>
        <w:t>PP21</w:t>
      </w:r>
      <w:r>
        <w:rPr>
          <w:bCs/>
          <w:i/>
          <w:sz w:val="24"/>
          <w:szCs w:val="24"/>
        </w:rPr>
        <w:t xml:space="preserve"> </w:t>
      </w:r>
      <w:r w:rsidR="00DE5BA4" w:rsidRPr="00A83F06">
        <w:rPr>
          <w:i/>
          <w:sz w:val="24"/>
        </w:rPr>
        <w:t xml:space="preserve">Saluant </w:t>
      </w:r>
      <w:r w:rsidR="00DE5BA4" w:rsidRPr="00A83F06">
        <w:rPr>
          <w:sz w:val="24"/>
        </w:rPr>
        <w:t xml:space="preserve">la coopération du Mali avec les mécanismes internationaux des droits de l’homme, notamment </w:t>
      </w:r>
      <w:r w:rsidR="005B7D34" w:rsidRPr="00A83F06">
        <w:rPr>
          <w:sz w:val="24"/>
        </w:rPr>
        <w:t>sa</w:t>
      </w:r>
      <w:r w:rsidR="00DE5BA4" w:rsidRPr="00A83F06">
        <w:rPr>
          <w:sz w:val="24"/>
        </w:rPr>
        <w:t xml:space="preserve"> participation au troisième cycle de l’Examen périodique universel en 2018, ainsi que l’ouverture d’invitations à l’endroit de titulaires de mandat au titre des procédures spéciales du Conseil, saluant également l’endossement par le Mali de </w:t>
      </w:r>
      <w:r w:rsidR="006A0826" w:rsidRPr="00A83F06">
        <w:rPr>
          <w:sz w:val="24"/>
        </w:rPr>
        <w:t>l’Appel à l’</w:t>
      </w:r>
      <w:r w:rsidR="004E1A2C" w:rsidRPr="00A83F06">
        <w:rPr>
          <w:sz w:val="24"/>
        </w:rPr>
        <w:t>a</w:t>
      </w:r>
      <w:r w:rsidR="006A0826" w:rsidRPr="00A83F06">
        <w:rPr>
          <w:sz w:val="24"/>
        </w:rPr>
        <w:t>ction humanitaire,</w:t>
      </w:r>
    </w:p>
    <w:p w14:paraId="514FD19C" w14:textId="5F02CC0D" w:rsidR="00DE5BA4" w:rsidRPr="004477C9" w:rsidRDefault="001F4C9B" w:rsidP="00862092">
      <w:pPr>
        <w:pStyle w:val="SingleTxtG"/>
        <w:spacing w:line="236" w:lineRule="atLeast"/>
        <w:ind w:firstLine="567"/>
      </w:pPr>
      <w:r>
        <w:rPr>
          <w:bCs/>
          <w:color w:val="000000"/>
          <w:sz w:val="24"/>
          <w:szCs w:val="24"/>
        </w:rPr>
        <w:t>PP22</w:t>
      </w:r>
      <w:r>
        <w:rPr>
          <w:bCs/>
          <w:i/>
          <w:iCs/>
          <w:color w:val="000000"/>
          <w:sz w:val="24"/>
          <w:szCs w:val="24"/>
        </w:rPr>
        <w:t xml:space="preserve"> </w:t>
      </w:r>
      <w:r w:rsidR="00DE5BA4" w:rsidRPr="00A83F06">
        <w:rPr>
          <w:i/>
          <w:color w:val="000000"/>
          <w:sz w:val="24"/>
        </w:rPr>
        <w:t xml:space="preserve">Prenant note </w:t>
      </w:r>
      <w:r w:rsidR="00DE5BA4" w:rsidRPr="00A83F06">
        <w:rPr>
          <w:color w:val="000000"/>
          <w:sz w:val="24"/>
        </w:rPr>
        <w:t xml:space="preserve">du dernier rapport du Secrétaire général sur la situation au Mali, dans lequel il se dit préoccupé par la </w:t>
      </w:r>
      <w:r>
        <w:rPr>
          <w:bCs/>
          <w:iCs/>
          <w:color w:val="000000"/>
          <w:sz w:val="24"/>
          <w:szCs w:val="24"/>
        </w:rPr>
        <w:t>persistance des problèmes de</w:t>
      </w:r>
      <w:r w:rsidR="00DE5BA4" w:rsidRPr="00A83F06">
        <w:rPr>
          <w:color w:val="000000"/>
          <w:sz w:val="24"/>
        </w:rPr>
        <w:t xml:space="preserve"> </w:t>
      </w:r>
      <w:r w:rsidR="00E6639A" w:rsidRPr="00A83F06">
        <w:rPr>
          <w:color w:val="000000"/>
          <w:sz w:val="24"/>
        </w:rPr>
        <w:t>sécurité</w:t>
      </w:r>
      <w:r w:rsidR="00DE5BA4" w:rsidRPr="00A83F06">
        <w:rPr>
          <w:color w:val="000000"/>
          <w:sz w:val="24"/>
        </w:rPr>
        <w:t>, au nord et au centre du Mali, ainsi que de la situation humanitaire et des violations des droits de l’</w:t>
      </w:r>
      <w:r w:rsidR="00902114" w:rsidRPr="00A83F06">
        <w:rPr>
          <w:color w:val="000000"/>
          <w:sz w:val="24"/>
        </w:rPr>
        <w:t>h</w:t>
      </w:r>
      <w:r w:rsidR="00DE5BA4" w:rsidRPr="00A83F06">
        <w:rPr>
          <w:color w:val="000000"/>
          <w:sz w:val="24"/>
        </w:rPr>
        <w:t>omme,</w:t>
      </w:r>
      <w:r>
        <w:rPr>
          <w:bCs/>
          <w:iCs/>
          <w:color w:val="000000"/>
          <w:sz w:val="24"/>
          <w:szCs w:val="24"/>
        </w:rPr>
        <w:t xml:space="preserve"> notamment à l’encontre des enfants et des femmes, et</w:t>
      </w:r>
      <w:r w:rsidR="00DE5BA4" w:rsidRPr="00A83F06">
        <w:rPr>
          <w:color w:val="000000"/>
          <w:sz w:val="24"/>
        </w:rPr>
        <w:t xml:space="preserve"> appelant les autorités de transition maliennes à prendre toutes les mesures à cet égard, et indiquant que la mise en œuvre de l’Accord pour la </w:t>
      </w:r>
      <w:r w:rsidR="004D0C24" w:rsidRPr="00A83F06">
        <w:rPr>
          <w:color w:val="000000"/>
          <w:sz w:val="24"/>
        </w:rPr>
        <w:t>p</w:t>
      </w:r>
      <w:r w:rsidR="00DE5BA4" w:rsidRPr="00A83F06">
        <w:rPr>
          <w:color w:val="000000"/>
          <w:sz w:val="24"/>
        </w:rPr>
        <w:t xml:space="preserve">aix et la </w:t>
      </w:r>
      <w:r w:rsidR="004D0C24" w:rsidRPr="00A83F06">
        <w:rPr>
          <w:color w:val="000000"/>
          <w:sz w:val="24"/>
        </w:rPr>
        <w:t>r</w:t>
      </w:r>
      <w:r w:rsidR="00DE5BA4" w:rsidRPr="00A83F06">
        <w:rPr>
          <w:color w:val="000000"/>
          <w:sz w:val="24"/>
        </w:rPr>
        <w:t xml:space="preserve">éconciliation au Mali et la consolidation des mécanismes et </w:t>
      </w:r>
      <w:r w:rsidR="004D0C24" w:rsidRPr="00A83F06">
        <w:rPr>
          <w:color w:val="000000"/>
          <w:sz w:val="24"/>
        </w:rPr>
        <w:t xml:space="preserve">des </w:t>
      </w:r>
      <w:r w:rsidR="00DE5BA4" w:rsidRPr="00A83F06">
        <w:rPr>
          <w:color w:val="000000"/>
          <w:sz w:val="24"/>
        </w:rPr>
        <w:t>institutions pour la protection des droits de l’homme dans le pays constituent des priorit</w:t>
      </w:r>
      <w:r w:rsidR="006A0826" w:rsidRPr="00A83F06">
        <w:rPr>
          <w:color w:val="000000"/>
          <w:sz w:val="24"/>
        </w:rPr>
        <w:t>és pour la transition en place,</w:t>
      </w:r>
    </w:p>
    <w:p w14:paraId="7E2938F7" w14:textId="00818383" w:rsidR="00DE5BA4" w:rsidRPr="004477C9" w:rsidRDefault="001F4C9B" w:rsidP="00862092">
      <w:pPr>
        <w:pStyle w:val="SingleTxtG"/>
        <w:spacing w:line="236" w:lineRule="atLeast"/>
        <w:ind w:firstLine="567"/>
      </w:pPr>
      <w:r>
        <w:rPr>
          <w:bCs/>
          <w:iCs/>
          <w:sz w:val="24"/>
          <w:szCs w:val="24"/>
        </w:rPr>
        <w:t>PP23</w:t>
      </w:r>
      <w:r>
        <w:rPr>
          <w:bCs/>
          <w:i/>
          <w:sz w:val="24"/>
          <w:szCs w:val="24"/>
        </w:rPr>
        <w:t xml:space="preserve"> </w:t>
      </w:r>
      <w:r w:rsidR="00DE5BA4" w:rsidRPr="00A83F06">
        <w:rPr>
          <w:i/>
          <w:color w:val="000000"/>
          <w:sz w:val="24"/>
        </w:rPr>
        <w:t xml:space="preserve">Prenant note avec intérêt </w:t>
      </w:r>
      <w:r w:rsidR="00DE5BA4" w:rsidRPr="00A83F06">
        <w:rPr>
          <w:color w:val="000000"/>
          <w:sz w:val="24"/>
        </w:rPr>
        <w:t xml:space="preserve">des conclusions du Groupe de travail du Conseil de sécurité sur les enfants </w:t>
      </w:r>
      <w:r w:rsidR="005C1FF3" w:rsidRPr="00A83F06">
        <w:rPr>
          <w:color w:val="000000"/>
          <w:sz w:val="24"/>
        </w:rPr>
        <w:t xml:space="preserve">et les conflits </w:t>
      </w:r>
      <w:r w:rsidR="002070A7" w:rsidRPr="00A83F06">
        <w:rPr>
          <w:color w:val="000000"/>
          <w:sz w:val="24"/>
        </w:rPr>
        <w:t xml:space="preserve">armés </w:t>
      </w:r>
      <w:r w:rsidR="00FD092C" w:rsidRPr="00A83F06">
        <w:rPr>
          <w:color w:val="000000"/>
          <w:sz w:val="24"/>
        </w:rPr>
        <w:t>concernant la situation</w:t>
      </w:r>
      <w:r w:rsidR="00DE5BA4" w:rsidRPr="00A83F06">
        <w:rPr>
          <w:color w:val="000000"/>
          <w:sz w:val="24"/>
        </w:rPr>
        <w:t xml:space="preserve"> au Mali</w:t>
      </w:r>
      <w:r>
        <w:rPr>
          <w:bCs/>
          <w:iCs/>
          <w:color w:val="000000"/>
          <w:sz w:val="24"/>
          <w:szCs w:val="24"/>
        </w:rPr>
        <w:t xml:space="preserve">, </w:t>
      </w:r>
    </w:p>
    <w:p w14:paraId="0E7B6022" w14:textId="35DD287A" w:rsidR="00DE5BA4" w:rsidRPr="004477C9" w:rsidRDefault="001F4C9B" w:rsidP="00862092">
      <w:pPr>
        <w:pStyle w:val="SingleTxtG"/>
        <w:spacing w:line="236" w:lineRule="atLeast"/>
        <w:ind w:firstLine="567"/>
      </w:pPr>
      <w:r>
        <w:rPr>
          <w:bCs/>
          <w:sz w:val="24"/>
          <w:szCs w:val="24"/>
        </w:rPr>
        <w:t xml:space="preserve">PP24 </w:t>
      </w:r>
      <w:r w:rsidR="00DE5BA4" w:rsidRPr="00A83F06">
        <w:rPr>
          <w:i/>
          <w:color w:val="000000"/>
          <w:sz w:val="24"/>
        </w:rPr>
        <w:t xml:space="preserve">Saluant </w:t>
      </w:r>
      <w:r>
        <w:rPr>
          <w:bCs/>
          <w:iCs/>
          <w:color w:val="000000"/>
          <w:sz w:val="24"/>
          <w:szCs w:val="24"/>
          <w:lang w:val="fr-FR"/>
        </w:rPr>
        <w:t>l'engagement continu de</w:t>
      </w:r>
      <w:r w:rsidR="00DE5BA4" w:rsidRPr="00A83F06">
        <w:rPr>
          <w:color w:val="000000"/>
          <w:sz w:val="24"/>
          <w:lang w:val="fr-FR"/>
        </w:rPr>
        <w:t xml:space="preserve"> </w:t>
      </w:r>
      <w:r w:rsidR="00DE5BA4" w:rsidRPr="00A83F06">
        <w:rPr>
          <w:color w:val="000000"/>
          <w:sz w:val="24"/>
        </w:rPr>
        <w:t xml:space="preserve">la Force conjointe du </w:t>
      </w:r>
      <w:r w:rsidR="001F19E6" w:rsidRPr="00A83F06">
        <w:rPr>
          <w:color w:val="000000"/>
          <w:sz w:val="24"/>
        </w:rPr>
        <w:t xml:space="preserve">Groupe de cinq pays du </w:t>
      </w:r>
      <w:r w:rsidR="00DE5BA4" w:rsidRPr="00A83F06">
        <w:rPr>
          <w:color w:val="000000"/>
          <w:sz w:val="24"/>
        </w:rPr>
        <w:t xml:space="preserve">Sahel </w:t>
      </w:r>
      <w:r w:rsidR="00DE5BA4" w:rsidRPr="00A83F06">
        <w:rPr>
          <w:color w:val="000000"/>
          <w:sz w:val="24"/>
          <w:lang w:val="fr-FR"/>
        </w:rPr>
        <w:t xml:space="preserve">et </w:t>
      </w:r>
      <w:r>
        <w:rPr>
          <w:bCs/>
          <w:color w:val="000000"/>
          <w:sz w:val="24"/>
          <w:szCs w:val="24"/>
          <w:lang w:val="fr-FR"/>
        </w:rPr>
        <w:t xml:space="preserve">du </w:t>
      </w:r>
      <w:r>
        <w:rPr>
          <w:bCs/>
          <w:iCs/>
          <w:color w:val="000000"/>
          <w:sz w:val="24"/>
          <w:szCs w:val="24"/>
          <w:lang w:val="fr-FR"/>
        </w:rPr>
        <w:t>Secrétaire exécutif</w:t>
      </w:r>
      <w:r>
        <w:rPr>
          <w:bCs/>
          <w:color w:val="000000"/>
          <w:sz w:val="24"/>
          <w:szCs w:val="24"/>
          <w:lang w:val="fr-FR"/>
        </w:rPr>
        <w:t xml:space="preserve"> du </w:t>
      </w:r>
      <w:r>
        <w:rPr>
          <w:bCs/>
          <w:iCs/>
          <w:color w:val="000000"/>
          <w:sz w:val="24"/>
          <w:szCs w:val="24"/>
          <w:lang w:val="fr-FR"/>
        </w:rPr>
        <w:t xml:space="preserve">G5 </w:t>
      </w:r>
      <w:r>
        <w:rPr>
          <w:bCs/>
          <w:color w:val="000000"/>
          <w:sz w:val="24"/>
          <w:szCs w:val="24"/>
          <w:lang w:val="fr-FR"/>
        </w:rPr>
        <w:t xml:space="preserve">Sahel </w:t>
      </w:r>
      <w:r>
        <w:rPr>
          <w:bCs/>
          <w:iCs/>
          <w:color w:val="000000"/>
          <w:sz w:val="24"/>
          <w:szCs w:val="24"/>
          <w:lang w:val="fr-FR"/>
        </w:rPr>
        <w:t xml:space="preserve">à </w:t>
      </w:r>
      <w:r w:rsidR="00DE5BA4" w:rsidRPr="00A83F06">
        <w:rPr>
          <w:color w:val="000000"/>
          <w:sz w:val="24"/>
          <w:lang w:val="fr-FR"/>
        </w:rPr>
        <w:t xml:space="preserve">mettre en œuvre </w:t>
      </w:r>
      <w:r>
        <w:rPr>
          <w:bCs/>
          <w:iCs/>
          <w:color w:val="000000"/>
          <w:sz w:val="24"/>
          <w:szCs w:val="24"/>
          <w:lang w:val="fr-FR"/>
        </w:rPr>
        <w:t>son</w:t>
      </w:r>
      <w:r w:rsidR="00DE5BA4" w:rsidRPr="00A83F06">
        <w:rPr>
          <w:color w:val="000000"/>
          <w:sz w:val="24"/>
          <w:lang w:val="fr-FR"/>
        </w:rPr>
        <w:t xml:space="preserve"> Cadre de conformité aux droits de </w:t>
      </w:r>
      <w:r>
        <w:rPr>
          <w:bCs/>
          <w:iCs/>
          <w:color w:val="000000"/>
          <w:sz w:val="24"/>
          <w:szCs w:val="24"/>
          <w:lang w:val="fr-FR"/>
        </w:rPr>
        <w:t>l'homme</w:t>
      </w:r>
      <w:r w:rsidR="00DE5BA4" w:rsidRPr="00A83F06">
        <w:rPr>
          <w:color w:val="000000"/>
          <w:sz w:val="24"/>
          <w:lang w:val="fr-FR"/>
        </w:rPr>
        <w:t xml:space="preserve"> et au droit international humanitaire</w:t>
      </w:r>
      <w:r>
        <w:rPr>
          <w:bCs/>
          <w:iCs/>
          <w:color w:val="000000"/>
          <w:sz w:val="24"/>
          <w:szCs w:val="24"/>
          <w:lang w:val="fr-FR"/>
        </w:rPr>
        <w:t xml:space="preserve">, soutenu par le Haut-Commissariat des Nations Unies aux droits de l’homme depuis 2018, avec le soutien financier de </w:t>
      </w:r>
      <w:r w:rsidR="00DE5BA4" w:rsidRPr="00A83F06">
        <w:rPr>
          <w:color w:val="000000"/>
          <w:sz w:val="24"/>
          <w:lang w:val="fr-FR"/>
        </w:rPr>
        <w:t xml:space="preserve">l’Union </w:t>
      </w:r>
      <w:r>
        <w:rPr>
          <w:bCs/>
          <w:iCs/>
          <w:color w:val="000000"/>
          <w:sz w:val="24"/>
          <w:szCs w:val="24"/>
          <w:lang w:val="fr-FR"/>
        </w:rPr>
        <w:t>Européenne</w:t>
      </w:r>
      <w:r w:rsidR="00DE5BA4" w:rsidRPr="00A83F06">
        <w:rPr>
          <w:color w:val="000000"/>
          <w:sz w:val="24"/>
          <w:lang w:val="fr-FR"/>
        </w:rPr>
        <w:t xml:space="preserve"> et </w:t>
      </w:r>
      <w:r w:rsidR="00DE5BA4" w:rsidRPr="00A83F06">
        <w:rPr>
          <w:color w:val="000000"/>
          <w:sz w:val="24"/>
        </w:rPr>
        <w:t>ses</w:t>
      </w:r>
      <w:r w:rsidR="00DE5BA4" w:rsidRPr="00A83F06">
        <w:rPr>
          <w:color w:val="000000"/>
          <w:sz w:val="24"/>
          <w:lang w:val="fr-FR"/>
        </w:rPr>
        <w:t xml:space="preserve"> </w:t>
      </w:r>
      <w:r w:rsidR="00BA2122" w:rsidRPr="00A83F06">
        <w:rPr>
          <w:color w:val="000000"/>
          <w:sz w:val="24"/>
          <w:lang w:val="fr-FR"/>
        </w:rPr>
        <w:t>É</w:t>
      </w:r>
      <w:r w:rsidR="00DE5BA4" w:rsidRPr="00A83F06">
        <w:rPr>
          <w:color w:val="000000"/>
          <w:sz w:val="24"/>
          <w:lang w:val="fr-FR"/>
        </w:rPr>
        <w:t xml:space="preserve">tats membres et </w:t>
      </w:r>
      <w:r>
        <w:rPr>
          <w:bCs/>
          <w:iCs/>
          <w:color w:val="000000"/>
          <w:sz w:val="24"/>
          <w:szCs w:val="24"/>
          <w:lang w:val="fr-FR"/>
        </w:rPr>
        <w:t xml:space="preserve">les progrès réalisés jusqu'à présent, </w:t>
      </w:r>
      <w:r>
        <w:rPr>
          <w:bCs/>
          <w:color w:val="000000"/>
          <w:sz w:val="24"/>
          <w:szCs w:val="24"/>
        </w:rPr>
        <w:t xml:space="preserve"> </w:t>
      </w:r>
    </w:p>
    <w:p w14:paraId="2E23AA55" w14:textId="2A4414DB" w:rsidR="00DE5BA4" w:rsidRPr="00A83F06" w:rsidRDefault="00DE5BA4" w:rsidP="00862092">
      <w:pPr>
        <w:pStyle w:val="SingleTxtG"/>
        <w:spacing w:line="236" w:lineRule="atLeast"/>
        <w:ind w:firstLine="567"/>
      </w:pPr>
      <w:r w:rsidRPr="00A83F06">
        <w:rPr>
          <w:sz w:val="24"/>
        </w:rPr>
        <w:t>1.</w:t>
      </w:r>
      <w:r w:rsidRPr="00A83F06">
        <w:rPr>
          <w:sz w:val="24"/>
        </w:rPr>
        <w:tab/>
      </w:r>
      <w:r w:rsidRPr="00A83F06">
        <w:rPr>
          <w:i/>
          <w:color w:val="000000"/>
          <w:sz w:val="24"/>
        </w:rPr>
        <w:t xml:space="preserve">Condamne fermement </w:t>
      </w:r>
      <w:r w:rsidRPr="00A83F06">
        <w:rPr>
          <w:color w:val="000000"/>
          <w:sz w:val="24"/>
        </w:rPr>
        <w:t xml:space="preserve">les violations des droits de l’homme et les atteintes à ces droits et les violations du droit international humanitaire, les violations des droits des enfants et les atteintes à ces droits, en </w:t>
      </w:r>
      <w:r w:rsidRPr="00A83F06">
        <w:rPr>
          <w:sz w:val="24"/>
        </w:rPr>
        <w:t xml:space="preserve">particulier le recrutement et l’utilisation d’enfants, en violation du droit international, ainsi que les exécutions extrajudiciaires et sommaires, les disparitions forcées, les arrestations et détentions arbitraires, les </w:t>
      </w:r>
      <w:r w:rsidR="001F4C9B" w:rsidRPr="00A83F06">
        <w:rPr>
          <w:bCs/>
          <w:iCs/>
          <w:sz w:val="24"/>
          <w:szCs w:val="24"/>
        </w:rPr>
        <w:t xml:space="preserve">actes de tortures et les </w:t>
      </w:r>
      <w:r w:rsidRPr="00A83F06">
        <w:rPr>
          <w:sz w:val="24"/>
        </w:rPr>
        <w:t xml:space="preserve">mauvais traitements infligés aux </w:t>
      </w:r>
      <w:r w:rsidR="001F4C9B" w:rsidRPr="00A83F06">
        <w:rPr>
          <w:bCs/>
          <w:iCs/>
          <w:sz w:val="24"/>
          <w:szCs w:val="24"/>
        </w:rPr>
        <w:t>personnes en détention</w:t>
      </w:r>
      <w:r w:rsidRPr="00A83F06">
        <w:rPr>
          <w:sz w:val="24"/>
        </w:rPr>
        <w:t>, le meurtre, la mutilation, ainsi que les attaques dirigées contre les écoles et les hôpitaux</w:t>
      </w:r>
      <w:r w:rsidR="0034281E" w:rsidRPr="00A83F06">
        <w:rPr>
          <w:sz w:val="24"/>
        </w:rPr>
        <w:t> </w:t>
      </w:r>
      <w:r w:rsidRPr="00A83F06">
        <w:rPr>
          <w:sz w:val="24"/>
        </w:rPr>
        <w:t>;</w:t>
      </w:r>
    </w:p>
    <w:p w14:paraId="3FBD91FE" w14:textId="77777777" w:rsidR="004745FF" w:rsidRDefault="001F4C9B">
      <w:pPr>
        <w:pStyle w:val="SingleTxtG"/>
        <w:spacing w:line="236" w:lineRule="atLeast"/>
        <w:ind w:firstLine="567"/>
      </w:pPr>
      <w:r w:rsidRPr="00A83F06">
        <w:rPr>
          <w:bCs/>
          <w:sz w:val="24"/>
          <w:szCs w:val="24"/>
        </w:rPr>
        <w:t xml:space="preserve">2. Condamne fermement les violations des droits de l’homme dont celles impliquant les violations des droits des femmes et les atteintes à ces droits, y compris la violence sexuelle ou basée sur le genre et salue la signature en mars 2019 </w:t>
      </w:r>
      <w:r>
        <w:rPr>
          <w:bCs/>
          <w:color w:val="000000"/>
          <w:sz w:val="24"/>
          <w:szCs w:val="24"/>
        </w:rPr>
        <w:t xml:space="preserve">du Communiqué conjoint entre le Mali et les Nations Unies en matière de prévention de violence sexuelle dans le contexte du conflit ; </w:t>
      </w:r>
    </w:p>
    <w:p w14:paraId="294A3847" w14:textId="10E0E31D" w:rsidR="00DE5BA4" w:rsidRPr="004477C9" w:rsidRDefault="001F4C9B" w:rsidP="00862092">
      <w:pPr>
        <w:pStyle w:val="SingleTxtG"/>
        <w:spacing w:line="236" w:lineRule="atLeast"/>
        <w:ind w:firstLine="567"/>
      </w:pPr>
      <w:r>
        <w:rPr>
          <w:bCs/>
          <w:sz w:val="24"/>
          <w:szCs w:val="24"/>
        </w:rPr>
        <w:t>3</w:t>
      </w:r>
      <w:r w:rsidR="00DE5BA4" w:rsidRPr="00A83F06">
        <w:rPr>
          <w:sz w:val="24"/>
        </w:rPr>
        <w:t>.</w:t>
      </w:r>
      <w:r w:rsidR="00DE5BA4" w:rsidRPr="00A83F06">
        <w:rPr>
          <w:sz w:val="24"/>
        </w:rPr>
        <w:tab/>
      </w:r>
      <w:r w:rsidR="00DE5BA4" w:rsidRPr="00A83F06">
        <w:rPr>
          <w:i/>
          <w:sz w:val="24"/>
        </w:rPr>
        <w:t xml:space="preserve">Demande </w:t>
      </w:r>
      <w:r w:rsidR="00DE5BA4" w:rsidRPr="00A83F06">
        <w:rPr>
          <w:sz w:val="24"/>
        </w:rPr>
        <w:t>à toutes les parties de respecter le caractère civil des écoles en tant que telles, conformément au droit international humanitaire</w:t>
      </w:r>
      <w:r w:rsidR="001E555B" w:rsidRPr="00A83F06">
        <w:rPr>
          <w:sz w:val="24"/>
        </w:rPr>
        <w:t>,</w:t>
      </w:r>
      <w:r w:rsidR="00DE5BA4" w:rsidRPr="00A83F06">
        <w:rPr>
          <w:sz w:val="24"/>
        </w:rPr>
        <w:t xml:space="preserve"> et de cesser de détenir des enfants pour atteinte à la sécurité nationale en violation du droit international applicable, exhorte toutes les parties à mettre fin à ces violations et atteintes, et à s’acquitter des obligations que leur impose le droit international applicable, y compris le droit international des droits de l’homme et le droit international humanitaire, salue à cet égard l’endossement par les autorités maliennes de la Déclaration sur la sécurité dans les écoles, en février 2019, et les encourage à y donner suite, notamment en dressant une liste des écoles fermées en raison de menaces directes ou </w:t>
      </w:r>
      <w:r w:rsidR="0036437B" w:rsidRPr="00A83F06">
        <w:rPr>
          <w:sz w:val="24"/>
        </w:rPr>
        <w:t>de l’insécurité</w:t>
      </w:r>
      <w:r w:rsidR="0034281E" w:rsidRPr="00A83F06">
        <w:rPr>
          <w:sz w:val="24"/>
        </w:rPr>
        <w:t> </w:t>
      </w:r>
      <w:r w:rsidR="006A0826" w:rsidRPr="00A83F06">
        <w:rPr>
          <w:sz w:val="24"/>
        </w:rPr>
        <w:t>;</w:t>
      </w:r>
    </w:p>
    <w:p w14:paraId="1F5DB484" w14:textId="1E7582F0" w:rsidR="00DE5BA4" w:rsidRPr="004477C9" w:rsidRDefault="001F4C9B" w:rsidP="00862092">
      <w:pPr>
        <w:pStyle w:val="SingleTxtG"/>
        <w:spacing w:line="236" w:lineRule="atLeast"/>
        <w:ind w:firstLine="567"/>
      </w:pPr>
      <w:r>
        <w:rPr>
          <w:bCs/>
          <w:sz w:val="24"/>
          <w:szCs w:val="24"/>
        </w:rPr>
        <w:t>4</w:t>
      </w:r>
      <w:r w:rsidR="00DE5BA4" w:rsidRPr="00A83F06">
        <w:rPr>
          <w:sz w:val="24"/>
        </w:rPr>
        <w:t>.</w:t>
      </w:r>
      <w:r w:rsidR="00DE5BA4" w:rsidRPr="00A83F06">
        <w:rPr>
          <w:sz w:val="24"/>
        </w:rPr>
        <w:tab/>
      </w:r>
      <w:r w:rsidR="00DE5BA4" w:rsidRPr="00A83F06">
        <w:rPr>
          <w:i/>
          <w:sz w:val="24"/>
        </w:rPr>
        <w:t xml:space="preserve">Rappelle à cet égard </w:t>
      </w:r>
      <w:r w:rsidR="00DE5BA4" w:rsidRPr="00A83F06">
        <w:rPr>
          <w:sz w:val="24"/>
        </w:rPr>
        <w:t>que tous les auteurs de tels actes doivent être amenés à en répondre devant les juridictions compétentes, au niveau</w:t>
      </w:r>
      <w:r w:rsidR="0036437B" w:rsidRPr="00A83F06">
        <w:rPr>
          <w:sz w:val="24"/>
        </w:rPr>
        <w:t xml:space="preserve"> tant national qu’international</w:t>
      </w:r>
      <w:r w:rsidR="0034281E" w:rsidRPr="00A83F06">
        <w:rPr>
          <w:sz w:val="24"/>
        </w:rPr>
        <w:t> </w:t>
      </w:r>
      <w:r w:rsidR="006A0826" w:rsidRPr="00A83F06">
        <w:rPr>
          <w:sz w:val="24"/>
        </w:rPr>
        <w:t>;</w:t>
      </w:r>
    </w:p>
    <w:p w14:paraId="68E2F2AF" w14:textId="58FFD274" w:rsidR="00DE5BA4" w:rsidRPr="004477C9" w:rsidRDefault="001F4C9B" w:rsidP="00862092">
      <w:pPr>
        <w:pStyle w:val="SingleTxtG"/>
        <w:spacing w:line="236" w:lineRule="atLeast"/>
        <w:ind w:firstLine="567"/>
      </w:pPr>
      <w:r>
        <w:rPr>
          <w:bCs/>
          <w:sz w:val="24"/>
          <w:szCs w:val="24"/>
        </w:rPr>
        <w:t>5</w:t>
      </w:r>
      <w:r w:rsidR="00DE5BA4" w:rsidRPr="00A83F06">
        <w:rPr>
          <w:sz w:val="24"/>
        </w:rPr>
        <w:t>.</w:t>
      </w:r>
      <w:r w:rsidR="00DE5BA4" w:rsidRPr="00A83F06">
        <w:rPr>
          <w:sz w:val="24"/>
        </w:rPr>
        <w:tab/>
      </w:r>
      <w:r w:rsidR="00DE5BA4" w:rsidRPr="00A83F06">
        <w:rPr>
          <w:i/>
          <w:sz w:val="24"/>
        </w:rPr>
        <w:t xml:space="preserve">Condamne fermement </w:t>
      </w:r>
      <w:r w:rsidR="00DE5BA4" w:rsidRPr="00A83F06">
        <w:rPr>
          <w:sz w:val="24"/>
        </w:rPr>
        <w:t>les attaques, y compris les attaques terroristes, contre les civils, les représentants d’institutions locales, régionales et centrales, ainsi que les Forces de défense et de sécurité maliennes, la Mission multidimensionnelle intégrée des Nations Unies pour la stabilisation au Mali</w:t>
      </w:r>
      <w:r>
        <w:rPr>
          <w:bCs/>
          <w:sz w:val="24"/>
          <w:szCs w:val="24"/>
        </w:rPr>
        <w:t xml:space="preserve">, </w:t>
      </w:r>
      <w:r>
        <w:rPr>
          <w:bCs/>
          <w:color w:val="000000"/>
          <w:sz w:val="24"/>
          <w:szCs w:val="24"/>
        </w:rPr>
        <w:t>la Force conjointe du G5 Sahel</w:t>
      </w:r>
      <w:r w:rsidR="00DE5BA4" w:rsidRPr="00A83F06">
        <w:rPr>
          <w:color w:val="000000"/>
          <w:sz w:val="24"/>
        </w:rPr>
        <w:t xml:space="preserve"> et les forces </w:t>
      </w:r>
      <w:r>
        <w:rPr>
          <w:bCs/>
          <w:iCs/>
          <w:color w:val="000000"/>
          <w:sz w:val="24"/>
          <w:szCs w:val="24"/>
        </w:rPr>
        <w:t>internationales</w:t>
      </w:r>
      <w:r w:rsidR="00DE5BA4" w:rsidRPr="00A83F06">
        <w:rPr>
          <w:color w:val="000000"/>
          <w:sz w:val="24"/>
        </w:rPr>
        <w:t xml:space="preserve"> déployées dans le cadre </w:t>
      </w:r>
      <w:r>
        <w:rPr>
          <w:bCs/>
          <w:iCs/>
          <w:color w:val="000000"/>
          <w:sz w:val="24"/>
          <w:szCs w:val="24"/>
        </w:rPr>
        <w:t>des</w:t>
      </w:r>
      <w:r>
        <w:rPr>
          <w:bCs/>
          <w:color w:val="000000"/>
          <w:sz w:val="24"/>
          <w:szCs w:val="24"/>
        </w:rPr>
        <w:t xml:space="preserve">  opération</w:t>
      </w:r>
      <w:r>
        <w:rPr>
          <w:bCs/>
          <w:iCs/>
          <w:color w:val="000000"/>
          <w:sz w:val="24"/>
          <w:szCs w:val="24"/>
        </w:rPr>
        <w:t>s</w:t>
      </w:r>
      <w:r w:rsidR="00DE5BA4" w:rsidRPr="00A83F06">
        <w:rPr>
          <w:color w:val="000000"/>
          <w:sz w:val="24"/>
        </w:rPr>
        <w:t xml:space="preserve"> Barkhane</w:t>
      </w:r>
      <w:r>
        <w:rPr>
          <w:bCs/>
          <w:color w:val="000000"/>
          <w:sz w:val="24"/>
          <w:szCs w:val="24"/>
        </w:rPr>
        <w:t xml:space="preserve"> </w:t>
      </w:r>
      <w:r>
        <w:rPr>
          <w:bCs/>
          <w:iCs/>
          <w:color w:val="000000"/>
          <w:sz w:val="24"/>
          <w:szCs w:val="24"/>
        </w:rPr>
        <w:t>et Takuba</w:t>
      </w:r>
      <w:r w:rsidR="00DE5BA4" w:rsidRPr="00A83F06">
        <w:rPr>
          <w:color w:val="000000"/>
          <w:sz w:val="24"/>
        </w:rPr>
        <w:t xml:space="preserve">, souligne </w:t>
      </w:r>
      <w:r w:rsidR="00DE5BA4" w:rsidRPr="00A83F06">
        <w:rPr>
          <w:sz w:val="24"/>
        </w:rPr>
        <w:t xml:space="preserve">l’importance de traduire en justice les auteurs, commanditaires et organisateurs de ces actes et ceux qui les ont financés, et exhorte le Gouvernement de transition </w:t>
      </w:r>
      <w:r w:rsidR="00167C65" w:rsidRPr="00A83F06">
        <w:rPr>
          <w:sz w:val="24"/>
        </w:rPr>
        <w:t>malien</w:t>
      </w:r>
      <w:r w:rsidR="00DE5BA4" w:rsidRPr="00A83F06">
        <w:rPr>
          <w:sz w:val="24"/>
        </w:rPr>
        <w:t xml:space="preserve"> à intensifier </w:t>
      </w:r>
      <w:r w:rsidR="00C7774E" w:rsidRPr="00A83F06">
        <w:rPr>
          <w:sz w:val="24"/>
        </w:rPr>
        <w:t>ses</w:t>
      </w:r>
      <w:r w:rsidR="00DE5BA4" w:rsidRPr="00A83F06">
        <w:rPr>
          <w:sz w:val="24"/>
        </w:rPr>
        <w:t xml:space="preserve"> efforts pour s’assurer que les auteurs de ces actes soi</w:t>
      </w:r>
      <w:r w:rsidR="006A0826" w:rsidRPr="00A83F06">
        <w:rPr>
          <w:sz w:val="24"/>
        </w:rPr>
        <w:t>ent poursuivis, le cas échéant</w:t>
      </w:r>
      <w:r w:rsidR="0034281E" w:rsidRPr="00A83F06">
        <w:rPr>
          <w:sz w:val="24"/>
        </w:rPr>
        <w:t> </w:t>
      </w:r>
      <w:r w:rsidR="006A0826" w:rsidRPr="00A83F06">
        <w:rPr>
          <w:sz w:val="24"/>
        </w:rPr>
        <w:t>;</w:t>
      </w:r>
    </w:p>
    <w:p w14:paraId="65850F65" w14:textId="3DCE48AA" w:rsidR="00DE5BA4" w:rsidRPr="004477C9" w:rsidRDefault="001F4C9B" w:rsidP="00862092">
      <w:pPr>
        <w:pStyle w:val="SingleTxtG"/>
        <w:spacing w:line="236" w:lineRule="atLeast"/>
        <w:ind w:firstLine="567"/>
      </w:pPr>
      <w:r>
        <w:rPr>
          <w:bCs/>
          <w:color w:val="000000"/>
          <w:sz w:val="24"/>
          <w:szCs w:val="24"/>
        </w:rPr>
        <w:t>6</w:t>
      </w:r>
      <w:r w:rsidR="00DE5BA4" w:rsidRPr="00A83F06">
        <w:rPr>
          <w:color w:val="000000"/>
          <w:sz w:val="24"/>
        </w:rPr>
        <w:t>.</w:t>
      </w:r>
      <w:r w:rsidR="00DE5BA4" w:rsidRPr="00A83F06">
        <w:rPr>
          <w:color w:val="000000"/>
          <w:sz w:val="24"/>
        </w:rPr>
        <w:tab/>
      </w:r>
      <w:r w:rsidR="00DE5BA4" w:rsidRPr="00A83F06">
        <w:rPr>
          <w:i/>
          <w:color w:val="000000"/>
          <w:sz w:val="24"/>
        </w:rPr>
        <w:t xml:space="preserve">Condamne fermement également </w:t>
      </w:r>
      <w:r>
        <w:rPr>
          <w:bCs/>
          <w:color w:val="000000"/>
          <w:sz w:val="24"/>
          <w:szCs w:val="24"/>
        </w:rPr>
        <w:t xml:space="preserve">les attaques contre </w:t>
      </w:r>
      <w:r w:rsidR="00DE5BA4" w:rsidRPr="00A83F06">
        <w:rPr>
          <w:color w:val="000000"/>
          <w:sz w:val="24"/>
        </w:rPr>
        <w:t xml:space="preserve">la </w:t>
      </w:r>
      <w:r>
        <w:rPr>
          <w:bCs/>
          <w:color w:val="000000"/>
          <w:sz w:val="24"/>
          <w:szCs w:val="24"/>
        </w:rPr>
        <w:t>population civile menées dans le cadre</w:t>
      </w:r>
      <w:r w:rsidR="00DE5BA4" w:rsidRPr="00A83F06">
        <w:rPr>
          <w:color w:val="000000"/>
          <w:sz w:val="24"/>
        </w:rPr>
        <w:t xml:space="preserve"> des violences intercommunautaires,</w:t>
      </w:r>
      <w:r w:rsidR="00DE5BA4" w:rsidRPr="00A83F06">
        <w:rPr>
          <w:i/>
          <w:color w:val="000000"/>
          <w:sz w:val="24"/>
        </w:rPr>
        <w:t xml:space="preserve"> appelle</w:t>
      </w:r>
      <w:r w:rsidR="00DE5BA4" w:rsidRPr="00A83F06">
        <w:rPr>
          <w:color w:val="000000"/>
          <w:sz w:val="24"/>
        </w:rPr>
        <w:t xml:space="preserve"> le Gouvernement de transition malien, avec l’appui de la Mission multidimensionnelle intégrée des Nations Unies pour la stabilisation au Mali et de la communauté internationale, à renforcer ses efforts en faveur de la réconciliation nationale et en vue de prévenir les violences dans les foyers de tensions identifiés</w:t>
      </w:r>
      <w:r>
        <w:rPr>
          <w:bCs/>
          <w:color w:val="000000"/>
          <w:sz w:val="24"/>
          <w:szCs w:val="24"/>
        </w:rPr>
        <w:t xml:space="preserve"> </w:t>
      </w:r>
      <w:r w:rsidR="006A0826" w:rsidRPr="00A83F06">
        <w:rPr>
          <w:color w:val="000000"/>
          <w:sz w:val="24"/>
        </w:rPr>
        <w:t>;</w:t>
      </w:r>
    </w:p>
    <w:p w14:paraId="3CAC7E24" w14:textId="2DC68710" w:rsidR="00DE5BA4" w:rsidRPr="004477C9" w:rsidRDefault="001F4C9B" w:rsidP="00862092">
      <w:pPr>
        <w:pStyle w:val="SingleTxtG"/>
        <w:spacing w:line="236" w:lineRule="atLeast"/>
        <w:ind w:firstLine="567"/>
      </w:pPr>
      <w:r>
        <w:rPr>
          <w:bCs/>
          <w:sz w:val="24"/>
          <w:szCs w:val="24"/>
        </w:rPr>
        <w:t>7</w:t>
      </w:r>
      <w:r w:rsidR="00DE5BA4" w:rsidRPr="00A83F06">
        <w:rPr>
          <w:sz w:val="24"/>
        </w:rPr>
        <w:t>.</w:t>
      </w:r>
      <w:r w:rsidR="00DE5BA4" w:rsidRPr="00A83F06">
        <w:rPr>
          <w:sz w:val="24"/>
        </w:rPr>
        <w:tab/>
      </w:r>
      <w:r w:rsidR="00DE5BA4" w:rsidRPr="00A83F06">
        <w:rPr>
          <w:i/>
          <w:sz w:val="24"/>
        </w:rPr>
        <w:t xml:space="preserve">Souligne </w:t>
      </w:r>
      <w:r w:rsidR="00DE5BA4" w:rsidRPr="00A83F06">
        <w:rPr>
          <w:sz w:val="24"/>
        </w:rPr>
        <w:t xml:space="preserve">que la stabilisation de la situation dans le centre du Mali ne peut se faire sans un plan pleinement intégré englobant la poursuite simultanée de progrès sur les plans de la sécurité, de la gouvernance, du développement et de la réconciliation, ainsi que du respect, de la protection et de la </w:t>
      </w:r>
      <w:r w:rsidR="0036437B" w:rsidRPr="00A83F06">
        <w:rPr>
          <w:sz w:val="24"/>
        </w:rPr>
        <w:t>promotion des droits de l’homme</w:t>
      </w:r>
      <w:r w:rsidR="0034281E" w:rsidRPr="00A83F06">
        <w:rPr>
          <w:i/>
          <w:sz w:val="24"/>
        </w:rPr>
        <w:t> </w:t>
      </w:r>
      <w:r w:rsidR="006A0826" w:rsidRPr="00A83F06">
        <w:rPr>
          <w:i/>
          <w:sz w:val="24"/>
        </w:rPr>
        <w:t>;</w:t>
      </w:r>
    </w:p>
    <w:p w14:paraId="40700CDC" w14:textId="34383A78" w:rsidR="00DE5BA4" w:rsidRPr="004477C9" w:rsidRDefault="001F4C9B" w:rsidP="00862092">
      <w:pPr>
        <w:pStyle w:val="SingleTxtG"/>
        <w:spacing w:line="236" w:lineRule="atLeast"/>
        <w:ind w:firstLine="567"/>
      </w:pPr>
      <w:r>
        <w:rPr>
          <w:bCs/>
          <w:sz w:val="24"/>
          <w:szCs w:val="24"/>
        </w:rPr>
        <w:t>8</w:t>
      </w:r>
      <w:r w:rsidR="00DE5BA4" w:rsidRPr="00A83F06">
        <w:rPr>
          <w:sz w:val="24"/>
        </w:rPr>
        <w:t>.</w:t>
      </w:r>
      <w:r w:rsidR="00DE5BA4" w:rsidRPr="00A83F06">
        <w:rPr>
          <w:sz w:val="24"/>
        </w:rPr>
        <w:tab/>
      </w:r>
      <w:r w:rsidR="00DE5BA4" w:rsidRPr="00A83F06">
        <w:rPr>
          <w:i/>
          <w:sz w:val="24"/>
        </w:rPr>
        <w:t xml:space="preserve">Renouvelle </w:t>
      </w:r>
      <w:r w:rsidR="00DE5BA4" w:rsidRPr="00A83F06">
        <w:rPr>
          <w:sz w:val="24"/>
        </w:rPr>
        <w:t>son appel à l’arrêt immédiat des violations des droits de l’homme et des atteintes à ces droits, et des violations du droit international humanitaire, ainsi qu’au strict respect des droits de l’homm</w:t>
      </w:r>
      <w:r w:rsidR="0036437B" w:rsidRPr="00A83F06">
        <w:rPr>
          <w:sz w:val="24"/>
        </w:rPr>
        <w:t>e et des libertés fondamentales</w:t>
      </w:r>
      <w:r w:rsidR="0034281E" w:rsidRPr="00A83F06">
        <w:rPr>
          <w:i/>
          <w:sz w:val="24"/>
        </w:rPr>
        <w:t> </w:t>
      </w:r>
      <w:r w:rsidR="006A0826" w:rsidRPr="00A83F06">
        <w:rPr>
          <w:i/>
          <w:sz w:val="24"/>
        </w:rPr>
        <w:t>;</w:t>
      </w:r>
    </w:p>
    <w:p w14:paraId="25AA2F56" w14:textId="6C27D646" w:rsidR="00DE5BA4" w:rsidRPr="004477C9" w:rsidRDefault="001F4C9B" w:rsidP="00862092">
      <w:pPr>
        <w:pStyle w:val="SingleTxtG"/>
        <w:spacing w:line="236" w:lineRule="atLeast"/>
        <w:ind w:firstLine="567"/>
      </w:pPr>
      <w:r>
        <w:rPr>
          <w:bCs/>
          <w:sz w:val="24"/>
          <w:szCs w:val="24"/>
        </w:rPr>
        <w:t>9</w:t>
      </w:r>
      <w:r w:rsidR="00DE5BA4" w:rsidRPr="00A83F06">
        <w:rPr>
          <w:sz w:val="24"/>
        </w:rPr>
        <w:t>.</w:t>
      </w:r>
      <w:r w:rsidR="00DE5BA4" w:rsidRPr="00A83F06">
        <w:rPr>
          <w:sz w:val="24"/>
        </w:rPr>
        <w:tab/>
      </w:r>
      <w:r w:rsidR="00DE5BA4" w:rsidRPr="00A83F06">
        <w:rPr>
          <w:i/>
          <w:sz w:val="24"/>
        </w:rPr>
        <w:t xml:space="preserve">Demande </w:t>
      </w:r>
      <w:r w:rsidR="00DE5BA4" w:rsidRPr="00A83F06">
        <w:rPr>
          <w:color w:val="000000"/>
          <w:sz w:val="24"/>
        </w:rPr>
        <w:t>à toutes les parties</w:t>
      </w:r>
      <w:r w:rsidR="00DE5BA4" w:rsidRPr="00A83F06">
        <w:rPr>
          <w:color w:val="FF0000"/>
          <w:sz w:val="24"/>
        </w:rPr>
        <w:t xml:space="preserve"> </w:t>
      </w:r>
      <w:r w:rsidR="00C33E0E" w:rsidRPr="00A83F06">
        <w:rPr>
          <w:sz w:val="24"/>
        </w:rPr>
        <w:t>de permettre, conformément aux dispositions applicables du droit international humanitaire et aux principes humanitaires,</w:t>
      </w:r>
      <w:r w:rsidR="00DE5BA4" w:rsidRPr="00A83F06">
        <w:rPr>
          <w:sz w:val="24"/>
        </w:rPr>
        <w:t xml:space="preserve"> un accès humanitaire sûr, complet, immédiat</w:t>
      </w:r>
      <w:r w:rsidR="00BD10AB" w:rsidRPr="00A83F06">
        <w:rPr>
          <w:sz w:val="24"/>
        </w:rPr>
        <w:t xml:space="preserve"> et</w:t>
      </w:r>
      <w:r w:rsidR="00DE5BA4" w:rsidRPr="00A83F06">
        <w:rPr>
          <w:sz w:val="24"/>
        </w:rPr>
        <w:t xml:space="preserve"> sans entrave, de faciliter le libre passage en toute sécurité et sans restriction de l’aide humanitaire afin qu’elle puisse être rapidement distribuée à tous ceux qui en ont besoin sur tout le territoire malien, et d’assurer la sécurité et la protection des civils qui la reçoivent et celles du personnel humanitaire </w:t>
      </w:r>
      <w:r w:rsidR="0036437B" w:rsidRPr="00A83F06">
        <w:rPr>
          <w:sz w:val="24"/>
        </w:rPr>
        <w:t>et de santé travaillant au Mali</w:t>
      </w:r>
      <w:r w:rsidR="0034281E" w:rsidRPr="00A83F06">
        <w:rPr>
          <w:sz w:val="24"/>
        </w:rPr>
        <w:t> </w:t>
      </w:r>
      <w:r w:rsidR="006A0826" w:rsidRPr="00A83F06">
        <w:rPr>
          <w:sz w:val="24"/>
        </w:rPr>
        <w:t>;</w:t>
      </w:r>
      <w:r>
        <w:rPr>
          <w:bCs/>
          <w:sz w:val="24"/>
          <w:szCs w:val="24"/>
        </w:rPr>
        <w:t xml:space="preserve"> </w:t>
      </w:r>
    </w:p>
    <w:p w14:paraId="0CE6C0CD" w14:textId="4F541C9C" w:rsidR="00DE5BA4" w:rsidRPr="004477C9" w:rsidRDefault="001F4C9B" w:rsidP="00862092">
      <w:pPr>
        <w:pStyle w:val="SingleTxtG"/>
        <w:spacing w:line="236" w:lineRule="atLeast"/>
        <w:ind w:firstLine="567"/>
      </w:pPr>
      <w:r>
        <w:rPr>
          <w:bCs/>
          <w:sz w:val="24"/>
          <w:szCs w:val="24"/>
        </w:rPr>
        <w:t>10</w:t>
      </w:r>
      <w:r w:rsidR="00DE5BA4" w:rsidRPr="00A83F06">
        <w:rPr>
          <w:sz w:val="24"/>
        </w:rPr>
        <w:t>.</w:t>
      </w:r>
      <w:r w:rsidR="00DE5BA4" w:rsidRPr="00A83F06">
        <w:rPr>
          <w:sz w:val="24"/>
        </w:rPr>
        <w:tab/>
      </w:r>
      <w:r w:rsidR="00DE5BA4" w:rsidRPr="00A83F06">
        <w:rPr>
          <w:i/>
          <w:sz w:val="24"/>
        </w:rPr>
        <w:t>Encourage</w:t>
      </w:r>
      <w:r w:rsidR="00DE5BA4" w:rsidRPr="00A83F06">
        <w:rPr>
          <w:sz w:val="24"/>
        </w:rPr>
        <w:t xml:space="preserve"> les autorités de transition maliennes à poursuivre la mise en œuvre des recommandations acceptées lors du troisième cycle de l’Examen périodique universel du Mali, et appelle notamment à l’adoption de la loi contre les violences basées sur le genre ainsi </w:t>
      </w:r>
      <w:r w:rsidR="0018172E" w:rsidRPr="00A83F06">
        <w:rPr>
          <w:sz w:val="24"/>
        </w:rPr>
        <w:t>qu’à</w:t>
      </w:r>
      <w:r w:rsidR="00DE5BA4" w:rsidRPr="00A83F06">
        <w:rPr>
          <w:sz w:val="24"/>
        </w:rPr>
        <w:t xml:space="preserve"> la poursuite des effor</w:t>
      </w:r>
      <w:r w:rsidR="006A0826" w:rsidRPr="00A83F06">
        <w:rPr>
          <w:sz w:val="24"/>
        </w:rPr>
        <w:t>ts de lutte contre l’esclavage</w:t>
      </w:r>
      <w:r>
        <w:rPr>
          <w:bCs/>
          <w:sz w:val="24"/>
          <w:szCs w:val="24"/>
        </w:rPr>
        <w:t xml:space="preserve">, </w:t>
      </w:r>
      <w:r>
        <w:rPr>
          <w:bCs/>
          <w:color w:val="000000"/>
          <w:sz w:val="24"/>
          <w:szCs w:val="24"/>
        </w:rPr>
        <w:t>salue les avancées judiciaires et législatives réalisées à cet égard</w:t>
      </w:r>
      <w:r w:rsidR="0034281E" w:rsidRPr="00A83F06">
        <w:rPr>
          <w:color w:val="000000"/>
          <w:sz w:val="24"/>
        </w:rPr>
        <w:t> </w:t>
      </w:r>
      <w:r w:rsidR="006A0826" w:rsidRPr="00A83F06">
        <w:rPr>
          <w:color w:val="000000"/>
          <w:sz w:val="24"/>
        </w:rPr>
        <w:t>;</w:t>
      </w:r>
    </w:p>
    <w:p w14:paraId="0B7F21B0" w14:textId="68DA7D23" w:rsidR="00DE5BA4" w:rsidRPr="004477C9" w:rsidRDefault="001F4C9B" w:rsidP="00862092">
      <w:pPr>
        <w:pStyle w:val="SingleTxtG"/>
        <w:spacing w:line="236" w:lineRule="atLeast"/>
        <w:ind w:firstLine="567"/>
      </w:pPr>
      <w:r>
        <w:rPr>
          <w:bCs/>
          <w:sz w:val="24"/>
          <w:szCs w:val="24"/>
        </w:rPr>
        <w:t>11</w:t>
      </w:r>
      <w:r w:rsidR="00DE5BA4" w:rsidRPr="00A83F06">
        <w:rPr>
          <w:sz w:val="24"/>
        </w:rPr>
        <w:t>.</w:t>
      </w:r>
      <w:r w:rsidR="00DE5BA4" w:rsidRPr="00A83F06">
        <w:rPr>
          <w:sz w:val="24"/>
        </w:rPr>
        <w:tab/>
      </w:r>
      <w:r w:rsidR="00DE5BA4" w:rsidRPr="00A83F06">
        <w:rPr>
          <w:i/>
          <w:sz w:val="24"/>
        </w:rPr>
        <w:t xml:space="preserve">Encourage </w:t>
      </w:r>
      <w:r w:rsidR="00DE5BA4" w:rsidRPr="00A83F06">
        <w:rPr>
          <w:sz w:val="24"/>
        </w:rPr>
        <w:t xml:space="preserve">la communauté internationale à poursuivre son soutien aux efforts des autorités de transition et des parties maliennes dans le cadre d’une meilleure implication des femmes dans le processus de réconciliation nationale et dans toutes les structures de décision du processus de paix, </w:t>
      </w:r>
      <w:r w:rsidR="00647DFC" w:rsidRPr="00A83F06">
        <w:rPr>
          <w:sz w:val="24"/>
        </w:rPr>
        <w:t>ainsi que de</w:t>
      </w:r>
      <w:r w:rsidR="00DE5BA4" w:rsidRPr="00A83F06">
        <w:rPr>
          <w:sz w:val="24"/>
        </w:rPr>
        <w:t xml:space="preserve"> leur autonomisation politique à tous les niveaux, encourage également les autorités de transition et les parties maliennes à renfor</w:t>
      </w:r>
      <w:r w:rsidR="0036437B" w:rsidRPr="00A83F06">
        <w:rPr>
          <w:sz w:val="24"/>
        </w:rPr>
        <w:t>cer leurs efforts en la matière</w:t>
      </w:r>
      <w:r w:rsidR="0034281E" w:rsidRPr="00A83F06">
        <w:rPr>
          <w:sz w:val="24"/>
        </w:rPr>
        <w:t> </w:t>
      </w:r>
      <w:r w:rsidR="006A0826" w:rsidRPr="00A83F06">
        <w:rPr>
          <w:sz w:val="24"/>
        </w:rPr>
        <w:t>;</w:t>
      </w:r>
    </w:p>
    <w:p w14:paraId="273C0CAB" w14:textId="20FF9A35" w:rsidR="00DE5BA4" w:rsidRPr="004477C9" w:rsidRDefault="001F4C9B" w:rsidP="00862092">
      <w:pPr>
        <w:pStyle w:val="SingleTxtG"/>
        <w:spacing w:line="236" w:lineRule="atLeast"/>
        <w:ind w:firstLine="567"/>
      </w:pPr>
      <w:r>
        <w:rPr>
          <w:bCs/>
          <w:sz w:val="24"/>
          <w:szCs w:val="24"/>
        </w:rPr>
        <w:t>12</w:t>
      </w:r>
      <w:r w:rsidR="00DE5BA4" w:rsidRPr="00A83F06">
        <w:rPr>
          <w:sz w:val="24"/>
        </w:rPr>
        <w:t>.</w:t>
      </w:r>
      <w:r w:rsidR="00DE5BA4" w:rsidRPr="00A83F06">
        <w:rPr>
          <w:sz w:val="24"/>
        </w:rPr>
        <w:tab/>
      </w:r>
      <w:r w:rsidR="00DE5BA4" w:rsidRPr="00A83F06">
        <w:rPr>
          <w:i/>
          <w:sz w:val="24"/>
        </w:rPr>
        <w:t xml:space="preserve">Engage </w:t>
      </w:r>
      <w:r w:rsidR="00DE5BA4" w:rsidRPr="00A83F06">
        <w:rPr>
          <w:sz w:val="24"/>
        </w:rPr>
        <w:t xml:space="preserve">tous les signataires de l’Accord pour la paix et la réconciliation au Mali à mettre en œuvre l’intégralité de ses dispositions, y compris celles qui portent sur le désarmement, la démobilisation et la réinsertion des anciens combattants, sur le redéploiement des forces armées maliennes sur l’ensemble du territoire et sur la décentralisation, sur la lutte contre l’impunité, sur le fonctionnement des administrations intérimaires dans le nord et sur la participation des femmes, se félicite à cet égard </w:t>
      </w:r>
      <w:r w:rsidR="00AC777F" w:rsidRPr="00A83F06">
        <w:rPr>
          <w:sz w:val="24"/>
        </w:rPr>
        <w:t xml:space="preserve">de </w:t>
      </w:r>
      <w:r w:rsidR="00DE5BA4" w:rsidRPr="00A83F06">
        <w:rPr>
          <w:sz w:val="24"/>
        </w:rPr>
        <w:t xml:space="preserve">l’inclusion des femmes dans le </w:t>
      </w:r>
      <w:r w:rsidR="00085E7B" w:rsidRPr="00A83F06">
        <w:rPr>
          <w:sz w:val="24"/>
        </w:rPr>
        <w:t>C</w:t>
      </w:r>
      <w:r w:rsidR="00DE5BA4" w:rsidRPr="00A83F06">
        <w:rPr>
          <w:sz w:val="24"/>
        </w:rPr>
        <w:t>omité de suivi de l’Accord</w:t>
      </w:r>
      <w:r w:rsidR="00085E7B" w:rsidRPr="00A83F06">
        <w:rPr>
          <w:sz w:val="24"/>
        </w:rPr>
        <w:t>,</w:t>
      </w:r>
      <w:r w:rsidR="00DE5BA4" w:rsidRPr="00A83F06">
        <w:rPr>
          <w:sz w:val="24"/>
        </w:rPr>
        <w:t xml:space="preserve"> </w:t>
      </w:r>
      <w:r w:rsidR="00085E7B" w:rsidRPr="00A83F06">
        <w:rPr>
          <w:sz w:val="24"/>
        </w:rPr>
        <w:t>qui constitue</w:t>
      </w:r>
      <w:r w:rsidR="00DE5BA4" w:rsidRPr="00A83F06">
        <w:rPr>
          <w:sz w:val="24"/>
        </w:rPr>
        <w:t xml:space="preserve"> un pas important, et salue l’engagement du Centre Carter en tant qu’obse</w:t>
      </w:r>
      <w:r w:rsidR="0036437B" w:rsidRPr="00A83F06">
        <w:rPr>
          <w:sz w:val="24"/>
        </w:rPr>
        <w:t>rvateur indépendant de l’Accord</w:t>
      </w:r>
      <w:r w:rsidR="00A4641C" w:rsidRPr="00A83F06">
        <w:rPr>
          <w:sz w:val="24"/>
        </w:rPr>
        <w:t> </w:t>
      </w:r>
      <w:r w:rsidR="006A0826" w:rsidRPr="00A83F06">
        <w:rPr>
          <w:sz w:val="24"/>
        </w:rPr>
        <w:t>;</w:t>
      </w:r>
    </w:p>
    <w:p w14:paraId="45BECAA5" w14:textId="08CBABB7" w:rsidR="00DE5BA4" w:rsidRPr="004477C9" w:rsidRDefault="001F4C9B" w:rsidP="00862092">
      <w:pPr>
        <w:pStyle w:val="SingleTxtG"/>
        <w:spacing w:line="236" w:lineRule="atLeast"/>
        <w:ind w:firstLine="567"/>
      </w:pPr>
      <w:r>
        <w:rPr>
          <w:bCs/>
          <w:sz w:val="24"/>
          <w:szCs w:val="24"/>
        </w:rPr>
        <w:t>13</w:t>
      </w:r>
      <w:r w:rsidR="00DE5BA4" w:rsidRPr="00A83F06">
        <w:rPr>
          <w:sz w:val="24"/>
        </w:rPr>
        <w:t>.</w:t>
      </w:r>
      <w:r w:rsidR="00DE5BA4" w:rsidRPr="00A83F06">
        <w:rPr>
          <w:sz w:val="24"/>
        </w:rPr>
        <w:tab/>
      </w:r>
      <w:r w:rsidR="00DE5BA4" w:rsidRPr="00A83F06">
        <w:rPr>
          <w:i/>
          <w:sz w:val="24"/>
        </w:rPr>
        <w:t xml:space="preserve">Encourage </w:t>
      </w:r>
      <w:r w:rsidR="00DE5BA4" w:rsidRPr="00A83F06">
        <w:rPr>
          <w:sz w:val="24"/>
        </w:rPr>
        <w:t xml:space="preserve">les autorités de transition maliennes à mettre en place toutes les mesures nécessaires visant à prévenir le recrutement </w:t>
      </w:r>
      <w:bookmarkStart w:id="3" w:name="_Hlk2689915"/>
      <w:r w:rsidR="00DE5BA4" w:rsidRPr="00A83F06">
        <w:rPr>
          <w:sz w:val="24"/>
        </w:rPr>
        <w:t xml:space="preserve">et l’utilisation d’enfants en violation du droit international, </w:t>
      </w:r>
      <w:bookmarkEnd w:id="3"/>
      <w:r w:rsidR="00DE5BA4" w:rsidRPr="00A83F06">
        <w:rPr>
          <w:sz w:val="24"/>
        </w:rPr>
        <w:t xml:space="preserve">à faire cesser ces pratiques, à </w:t>
      </w:r>
      <w:r w:rsidR="00840667" w:rsidRPr="00A83F06">
        <w:rPr>
          <w:sz w:val="24"/>
        </w:rPr>
        <w:t>mettre en œuvre</w:t>
      </w:r>
      <w:r w:rsidR="00DE5BA4" w:rsidRPr="00A83F06">
        <w:rPr>
          <w:sz w:val="24"/>
        </w:rPr>
        <w:t xml:space="preserve"> des programmes durables de réintégration et de réhabilitation, y compris en prenant en compte la dimension de genre</w:t>
      </w:r>
      <w:r w:rsidR="0078083B" w:rsidRPr="00A83F06">
        <w:rPr>
          <w:sz w:val="24"/>
        </w:rPr>
        <w:t>,</w:t>
      </w:r>
      <w:r w:rsidR="00DE5BA4" w:rsidRPr="00A83F06">
        <w:rPr>
          <w:sz w:val="24"/>
        </w:rPr>
        <w:t xml:space="preserve"> et </w:t>
      </w:r>
      <w:r w:rsidR="0078083B" w:rsidRPr="00A83F06">
        <w:rPr>
          <w:sz w:val="24"/>
        </w:rPr>
        <w:t xml:space="preserve">à </w:t>
      </w:r>
      <w:r w:rsidR="00DE5BA4" w:rsidRPr="00A83F06">
        <w:rPr>
          <w:sz w:val="24"/>
        </w:rPr>
        <w:t xml:space="preserve">adopter </w:t>
      </w:r>
      <w:r w:rsidR="00A15E1E" w:rsidRPr="00A83F06">
        <w:rPr>
          <w:sz w:val="24"/>
        </w:rPr>
        <w:t>la loi sur</w:t>
      </w:r>
      <w:r w:rsidR="004E2152" w:rsidRPr="00A83F06">
        <w:rPr>
          <w:sz w:val="24"/>
        </w:rPr>
        <w:t xml:space="preserve"> la</w:t>
      </w:r>
      <w:r w:rsidR="0036437B" w:rsidRPr="00A83F06">
        <w:rPr>
          <w:sz w:val="24"/>
        </w:rPr>
        <w:t xml:space="preserve"> protection de l’</w:t>
      </w:r>
      <w:r w:rsidR="004E2152" w:rsidRPr="00A83F06">
        <w:rPr>
          <w:sz w:val="24"/>
        </w:rPr>
        <w:t>enfant</w:t>
      </w:r>
      <w:r w:rsidR="00A4641C" w:rsidRPr="00A83F06">
        <w:rPr>
          <w:sz w:val="24"/>
        </w:rPr>
        <w:t> </w:t>
      </w:r>
      <w:r w:rsidR="006A0826" w:rsidRPr="00A83F06">
        <w:rPr>
          <w:sz w:val="24"/>
        </w:rPr>
        <w:t>;</w:t>
      </w:r>
    </w:p>
    <w:p w14:paraId="43710391" w14:textId="08873166" w:rsidR="00DE5BA4" w:rsidRPr="00A83F06" w:rsidRDefault="001F4C9B" w:rsidP="00862092">
      <w:pPr>
        <w:pStyle w:val="SingleTxtG"/>
        <w:spacing w:line="236" w:lineRule="atLeast"/>
        <w:ind w:firstLine="567"/>
      </w:pPr>
      <w:r>
        <w:rPr>
          <w:bCs/>
          <w:sz w:val="24"/>
          <w:szCs w:val="24"/>
        </w:rPr>
        <w:t>14</w:t>
      </w:r>
      <w:r w:rsidR="00DE5BA4" w:rsidRPr="00A83F06">
        <w:rPr>
          <w:sz w:val="24"/>
        </w:rPr>
        <w:t>.</w:t>
      </w:r>
      <w:r w:rsidR="00DE5BA4" w:rsidRPr="00A83F06">
        <w:rPr>
          <w:sz w:val="24"/>
        </w:rPr>
        <w:tab/>
      </w:r>
      <w:r w:rsidR="00DE5BA4" w:rsidRPr="00A83F06">
        <w:rPr>
          <w:i/>
          <w:sz w:val="24"/>
        </w:rPr>
        <w:t>Encourage</w:t>
      </w:r>
      <w:r w:rsidR="007E2D9C" w:rsidRPr="00A83F06">
        <w:rPr>
          <w:i/>
          <w:sz w:val="24"/>
        </w:rPr>
        <w:t xml:space="preserve"> également</w:t>
      </w:r>
      <w:r w:rsidR="00DE5BA4" w:rsidRPr="00A83F06">
        <w:rPr>
          <w:sz w:val="24"/>
        </w:rPr>
        <w:t xml:space="preserve"> les autorités de transition maliennes à mettre en place toutes les mesures utiles au respect du </w:t>
      </w:r>
      <w:r w:rsidR="00DC4CAD" w:rsidRPr="00A83F06">
        <w:rPr>
          <w:sz w:val="24"/>
        </w:rPr>
        <w:t>P</w:t>
      </w:r>
      <w:r w:rsidR="00DE5BA4" w:rsidRPr="00A83F06">
        <w:rPr>
          <w:sz w:val="24"/>
        </w:rPr>
        <w:t>rotocole facultatif à la Convention relative aux droits de l</w:t>
      </w:r>
      <w:r w:rsidR="003217DB" w:rsidRPr="00A83F06">
        <w:rPr>
          <w:sz w:val="24"/>
        </w:rPr>
        <w:t>’</w:t>
      </w:r>
      <w:r w:rsidR="00DE5BA4" w:rsidRPr="00A83F06">
        <w:rPr>
          <w:sz w:val="24"/>
        </w:rPr>
        <w:t>enfant, concernant l</w:t>
      </w:r>
      <w:r w:rsidR="003217DB" w:rsidRPr="00A83F06">
        <w:rPr>
          <w:sz w:val="24"/>
        </w:rPr>
        <w:t>’</w:t>
      </w:r>
      <w:r w:rsidR="00DE5BA4" w:rsidRPr="00A83F06">
        <w:rPr>
          <w:sz w:val="24"/>
        </w:rPr>
        <w:t>implication d</w:t>
      </w:r>
      <w:r w:rsidR="003217DB" w:rsidRPr="00A83F06">
        <w:rPr>
          <w:sz w:val="24"/>
        </w:rPr>
        <w:t>’</w:t>
      </w:r>
      <w:r w:rsidR="00DE5BA4" w:rsidRPr="00A83F06">
        <w:rPr>
          <w:sz w:val="24"/>
        </w:rPr>
        <w:t xml:space="preserve">enfants dans les conflits armés et, en particulier, à renforcer les mesures pour la poursuite de la mise en œuvre du </w:t>
      </w:r>
      <w:r w:rsidR="00B97C0C" w:rsidRPr="00A83F06">
        <w:rPr>
          <w:sz w:val="24"/>
        </w:rPr>
        <w:t>P</w:t>
      </w:r>
      <w:r w:rsidR="00DE5BA4" w:rsidRPr="00A83F06">
        <w:rPr>
          <w:sz w:val="24"/>
        </w:rPr>
        <w:t xml:space="preserve">rotocole </w:t>
      </w:r>
      <w:r w:rsidR="00B97C0C" w:rsidRPr="00A83F06">
        <w:rPr>
          <w:sz w:val="24"/>
        </w:rPr>
        <w:t>relatif à</w:t>
      </w:r>
      <w:r w:rsidR="00DE5BA4" w:rsidRPr="00A83F06">
        <w:rPr>
          <w:sz w:val="24"/>
        </w:rPr>
        <w:t xml:space="preserve"> la libération et </w:t>
      </w:r>
      <w:r w:rsidR="001B1514" w:rsidRPr="00A83F06">
        <w:rPr>
          <w:sz w:val="24"/>
        </w:rPr>
        <w:t>au transfert</w:t>
      </w:r>
      <w:r w:rsidR="00DE5BA4" w:rsidRPr="00A83F06">
        <w:rPr>
          <w:sz w:val="24"/>
        </w:rPr>
        <w:t xml:space="preserve"> des enfants associés aux forces et groupes armés signé par l</w:t>
      </w:r>
      <w:r w:rsidR="00FF38A0" w:rsidRPr="00A83F06">
        <w:rPr>
          <w:sz w:val="24"/>
        </w:rPr>
        <w:t>’Organisation d</w:t>
      </w:r>
      <w:r w:rsidR="00DE5BA4" w:rsidRPr="00A83F06">
        <w:rPr>
          <w:sz w:val="24"/>
        </w:rPr>
        <w:t xml:space="preserve">es Nations </w:t>
      </w:r>
      <w:r w:rsidR="00FF38A0" w:rsidRPr="00A83F06">
        <w:rPr>
          <w:sz w:val="24"/>
        </w:rPr>
        <w:t>U</w:t>
      </w:r>
      <w:r w:rsidR="00DE5BA4" w:rsidRPr="00A83F06">
        <w:rPr>
          <w:sz w:val="24"/>
        </w:rPr>
        <w:t xml:space="preserve">nies et le </w:t>
      </w:r>
      <w:r w:rsidR="00FF38A0" w:rsidRPr="00A83F06">
        <w:rPr>
          <w:sz w:val="24"/>
        </w:rPr>
        <w:t>G</w:t>
      </w:r>
      <w:r w:rsidR="00DE5BA4" w:rsidRPr="00A83F06">
        <w:rPr>
          <w:sz w:val="24"/>
        </w:rPr>
        <w:t xml:space="preserve">ouvernement </w:t>
      </w:r>
      <w:r w:rsidR="00FF38A0" w:rsidRPr="00A83F06">
        <w:rPr>
          <w:sz w:val="24"/>
        </w:rPr>
        <w:t>malien</w:t>
      </w:r>
      <w:r w:rsidR="00DE5BA4" w:rsidRPr="00A83F06">
        <w:rPr>
          <w:sz w:val="24"/>
        </w:rPr>
        <w:t xml:space="preserve"> en 2013, </w:t>
      </w:r>
      <w:r w:rsidR="0037355C" w:rsidRPr="00A83F06">
        <w:rPr>
          <w:sz w:val="24"/>
        </w:rPr>
        <w:t>ainsi qu’</w:t>
      </w:r>
      <w:r w:rsidR="00DE5BA4" w:rsidRPr="00A83F06">
        <w:rPr>
          <w:sz w:val="24"/>
        </w:rPr>
        <w:t xml:space="preserve">à renforcer les programmes de formation des </w:t>
      </w:r>
      <w:r w:rsidR="0037355C" w:rsidRPr="00A83F06">
        <w:rPr>
          <w:sz w:val="24"/>
        </w:rPr>
        <w:t>F</w:t>
      </w:r>
      <w:r w:rsidR="00DE5BA4" w:rsidRPr="00A83F06">
        <w:rPr>
          <w:sz w:val="24"/>
        </w:rPr>
        <w:t xml:space="preserve">orces de défense et de sécurité maliennes en la matière, et appelle les partenaires à soutenir les autorités de transition maliennes en vue </w:t>
      </w:r>
      <w:r w:rsidR="002467E1" w:rsidRPr="00A83F06">
        <w:rPr>
          <w:sz w:val="24"/>
        </w:rPr>
        <w:t xml:space="preserve">d’assurer un meilleur </w:t>
      </w:r>
      <w:r w:rsidR="00DE5BA4" w:rsidRPr="00A83F06">
        <w:rPr>
          <w:sz w:val="24"/>
        </w:rPr>
        <w:t>accès à la justice</w:t>
      </w:r>
      <w:r>
        <w:rPr>
          <w:bCs/>
          <w:sz w:val="24"/>
          <w:szCs w:val="24"/>
        </w:rPr>
        <w:t>,</w:t>
      </w:r>
      <w:r w:rsidR="00DE5BA4" w:rsidRPr="00A83F06">
        <w:rPr>
          <w:sz w:val="24"/>
        </w:rPr>
        <w:t xml:space="preserve"> et aux services sociaux, médicaux et psychosociaux à toutes les survivantes et </w:t>
      </w:r>
      <w:r w:rsidR="002467E1" w:rsidRPr="00A83F06">
        <w:rPr>
          <w:sz w:val="24"/>
        </w:rPr>
        <w:t xml:space="preserve">à </w:t>
      </w:r>
      <w:r w:rsidR="00DE5BA4" w:rsidRPr="00A83F06">
        <w:rPr>
          <w:sz w:val="24"/>
        </w:rPr>
        <w:t>tous les survivants d</w:t>
      </w:r>
      <w:r w:rsidR="0036437B" w:rsidRPr="00A83F06">
        <w:rPr>
          <w:sz w:val="24"/>
        </w:rPr>
        <w:t xml:space="preserve">e violences </w:t>
      </w:r>
      <w:r w:rsidRPr="00A83F06">
        <w:rPr>
          <w:bCs/>
          <w:sz w:val="24"/>
          <w:szCs w:val="24"/>
        </w:rPr>
        <w:t xml:space="preserve">sexuelles et </w:t>
      </w:r>
      <w:r w:rsidR="0036437B" w:rsidRPr="00A83F06">
        <w:rPr>
          <w:sz w:val="24"/>
        </w:rPr>
        <w:t>basées sur le genre</w:t>
      </w:r>
      <w:r w:rsidR="00A4641C" w:rsidRPr="00A83F06">
        <w:rPr>
          <w:sz w:val="24"/>
        </w:rPr>
        <w:t> </w:t>
      </w:r>
      <w:r w:rsidR="006A0826" w:rsidRPr="00A83F06">
        <w:rPr>
          <w:sz w:val="24"/>
        </w:rPr>
        <w:t>;</w:t>
      </w:r>
    </w:p>
    <w:p w14:paraId="61A2B388" w14:textId="457EC615" w:rsidR="00DE5BA4" w:rsidRPr="004477C9" w:rsidRDefault="001F4C9B" w:rsidP="00862092">
      <w:pPr>
        <w:pStyle w:val="SingleTxtG"/>
        <w:spacing w:line="236" w:lineRule="atLeast"/>
        <w:ind w:firstLine="567"/>
      </w:pPr>
      <w:r w:rsidRPr="00A83F06">
        <w:rPr>
          <w:bCs/>
          <w:sz w:val="24"/>
          <w:szCs w:val="24"/>
        </w:rPr>
        <w:t>15</w:t>
      </w:r>
      <w:r w:rsidR="00DE5BA4" w:rsidRPr="00A83F06">
        <w:rPr>
          <w:sz w:val="24"/>
        </w:rPr>
        <w:t>.</w:t>
      </w:r>
      <w:r w:rsidR="00DE5BA4" w:rsidRPr="00A83F06">
        <w:rPr>
          <w:sz w:val="24"/>
        </w:rPr>
        <w:tab/>
      </w:r>
      <w:r w:rsidR="00DE5BA4" w:rsidRPr="00A83F06">
        <w:rPr>
          <w:i/>
          <w:sz w:val="24"/>
        </w:rPr>
        <w:t xml:space="preserve">Note </w:t>
      </w:r>
      <w:r w:rsidR="00DE5BA4" w:rsidRPr="00A83F06">
        <w:rPr>
          <w:sz w:val="24"/>
        </w:rPr>
        <w:t xml:space="preserve">l’ouverture par </w:t>
      </w:r>
      <w:r w:rsidR="00E9674E" w:rsidRPr="00A83F06">
        <w:rPr>
          <w:sz w:val="24"/>
        </w:rPr>
        <w:t>la</w:t>
      </w:r>
      <w:r w:rsidR="00DE5BA4" w:rsidRPr="00A83F06">
        <w:rPr>
          <w:sz w:val="24"/>
        </w:rPr>
        <w:t xml:space="preserve"> Procureur</w:t>
      </w:r>
      <w:r w:rsidR="00E9674E" w:rsidRPr="00A83F06">
        <w:rPr>
          <w:sz w:val="24"/>
        </w:rPr>
        <w:t>e</w:t>
      </w:r>
      <w:r w:rsidR="00DE5BA4" w:rsidRPr="00A83F06">
        <w:rPr>
          <w:sz w:val="24"/>
        </w:rPr>
        <w:t xml:space="preserve"> de la Cour pénale internationale, en janvier</w:t>
      </w:r>
      <w:r w:rsidR="006A0826" w:rsidRPr="00A83F06">
        <w:rPr>
          <w:sz w:val="24"/>
        </w:rPr>
        <w:t xml:space="preserve"> </w:t>
      </w:r>
      <w:r w:rsidR="00DE5BA4" w:rsidRPr="00A83F06">
        <w:rPr>
          <w:sz w:val="24"/>
        </w:rPr>
        <w:t xml:space="preserve">2013, d’une enquête sur les crimes commis depuis janvier 2012 sur le territoire malien, note également, d’une part, que la Cour a jugé le 27 septembre 2016 un individu coupable de crime de guerre pour avoir dirigé intentionnellement des attaques contre des bâtiments à caractère religieux et historique à Tombouctou, et </w:t>
      </w:r>
      <w:r w:rsidR="00313324" w:rsidRPr="00A83F06">
        <w:rPr>
          <w:sz w:val="24"/>
        </w:rPr>
        <w:t>ouvert,</w:t>
      </w:r>
      <w:r w:rsidR="00DE5BA4" w:rsidRPr="00A83F06">
        <w:rPr>
          <w:sz w:val="24"/>
        </w:rPr>
        <w:t xml:space="preserve"> le 14 juillet 2020, le procès </w:t>
      </w:r>
      <w:r w:rsidR="00313324" w:rsidRPr="00A83F06">
        <w:rPr>
          <w:sz w:val="24"/>
        </w:rPr>
        <w:t>d’</w:t>
      </w:r>
      <w:r w:rsidR="00DE5BA4" w:rsidRPr="00A83F06">
        <w:rPr>
          <w:sz w:val="24"/>
        </w:rPr>
        <w:t>un individu pour crimes de guerre et crimes contre l’</w:t>
      </w:r>
      <w:r w:rsidR="0008092A" w:rsidRPr="00A83F06">
        <w:rPr>
          <w:sz w:val="24"/>
        </w:rPr>
        <w:t>humanité</w:t>
      </w:r>
      <w:r w:rsidR="00DE5BA4" w:rsidRPr="00A83F06">
        <w:rPr>
          <w:sz w:val="24"/>
        </w:rPr>
        <w:t xml:space="preserve"> et, d’autre part, que toutes les parties maliennes concernées ont décidé de prêter leur concours à la Cour et d</w:t>
      </w:r>
      <w:r w:rsidR="0036437B" w:rsidRPr="00A83F06">
        <w:rPr>
          <w:sz w:val="24"/>
        </w:rPr>
        <w:t>e lui apporter leur coopération</w:t>
      </w:r>
      <w:r w:rsidR="00A4641C" w:rsidRPr="00A83F06">
        <w:rPr>
          <w:sz w:val="24"/>
        </w:rPr>
        <w:t> </w:t>
      </w:r>
      <w:r w:rsidR="006A0826" w:rsidRPr="00A83F06">
        <w:rPr>
          <w:sz w:val="24"/>
        </w:rPr>
        <w:t>;</w:t>
      </w:r>
      <w:r>
        <w:rPr>
          <w:sz w:val="24"/>
          <w:szCs w:val="24"/>
        </w:rPr>
        <w:t xml:space="preserve"> </w:t>
      </w:r>
    </w:p>
    <w:p w14:paraId="39CE4ACA" w14:textId="227B01EE" w:rsidR="00DE5BA4" w:rsidRPr="004477C9" w:rsidRDefault="001F4C9B" w:rsidP="00862092">
      <w:pPr>
        <w:pStyle w:val="SingleTxtG"/>
        <w:spacing w:line="236" w:lineRule="atLeast"/>
        <w:ind w:firstLine="567"/>
      </w:pPr>
      <w:r>
        <w:rPr>
          <w:sz w:val="24"/>
          <w:szCs w:val="24"/>
        </w:rPr>
        <w:t xml:space="preserve">16. </w:t>
      </w:r>
      <w:r w:rsidR="00DE5BA4" w:rsidRPr="00A83F06">
        <w:rPr>
          <w:i/>
          <w:sz w:val="24"/>
        </w:rPr>
        <w:t>Appuie</w:t>
      </w:r>
      <w:r w:rsidR="00DE5BA4" w:rsidRPr="00A83F06">
        <w:rPr>
          <w:sz w:val="24"/>
        </w:rPr>
        <w:t xml:space="preserve"> à cet égard les efforts fournis par les autorités de transition maliennes afin de traduire devant des tribunaux impartiaux et indépendants tous les auteurs de violations des droits de l’homme et d’atteintes à ces droits, et de violations du droit international humanitaire, </w:t>
      </w:r>
      <w:r w:rsidR="006E5E4F" w:rsidRPr="00A83F06">
        <w:rPr>
          <w:sz w:val="24"/>
        </w:rPr>
        <w:t xml:space="preserve">et </w:t>
      </w:r>
      <w:r w:rsidR="00DE5BA4" w:rsidRPr="00A83F06">
        <w:rPr>
          <w:sz w:val="24"/>
        </w:rPr>
        <w:t>exhorte les autorités de transition à intensifier leur action en matière de lutte contre l’impunité</w:t>
      </w:r>
      <w:r>
        <w:rPr>
          <w:sz w:val="24"/>
          <w:szCs w:val="24"/>
        </w:rPr>
        <w:t xml:space="preserve"> ; </w:t>
      </w:r>
    </w:p>
    <w:p w14:paraId="3A17EDD1" w14:textId="6405DBC1" w:rsidR="00DE5BA4" w:rsidRPr="004477C9" w:rsidRDefault="001F4C9B" w:rsidP="00862092">
      <w:pPr>
        <w:pStyle w:val="SingleTxtG"/>
        <w:spacing w:line="236" w:lineRule="atLeast"/>
        <w:ind w:firstLine="567"/>
      </w:pPr>
      <w:r>
        <w:rPr>
          <w:bCs/>
          <w:sz w:val="24"/>
          <w:szCs w:val="24"/>
        </w:rPr>
        <w:t>17</w:t>
      </w:r>
      <w:r w:rsidR="00DE5BA4" w:rsidRPr="00A83F06">
        <w:rPr>
          <w:sz w:val="24"/>
        </w:rPr>
        <w:t>.</w:t>
      </w:r>
      <w:r w:rsidR="00DE5BA4" w:rsidRPr="00A83F06">
        <w:rPr>
          <w:sz w:val="24"/>
        </w:rPr>
        <w:tab/>
      </w:r>
      <w:r w:rsidR="00DE5BA4" w:rsidRPr="00A83F06">
        <w:rPr>
          <w:i/>
          <w:sz w:val="24"/>
        </w:rPr>
        <w:t xml:space="preserve">Exhorte </w:t>
      </w:r>
      <w:r w:rsidR="00DE5BA4" w:rsidRPr="00A83F06">
        <w:rPr>
          <w:sz w:val="24"/>
        </w:rPr>
        <w:t>les autorités de transition maliennes à garantir que les mesures prises pour favoriser l’entente nationale sont élaborées de manière inclusive et associent étroitement la société civile</w:t>
      </w:r>
      <w:r w:rsidR="00BF465E" w:rsidRPr="00A83F06">
        <w:rPr>
          <w:sz w:val="24"/>
        </w:rPr>
        <w:t>,</w:t>
      </w:r>
      <w:r w:rsidR="00DE5BA4" w:rsidRPr="00A83F06">
        <w:rPr>
          <w:sz w:val="24"/>
        </w:rPr>
        <w:t xml:space="preserve"> en assurant des poursuites contre les crimes les plus graves et en prévoyant des réparatio</w:t>
      </w:r>
      <w:r w:rsidR="0036437B" w:rsidRPr="00A83F06">
        <w:rPr>
          <w:sz w:val="24"/>
        </w:rPr>
        <w:t>ns adéquates pour les victimes</w:t>
      </w:r>
      <w:r w:rsidR="00A4641C" w:rsidRPr="00A83F06">
        <w:rPr>
          <w:i/>
          <w:sz w:val="24"/>
        </w:rPr>
        <w:t> </w:t>
      </w:r>
      <w:r w:rsidR="006A0826" w:rsidRPr="00A83F06">
        <w:rPr>
          <w:i/>
          <w:sz w:val="24"/>
        </w:rPr>
        <w:t>;</w:t>
      </w:r>
    </w:p>
    <w:p w14:paraId="430B3AE0" w14:textId="094EE74A" w:rsidR="00DE5BA4" w:rsidRPr="00A83F06" w:rsidRDefault="001F4C9B" w:rsidP="00862092">
      <w:pPr>
        <w:pStyle w:val="SingleTxtG"/>
        <w:spacing w:line="236" w:lineRule="atLeast"/>
        <w:ind w:firstLine="567"/>
      </w:pPr>
      <w:r w:rsidRPr="00A83F06">
        <w:rPr>
          <w:bCs/>
          <w:sz w:val="24"/>
          <w:szCs w:val="24"/>
        </w:rPr>
        <w:t>18</w:t>
      </w:r>
      <w:r w:rsidR="00DE5BA4" w:rsidRPr="00A83F06">
        <w:rPr>
          <w:sz w:val="24"/>
        </w:rPr>
        <w:t>.</w:t>
      </w:r>
      <w:r w:rsidR="00DE5BA4" w:rsidRPr="00A83F06">
        <w:rPr>
          <w:sz w:val="24"/>
        </w:rPr>
        <w:tab/>
      </w:r>
      <w:r w:rsidR="00DE5BA4" w:rsidRPr="00A83F06">
        <w:rPr>
          <w:i/>
          <w:sz w:val="24"/>
        </w:rPr>
        <w:t xml:space="preserve">Condamne fermement </w:t>
      </w:r>
      <w:r w:rsidR="00DE5BA4" w:rsidRPr="00A83F06">
        <w:rPr>
          <w:sz w:val="24"/>
        </w:rPr>
        <w:t xml:space="preserve">les exécutions sommaires </w:t>
      </w:r>
      <w:r w:rsidRPr="00A83F06">
        <w:rPr>
          <w:bCs/>
          <w:sz w:val="24"/>
          <w:szCs w:val="24"/>
        </w:rPr>
        <w:t>d’individus</w:t>
      </w:r>
      <w:r w:rsidR="00DE5BA4" w:rsidRPr="00A83F06">
        <w:rPr>
          <w:sz w:val="24"/>
        </w:rPr>
        <w:t xml:space="preserve">, encourage les autorités de transition à mener à bien les enquêtes judiciaires ouvertes et à venir afin de traduire en justice les responsables de ces graves violations des droits de l’homme, et salue </w:t>
      </w:r>
      <w:r w:rsidRPr="00A83F06">
        <w:rPr>
          <w:sz w:val="24"/>
          <w:szCs w:val="24"/>
        </w:rPr>
        <w:t>la tenue, au courant</w:t>
      </w:r>
      <w:r w:rsidR="00DE5BA4" w:rsidRPr="00A83F06">
        <w:rPr>
          <w:sz w:val="24"/>
        </w:rPr>
        <w:t xml:space="preserve"> de </w:t>
      </w:r>
      <w:r w:rsidRPr="00A83F06">
        <w:rPr>
          <w:sz w:val="24"/>
          <w:szCs w:val="24"/>
        </w:rPr>
        <w:t>l’année 2021,</w:t>
      </w:r>
      <w:r w:rsidR="00DE5BA4" w:rsidRPr="00A83F06">
        <w:rPr>
          <w:sz w:val="24"/>
        </w:rPr>
        <w:t xml:space="preserve"> de </w:t>
      </w:r>
      <w:r w:rsidRPr="00A83F06">
        <w:rPr>
          <w:sz w:val="24"/>
          <w:szCs w:val="24"/>
        </w:rPr>
        <w:t>plusieurs sessions spéciales d’assisses pour juger, notamment</w:t>
      </w:r>
      <w:r w:rsidR="00DE5BA4" w:rsidRPr="00A83F06">
        <w:rPr>
          <w:sz w:val="24"/>
        </w:rPr>
        <w:t xml:space="preserve"> des </w:t>
      </w:r>
      <w:r w:rsidRPr="00A83F06">
        <w:rPr>
          <w:sz w:val="24"/>
          <w:szCs w:val="24"/>
        </w:rPr>
        <w:t>crimes</w:t>
      </w:r>
      <w:r w:rsidR="00DE5BA4" w:rsidRPr="00A83F06">
        <w:rPr>
          <w:sz w:val="24"/>
        </w:rPr>
        <w:t xml:space="preserve"> de terrorisme, </w:t>
      </w:r>
      <w:r w:rsidRPr="00A83F06">
        <w:rPr>
          <w:sz w:val="24"/>
          <w:szCs w:val="24"/>
        </w:rPr>
        <w:t xml:space="preserve">des crimes transnationaux organisés et des infractions liées à la délinquance économique et financière, </w:t>
      </w:r>
      <w:r w:rsidR="00DE5BA4" w:rsidRPr="00A83F06">
        <w:rPr>
          <w:sz w:val="24"/>
        </w:rPr>
        <w:t xml:space="preserve">ainsi que </w:t>
      </w:r>
      <w:r w:rsidRPr="00A83F06">
        <w:rPr>
          <w:sz w:val="24"/>
          <w:szCs w:val="24"/>
        </w:rPr>
        <w:t>le</w:t>
      </w:r>
      <w:r w:rsidRPr="00A83F06">
        <w:rPr>
          <w:sz w:val="40"/>
          <w:szCs w:val="40"/>
          <w:lang w:eastAsia="ja-JP"/>
        </w:rPr>
        <w:t xml:space="preserve"> </w:t>
      </w:r>
      <w:r w:rsidRPr="00A83F06">
        <w:rPr>
          <w:sz w:val="24"/>
          <w:szCs w:val="24"/>
          <w:lang w:eastAsia="ja-JP"/>
        </w:rPr>
        <w:t xml:space="preserve">jugement de plusieurs cas d’infractions relevant de leur compétence par </w:t>
      </w:r>
      <w:r w:rsidR="00DE5BA4" w:rsidRPr="00A83F06">
        <w:rPr>
          <w:sz w:val="24"/>
        </w:rPr>
        <w:t>les tribunaux militaires</w:t>
      </w:r>
      <w:r w:rsidRPr="00A83F06">
        <w:rPr>
          <w:sz w:val="24"/>
          <w:szCs w:val="24"/>
        </w:rPr>
        <w:t xml:space="preserve">, </w:t>
      </w:r>
      <w:r w:rsidRPr="00A83F06">
        <w:rPr>
          <w:iCs/>
          <w:sz w:val="24"/>
          <w:szCs w:val="24"/>
        </w:rPr>
        <w:t xml:space="preserve">salue également la relecture en cours du Code pénal, du Code </w:t>
      </w:r>
      <w:r w:rsidR="00DE5BA4" w:rsidRPr="00A83F06">
        <w:rPr>
          <w:sz w:val="24"/>
        </w:rPr>
        <w:t xml:space="preserve">de </w:t>
      </w:r>
      <w:r w:rsidRPr="00A83F06">
        <w:rPr>
          <w:iCs/>
          <w:sz w:val="24"/>
          <w:szCs w:val="24"/>
        </w:rPr>
        <w:t>procédure pénale et du Code</w:t>
      </w:r>
      <w:r w:rsidR="00DE5BA4" w:rsidRPr="00A83F06">
        <w:rPr>
          <w:sz w:val="24"/>
        </w:rPr>
        <w:t xml:space="preserve"> de </w:t>
      </w:r>
      <w:r w:rsidRPr="00A83F06">
        <w:rPr>
          <w:iCs/>
          <w:sz w:val="24"/>
          <w:szCs w:val="24"/>
        </w:rPr>
        <w:t>justice militaire</w:t>
      </w:r>
      <w:r w:rsidR="00A4641C" w:rsidRPr="00A83F06">
        <w:rPr>
          <w:sz w:val="24"/>
        </w:rPr>
        <w:t> </w:t>
      </w:r>
      <w:r w:rsidR="006A0826" w:rsidRPr="00A83F06">
        <w:rPr>
          <w:sz w:val="24"/>
        </w:rPr>
        <w:t>;</w:t>
      </w:r>
    </w:p>
    <w:p w14:paraId="20DE75F3" w14:textId="4A727C6A" w:rsidR="00DE5BA4" w:rsidRPr="004477C9" w:rsidRDefault="001F4C9B" w:rsidP="00862092">
      <w:pPr>
        <w:pStyle w:val="SingleTxtG"/>
        <w:spacing w:line="236" w:lineRule="atLeast"/>
        <w:ind w:firstLine="567"/>
      </w:pPr>
      <w:r w:rsidRPr="00A83F06">
        <w:rPr>
          <w:bCs/>
          <w:sz w:val="24"/>
          <w:szCs w:val="24"/>
        </w:rPr>
        <w:t>19</w:t>
      </w:r>
      <w:r w:rsidR="00DE5BA4" w:rsidRPr="00A83F06">
        <w:rPr>
          <w:sz w:val="24"/>
        </w:rPr>
        <w:t>.</w:t>
      </w:r>
      <w:r w:rsidR="00DE5BA4" w:rsidRPr="00A83F06">
        <w:rPr>
          <w:sz w:val="24"/>
        </w:rPr>
        <w:tab/>
      </w:r>
      <w:r w:rsidR="00DE5BA4" w:rsidRPr="00A83F06">
        <w:rPr>
          <w:i/>
          <w:sz w:val="24"/>
        </w:rPr>
        <w:t xml:space="preserve">Salue </w:t>
      </w:r>
      <w:r w:rsidR="00DE5BA4" w:rsidRPr="00A83F06">
        <w:rPr>
          <w:sz w:val="24"/>
        </w:rPr>
        <w:t xml:space="preserve">le rapport de la Commission d’enquête internationale </w:t>
      </w:r>
      <w:bookmarkStart w:id="4" w:name="_Hlk2700413"/>
      <w:r w:rsidR="007A6305" w:rsidRPr="00A83F06">
        <w:rPr>
          <w:sz w:val="24"/>
        </w:rPr>
        <w:t>pour le</w:t>
      </w:r>
      <w:r w:rsidR="00DE5BA4" w:rsidRPr="00A83F06">
        <w:rPr>
          <w:sz w:val="24"/>
        </w:rPr>
        <w:t xml:space="preserve"> Mali</w:t>
      </w:r>
      <w:bookmarkEnd w:id="4"/>
      <w:r w:rsidR="00DE5BA4" w:rsidRPr="00A83F06">
        <w:rPr>
          <w:sz w:val="24"/>
        </w:rPr>
        <w:t xml:space="preserve">, établie par le Secrétaire général pour enquêter sur les graves violations du droit international des droits de l’homme et du droit international humanitaire et les atteintes à ces droits, y compris les allégations concernant les violences </w:t>
      </w:r>
      <w:r w:rsidRPr="00A83F06">
        <w:rPr>
          <w:bCs/>
          <w:sz w:val="24"/>
          <w:szCs w:val="24"/>
        </w:rPr>
        <w:t xml:space="preserve">sexuelles et </w:t>
      </w:r>
      <w:r w:rsidR="00DE5BA4" w:rsidRPr="00A83F06">
        <w:rPr>
          <w:sz w:val="24"/>
        </w:rPr>
        <w:t>liées au genre en période de conflit, commises sur le territoire malien du 1</w:t>
      </w:r>
      <w:r w:rsidR="00DE5BA4" w:rsidRPr="00A83F06">
        <w:rPr>
          <w:sz w:val="24"/>
          <w:vertAlign w:val="superscript"/>
        </w:rPr>
        <w:t>er</w:t>
      </w:r>
      <w:r w:rsidR="00DE5BA4" w:rsidRPr="00A83F06">
        <w:rPr>
          <w:sz w:val="24"/>
        </w:rPr>
        <w:t xml:space="preserve"> janvier 2012 au 19 janvier 2018, </w:t>
      </w:r>
      <w:bookmarkStart w:id="5" w:name="_Hlk98174711"/>
      <w:r w:rsidR="00DE5BA4" w:rsidRPr="00A83F06">
        <w:rPr>
          <w:sz w:val="24"/>
        </w:rPr>
        <w:t xml:space="preserve">et exhorte les autorités de transition maliennes à </w:t>
      </w:r>
      <w:r w:rsidRPr="00A83F06">
        <w:rPr>
          <w:bCs/>
          <w:sz w:val="24"/>
          <w:szCs w:val="24"/>
        </w:rPr>
        <w:t>mettre en place, dans les meilleurs délais, un mécanisme national pour assurer le suivi adéquat</w:t>
      </w:r>
      <w:r w:rsidR="00DE5BA4" w:rsidRPr="00A83F06">
        <w:rPr>
          <w:sz w:val="24"/>
        </w:rPr>
        <w:t xml:space="preserve"> des r</w:t>
      </w:r>
      <w:r w:rsidR="0036437B" w:rsidRPr="00A83F06">
        <w:rPr>
          <w:sz w:val="24"/>
        </w:rPr>
        <w:t>ecommandations de la Commission</w:t>
      </w:r>
      <w:r w:rsidR="00A4641C" w:rsidRPr="00A83F06">
        <w:rPr>
          <w:sz w:val="24"/>
        </w:rPr>
        <w:t> </w:t>
      </w:r>
      <w:r w:rsidR="00DE5BA4" w:rsidRPr="00A83F06">
        <w:rPr>
          <w:sz w:val="24"/>
        </w:rPr>
        <w:t>;</w:t>
      </w:r>
    </w:p>
    <w:bookmarkEnd w:id="5"/>
    <w:p w14:paraId="115FA533" w14:textId="68C37269" w:rsidR="00DE5BA4" w:rsidRPr="004477C9" w:rsidRDefault="001F4C9B" w:rsidP="00862092">
      <w:pPr>
        <w:pStyle w:val="SingleTxtG"/>
        <w:spacing w:line="236" w:lineRule="atLeast"/>
        <w:ind w:firstLine="567"/>
      </w:pPr>
      <w:r>
        <w:rPr>
          <w:bCs/>
          <w:sz w:val="24"/>
          <w:szCs w:val="24"/>
        </w:rPr>
        <w:t>20</w:t>
      </w:r>
      <w:r w:rsidR="00DE5BA4" w:rsidRPr="00A83F06">
        <w:rPr>
          <w:sz w:val="24"/>
        </w:rPr>
        <w:t>.</w:t>
      </w:r>
      <w:r w:rsidR="00DE5BA4" w:rsidRPr="00A83F06">
        <w:rPr>
          <w:sz w:val="24"/>
        </w:rPr>
        <w:tab/>
      </w:r>
      <w:r w:rsidR="00DE5BA4" w:rsidRPr="00A83F06">
        <w:rPr>
          <w:i/>
          <w:color w:val="000000"/>
          <w:sz w:val="24"/>
        </w:rPr>
        <w:t xml:space="preserve">Encourage </w:t>
      </w:r>
      <w:r w:rsidR="00DE5BA4" w:rsidRPr="00A83F06">
        <w:rPr>
          <w:color w:val="000000"/>
          <w:sz w:val="24"/>
        </w:rPr>
        <w:t xml:space="preserve">les autorités de transition maliennes à poursuivre le soutien aux travaux de la Commission vérité, justice et réconciliation, qui ont permis de recueillir plus de </w:t>
      </w:r>
      <w:r>
        <w:rPr>
          <w:bCs/>
          <w:iCs/>
          <w:color w:val="000000"/>
          <w:sz w:val="24"/>
          <w:szCs w:val="24"/>
        </w:rPr>
        <w:t>24 000</w:t>
      </w:r>
      <w:r>
        <w:rPr>
          <w:bCs/>
          <w:color w:val="000000"/>
          <w:sz w:val="24"/>
          <w:szCs w:val="24"/>
        </w:rPr>
        <w:t xml:space="preserve"> </w:t>
      </w:r>
      <w:r w:rsidR="00DE5BA4" w:rsidRPr="00A83F06">
        <w:rPr>
          <w:color w:val="000000"/>
          <w:sz w:val="24"/>
        </w:rPr>
        <w:t xml:space="preserve">témoignages de victimes dans plusieurs régions du Mali et de tenir </w:t>
      </w:r>
      <w:r>
        <w:rPr>
          <w:bCs/>
          <w:iCs/>
          <w:color w:val="000000"/>
          <w:sz w:val="24"/>
          <w:szCs w:val="24"/>
        </w:rPr>
        <w:t>quatre</w:t>
      </w:r>
      <w:r w:rsidR="00DE5BA4" w:rsidRPr="00A83F06">
        <w:rPr>
          <w:color w:val="000000"/>
          <w:sz w:val="24"/>
        </w:rPr>
        <w:t xml:space="preserve"> audiences publiques, les 8 décembre 2019</w:t>
      </w:r>
      <w:r>
        <w:rPr>
          <w:bCs/>
          <w:color w:val="000000"/>
          <w:sz w:val="24"/>
          <w:szCs w:val="24"/>
        </w:rPr>
        <w:t>,</w:t>
      </w:r>
      <w:r w:rsidR="00DE5BA4" w:rsidRPr="00A83F06">
        <w:rPr>
          <w:color w:val="000000"/>
          <w:sz w:val="24"/>
        </w:rPr>
        <w:t xml:space="preserve"> 5 décembre 2020, </w:t>
      </w:r>
      <w:r>
        <w:rPr>
          <w:bCs/>
          <w:iCs/>
          <w:color w:val="000000"/>
          <w:sz w:val="24"/>
          <w:szCs w:val="24"/>
        </w:rPr>
        <w:t>3 avril 2021 et 18 septembre 2021</w:t>
      </w:r>
      <w:r>
        <w:rPr>
          <w:bCs/>
          <w:color w:val="000000"/>
          <w:sz w:val="24"/>
          <w:szCs w:val="24"/>
        </w:rPr>
        <w:t xml:space="preserve">, invite la communauté internationale </w:t>
      </w:r>
      <w:r w:rsidR="00DE5BA4" w:rsidRPr="00A83F06">
        <w:rPr>
          <w:color w:val="000000"/>
          <w:sz w:val="24"/>
        </w:rPr>
        <w:t xml:space="preserve">à </w:t>
      </w:r>
      <w:r>
        <w:rPr>
          <w:bCs/>
          <w:color w:val="000000"/>
          <w:sz w:val="24"/>
          <w:szCs w:val="24"/>
        </w:rPr>
        <w:t>accompagner</w:t>
      </w:r>
      <w:r w:rsidR="00DE5BA4" w:rsidRPr="00A83F06">
        <w:rPr>
          <w:color w:val="000000"/>
          <w:sz w:val="24"/>
        </w:rPr>
        <w:t xml:space="preserve"> les </w:t>
      </w:r>
      <w:r>
        <w:rPr>
          <w:bCs/>
          <w:color w:val="000000"/>
          <w:sz w:val="24"/>
          <w:szCs w:val="24"/>
        </w:rPr>
        <w:t>autorités</w:t>
      </w:r>
      <w:r w:rsidR="00DE5BA4" w:rsidRPr="00A83F06">
        <w:rPr>
          <w:color w:val="000000"/>
          <w:sz w:val="24"/>
        </w:rPr>
        <w:t xml:space="preserve"> de </w:t>
      </w:r>
      <w:r>
        <w:rPr>
          <w:bCs/>
          <w:color w:val="000000"/>
          <w:sz w:val="24"/>
          <w:szCs w:val="24"/>
        </w:rPr>
        <w:t xml:space="preserve">transition pour la mise en place des organes devant succéder à </w:t>
      </w:r>
      <w:r w:rsidR="00DE5BA4" w:rsidRPr="00A83F06">
        <w:rPr>
          <w:color w:val="000000"/>
          <w:sz w:val="24"/>
        </w:rPr>
        <w:t>la Commission</w:t>
      </w:r>
      <w:r>
        <w:rPr>
          <w:bCs/>
          <w:color w:val="000000"/>
          <w:sz w:val="24"/>
          <w:szCs w:val="24"/>
        </w:rPr>
        <w:t>, notamment l’organe</w:t>
      </w:r>
      <w:r w:rsidR="00DE5BA4" w:rsidRPr="00A83F06">
        <w:rPr>
          <w:color w:val="000000"/>
          <w:sz w:val="24"/>
        </w:rPr>
        <w:t xml:space="preserve"> de </w:t>
      </w:r>
      <w:r>
        <w:rPr>
          <w:bCs/>
          <w:color w:val="000000"/>
          <w:sz w:val="24"/>
          <w:szCs w:val="24"/>
        </w:rPr>
        <w:t>réparation des préjudices subis par les</w:t>
      </w:r>
      <w:r w:rsidR="00DE5BA4" w:rsidRPr="00A83F06">
        <w:rPr>
          <w:color w:val="000000"/>
          <w:sz w:val="24"/>
        </w:rPr>
        <w:t xml:space="preserve"> victim</w:t>
      </w:r>
      <w:r w:rsidR="0036437B" w:rsidRPr="00A83F06">
        <w:rPr>
          <w:color w:val="000000"/>
          <w:sz w:val="24"/>
        </w:rPr>
        <w:t xml:space="preserve">es </w:t>
      </w:r>
      <w:r>
        <w:rPr>
          <w:bCs/>
          <w:color w:val="000000"/>
          <w:sz w:val="24"/>
          <w:szCs w:val="24"/>
        </w:rPr>
        <w:t xml:space="preserve">et l’organe chargé de la conservation des mémoires </w:t>
      </w:r>
      <w:r w:rsidR="0036437B" w:rsidRPr="00A83F06">
        <w:rPr>
          <w:color w:val="000000"/>
          <w:sz w:val="24"/>
        </w:rPr>
        <w:t>des crises</w:t>
      </w:r>
      <w:r w:rsidR="00A4641C" w:rsidRPr="00A83F06">
        <w:rPr>
          <w:color w:val="000000"/>
          <w:sz w:val="24"/>
        </w:rPr>
        <w:t> </w:t>
      </w:r>
      <w:r w:rsidR="006A0826" w:rsidRPr="00A83F06">
        <w:rPr>
          <w:color w:val="000000"/>
          <w:sz w:val="24"/>
        </w:rPr>
        <w:t>;</w:t>
      </w:r>
    </w:p>
    <w:p w14:paraId="1D5158AA" w14:textId="518FC755" w:rsidR="00DE5BA4" w:rsidRPr="00A83F06" w:rsidRDefault="001F4C9B" w:rsidP="00862092">
      <w:pPr>
        <w:pStyle w:val="SingleTxtG"/>
        <w:spacing w:line="236" w:lineRule="atLeast"/>
        <w:ind w:firstLine="567"/>
        <w:rPr>
          <w:sz w:val="24"/>
        </w:rPr>
      </w:pPr>
      <w:r>
        <w:rPr>
          <w:bCs/>
          <w:sz w:val="24"/>
          <w:szCs w:val="24"/>
        </w:rPr>
        <w:t>21</w:t>
      </w:r>
      <w:r w:rsidR="00DE5BA4" w:rsidRPr="00A83F06">
        <w:rPr>
          <w:sz w:val="24"/>
        </w:rPr>
        <w:t>.</w:t>
      </w:r>
      <w:r w:rsidR="00DE5BA4" w:rsidRPr="00A83F06">
        <w:rPr>
          <w:sz w:val="24"/>
        </w:rPr>
        <w:tab/>
        <w:t>Encourage</w:t>
      </w:r>
      <w:r w:rsidR="007446AA" w:rsidRPr="00A83F06">
        <w:rPr>
          <w:sz w:val="24"/>
        </w:rPr>
        <w:t xml:space="preserve"> également</w:t>
      </w:r>
      <w:r w:rsidR="00DE5BA4" w:rsidRPr="00A83F06">
        <w:rPr>
          <w:sz w:val="24"/>
        </w:rPr>
        <w:t xml:space="preserve"> les autorités de transition maliennes</w:t>
      </w:r>
      <w:r w:rsidR="00AD656A" w:rsidRPr="00A83F06">
        <w:rPr>
          <w:sz w:val="24"/>
        </w:rPr>
        <w:t>,</w:t>
      </w:r>
      <w:r w:rsidR="00DE5BA4" w:rsidRPr="00A83F06">
        <w:rPr>
          <w:sz w:val="24"/>
        </w:rPr>
        <w:t xml:space="preserve"> et tous les acteurs régionaux et internationaux</w:t>
      </w:r>
      <w:r w:rsidR="00AD656A" w:rsidRPr="00A83F06">
        <w:rPr>
          <w:sz w:val="24"/>
        </w:rPr>
        <w:t>,</w:t>
      </w:r>
      <w:r w:rsidR="00DE5BA4" w:rsidRPr="00A83F06">
        <w:rPr>
          <w:sz w:val="24"/>
        </w:rPr>
        <w:t xml:space="preserve"> à poursuivre leurs efforts pour l’instauration de la </w:t>
      </w:r>
      <w:r w:rsidR="006A0826" w:rsidRPr="00A83F06">
        <w:rPr>
          <w:sz w:val="24"/>
        </w:rPr>
        <w:t>paix et de la sécurité au Mali</w:t>
      </w:r>
      <w:r>
        <w:rPr>
          <w:bCs/>
          <w:sz w:val="24"/>
          <w:szCs w:val="24"/>
        </w:rPr>
        <w:t xml:space="preserve"> </w:t>
      </w:r>
      <w:r w:rsidR="006A0826" w:rsidRPr="00A83F06">
        <w:rPr>
          <w:sz w:val="24"/>
        </w:rPr>
        <w:t>;</w:t>
      </w:r>
    </w:p>
    <w:p w14:paraId="54C34201" w14:textId="13DEF068" w:rsidR="00DE5BA4" w:rsidRPr="004477C9" w:rsidRDefault="001F4C9B" w:rsidP="00862092">
      <w:pPr>
        <w:pStyle w:val="SingleTxtG"/>
        <w:spacing w:line="236" w:lineRule="atLeast"/>
        <w:ind w:firstLine="567"/>
      </w:pPr>
      <w:r>
        <w:rPr>
          <w:bCs/>
          <w:sz w:val="24"/>
          <w:szCs w:val="24"/>
        </w:rPr>
        <w:t xml:space="preserve">22. </w:t>
      </w:r>
      <w:r w:rsidR="00DE5BA4" w:rsidRPr="00A83F06">
        <w:rPr>
          <w:i/>
          <w:sz w:val="24"/>
        </w:rPr>
        <w:t xml:space="preserve">Salue </w:t>
      </w:r>
      <w:r w:rsidR="00DE5BA4" w:rsidRPr="00A83F06">
        <w:rPr>
          <w:sz w:val="24"/>
        </w:rPr>
        <w:t>le soutien de la Mission multidimensionnelle intégrée des Nations Unies pour la stabilisation au Mali aux efforts des autorités de transition maliennes visant à rétablir l’autorité de l’État et l’état de droit dans le pays, et à mettre en œuvre l’Accord pour la paix et la réconciliation au Mali, et déplore les pertes</w:t>
      </w:r>
      <w:r w:rsidR="0036437B" w:rsidRPr="00A83F06">
        <w:rPr>
          <w:sz w:val="24"/>
        </w:rPr>
        <w:t xml:space="preserve"> en vies humaines qu’elle subit</w:t>
      </w:r>
      <w:r w:rsidR="00A4641C" w:rsidRPr="00A83F06">
        <w:rPr>
          <w:color w:val="FF0000"/>
          <w:sz w:val="24"/>
        </w:rPr>
        <w:t> </w:t>
      </w:r>
      <w:r w:rsidR="006A0826" w:rsidRPr="00A83F06">
        <w:rPr>
          <w:color w:val="000000"/>
          <w:sz w:val="24"/>
        </w:rPr>
        <w:t>;</w:t>
      </w:r>
      <w:r>
        <w:rPr>
          <w:bCs/>
          <w:color w:val="FF0000"/>
          <w:sz w:val="24"/>
          <w:szCs w:val="24"/>
        </w:rPr>
        <w:t xml:space="preserve"> </w:t>
      </w:r>
    </w:p>
    <w:p w14:paraId="61C80ECE" w14:textId="2B337167" w:rsidR="00DE5BA4" w:rsidRPr="004477C9" w:rsidRDefault="001F4C9B" w:rsidP="00862092">
      <w:pPr>
        <w:pStyle w:val="SingleTxtG"/>
        <w:spacing w:line="236" w:lineRule="atLeast"/>
        <w:ind w:firstLine="567"/>
      </w:pPr>
      <w:r>
        <w:rPr>
          <w:sz w:val="24"/>
          <w:szCs w:val="24"/>
        </w:rPr>
        <w:t xml:space="preserve">23. </w:t>
      </w:r>
      <w:r>
        <w:rPr>
          <w:color w:val="000000"/>
          <w:sz w:val="24"/>
          <w:szCs w:val="24"/>
        </w:rPr>
        <w:t>Encourage</w:t>
      </w:r>
      <w:r w:rsidR="00DE5BA4" w:rsidRPr="00A83F06">
        <w:rPr>
          <w:color w:val="000000"/>
          <w:sz w:val="24"/>
        </w:rPr>
        <w:t xml:space="preserve"> la Force conjointe du </w:t>
      </w:r>
      <w:r>
        <w:rPr>
          <w:color w:val="000000"/>
          <w:sz w:val="24"/>
          <w:szCs w:val="24"/>
        </w:rPr>
        <w:t>G5</w:t>
      </w:r>
      <w:r w:rsidR="007446AA" w:rsidRPr="00A83F06">
        <w:rPr>
          <w:color w:val="000000"/>
          <w:sz w:val="24"/>
        </w:rPr>
        <w:t xml:space="preserve"> </w:t>
      </w:r>
      <w:r w:rsidR="00DE5BA4" w:rsidRPr="00A83F06">
        <w:rPr>
          <w:color w:val="000000"/>
          <w:sz w:val="24"/>
        </w:rPr>
        <w:t xml:space="preserve">Sahel à </w:t>
      </w:r>
      <w:r>
        <w:rPr>
          <w:color w:val="000000"/>
          <w:sz w:val="24"/>
          <w:szCs w:val="24"/>
          <w:lang w:val="fr-FR"/>
        </w:rPr>
        <w:t>intensifier</w:t>
      </w:r>
      <w:r w:rsidR="00DE5BA4" w:rsidRPr="00A83F06">
        <w:rPr>
          <w:color w:val="000000"/>
          <w:sz w:val="24"/>
        </w:rPr>
        <w:t xml:space="preserve"> ses efforts pour mettre </w:t>
      </w:r>
      <w:r>
        <w:rPr>
          <w:color w:val="000000"/>
          <w:sz w:val="24"/>
          <w:szCs w:val="24"/>
          <w:lang w:val="fr-FR"/>
        </w:rPr>
        <w:t>pleinement</w:t>
      </w:r>
      <w:r>
        <w:rPr>
          <w:color w:val="000000"/>
          <w:sz w:val="24"/>
          <w:szCs w:val="24"/>
        </w:rPr>
        <w:t xml:space="preserve"> </w:t>
      </w:r>
      <w:r w:rsidR="00DE5BA4" w:rsidRPr="00A83F06">
        <w:rPr>
          <w:color w:val="000000"/>
          <w:sz w:val="24"/>
        </w:rPr>
        <w:t xml:space="preserve">en œuvre </w:t>
      </w:r>
      <w:r>
        <w:rPr>
          <w:color w:val="000000"/>
          <w:sz w:val="24"/>
          <w:szCs w:val="24"/>
        </w:rPr>
        <w:t>son</w:t>
      </w:r>
      <w:r w:rsidR="00DE5BA4" w:rsidRPr="00A83F06">
        <w:rPr>
          <w:color w:val="000000"/>
          <w:sz w:val="24"/>
        </w:rPr>
        <w:t xml:space="preserve"> Cadre de conformité</w:t>
      </w:r>
      <w:r>
        <w:rPr>
          <w:color w:val="000000"/>
          <w:sz w:val="24"/>
          <w:szCs w:val="24"/>
        </w:rPr>
        <w:t>,</w:t>
      </w:r>
      <w:r>
        <w:rPr>
          <w:color w:val="000000"/>
          <w:sz w:val="24"/>
          <w:szCs w:val="24"/>
          <w:lang w:val="fr-FR"/>
        </w:rPr>
        <w:t xml:space="preserve"> avec le soutien continu du Haut-Commissariat des Nations Unies</w:t>
      </w:r>
      <w:r w:rsidR="00DE5BA4" w:rsidRPr="00A83F06">
        <w:rPr>
          <w:color w:val="000000"/>
          <w:sz w:val="24"/>
        </w:rPr>
        <w:t xml:space="preserve"> aux droits de l’homme</w:t>
      </w:r>
      <w:r>
        <w:rPr>
          <w:color w:val="000000"/>
          <w:sz w:val="24"/>
          <w:szCs w:val="24"/>
        </w:rPr>
        <w:t xml:space="preserve">, </w:t>
      </w:r>
      <w:r>
        <w:rPr>
          <w:color w:val="000000"/>
          <w:sz w:val="24"/>
          <w:szCs w:val="24"/>
          <w:lang w:val="fr-FR"/>
        </w:rPr>
        <w:t>à placer les droits de l'homme</w:t>
      </w:r>
      <w:r w:rsidR="00DE5BA4" w:rsidRPr="00A83F06">
        <w:rPr>
          <w:color w:val="000000"/>
          <w:sz w:val="24"/>
          <w:lang w:val="fr-FR"/>
        </w:rPr>
        <w:t xml:space="preserve"> et </w:t>
      </w:r>
      <w:r>
        <w:rPr>
          <w:color w:val="000000"/>
          <w:sz w:val="24"/>
          <w:szCs w:val="24"/>
          <w:lang w:val="fr-FR"/>
        </w:rPr>
        <w:t xml:space="preserve">la protection des civils </w:t>
      </w:r>
      <w:r w:rsidR="00DE5BA4" w:rsidRPr="00A83F06">
        <w:rPr>
          <w:color w:val="000000"/>
          <w:sz w:val="24"/>
          <w:lang w:val="fr-FR"/>
        </w:rPr>
        <w:t xml:space="preserve">au </w:t>
      </w:r>
      <w:r>
        <w:rPr>
          <w:color w:val="000000"/>
          <w:sz w:val="24"/>
          <w:szCs w:val="24"/>
          <w:lang w:val="fr-FR"/>
        </w:rPr>
        <w:t xml:space="preserve">centre de </w:t>
      </w:r>
      <w:r w:rsidR="00DE5BA4" w:rsidRPr="00A83F06">
        <w:rPr>
          <w:color w:val="000000"/>
          <w:sz w:val="24"/>
          <w:lang w:val="fr-FR"/>
        </w:rPr>
        <w:t xml:space="preserve">ses </w:t>
      </w:r>
      <w:r>
        <w:rPr>
          <w:color w:val="000000"/>
          <w:sz w:val="24"/>
          <w:szCs w:val="24"/>
          <w:lang w:val="fr-FR"/>
        </w:rPr>
        <w:t>opérations  militaires, invite les partenaires à continuer à soutenir ces efforts</w:t>
      </w:r>
      <w:r w:rsidR="00DE5BA4" w:rsidRPr="00A83F06">
        <w:rPr>
          <w:color w:val="000000"/>
          <w:sz w:val="24"/>
          <w:lang w:val="fr-FR"/>
        </w:rPr>
        <w:t xml:space="preserve">, notamment </w:t>
      </w:r>
      <w:r>
        <w:rPr>
          <w:color w:val="000000"/>
          <w:sz w:val="24"/>
          <w:szCs w:val="24"/>
          <w:lang w:val="fr-FR"/>
        </w:rPr>
        <w:t>par un soutien financier</w:t>
      </w:r>
      <w:r>
        <w:rPr>
          <w:bCs/>
          <w:color w:val="000000"/>
          <w:sz w:val="24"/>
          <w:szCs w:val="24"/>
          <w:lang w:val="fr-FR"/>
        </w:rPr>
        <w:t xml:space="preserve"> et </w:t>
      </w:r>
      <w:r>
        <w:rPr>
          <w:bCs/>
          <w:i/>
          <w:color w:val="000000"/>
          <w:sz w:val="24"/>
          <w:szCs w:val="24"/>
        </w:rPr>
        <w:t xml:space="preserve">appelle </w:t>
      </w:r>
      <w:r>
        <w:rPr>
          <w:bCs/>
          <w:color w:val="000000"/>
          <w:sz w:val="24"/>
          <w:szCs w:val="24"/>
        </w:rPr>
        <w:t>la Force conjointe du Groupe de cinq pays du Sahel  à s’assurer</w:t>
      </w:r>
      <w:r w:rsidR="00DE5BA4" w:rsidRPr="00A83F06">
        <w:rPr>
          <w:color w:val="000000"/>
          <w:sz w:val="24"/>
        </w:rPr>
        <w:t xml:space="preserve"> </w:t>
      </w:r>
      <w:r w:rsidR="00DE5BA4" w:rsidRPr="00A83F06">
        <w:rPr>
          <w:sz w:val="24"/>
        </w:rPr>
        <w:t xml:space="preserve">de l’effectivité des mécanismes de reddition de comptes en son sein, qui sont essentiels afin que chaque incident impliquant des victimes civiles ou des violations présumées des droits de l’homme ou atteintes à ces droits ou des violations du droit international humanitaire fasse l’objet d’une enquête rapide, impartiale, indépendante et approfondie, et que des mesures immédiates soient prises à l’égard des unités et des individus présumés </w:t>
      </w:r>
      <w:r w:rsidR="006A0826" w:rsidRPr="00A83F06">
        <w:rPr>
          <w:sz w:val="24"/>
        </w:rPr>
        <w:t>responsables, le cas échéant</w:t>
      </w:r>
      <w:r w:rsidR="00A4641C" w:rsidRPr="00A83F06">
        <w:rPr>
          <w:sz w:val="24"/>
        </w:rPr>
        <w:t> </w:t>
      </w:r>
      <w:r w:rsidR="006A0826" w:rsidRPr="00A83F06">
        <w:rPr>
          <w:sz w:val="24"/>
        </w:rPr>
        <w:t>;</w:t>
      </w:r>
    </w:p>
    <w:p w14:paraId="52ECEAFF" w14:textId="64ED8F88" w:rsidR="00DE5BA4" w:rsidRPr="004477C9" w:rsidRDefault="001F4C9B" w:rsidP="00862092">
      <w:pPr>
        <w:pStyle w:val="SingleTxtG"/>
        <w:spacing w:line="236" w:lineRule="atLeast"/>
        <w:ind w:firstLine="567"/>
      </w:pPr>
      <w:r>
        <w:rPr>
          <w:bCs/>
          <w:sz w:val="24"/>
          <w:szCs w:val="24"/>
        </w:rPr>
        <w:t>24</w:t>
      </w:r>
      <w:r w:rsidR="00DE5BA4" w:rsidRPr="00A83F06">
        <w:rPr>
          <w:sz w:val="24"/>
        </w:rPr>
        <w:t>.</w:t>
      </w:r>
      <w:r w:rsidR="00DE5BA4" w:rsidRPr="00A83F06">
        <w:rPr>
          <w:sz w:val="24"/>
        </w:rPr>
        <w:tab/>
      </w:r>
      <w:r w:rsidR="00DE5BA4" w:rsidRPr="00A83F06">
        <w:rPr>
          <w:i/>
          <w:sz w:val="24"/>
        </w:rPr>
        <w:t xml:space="preserve">Demande </w:t>
      </w:r>
      <w:r w:rsidR="00DE5BA4" w:rsidRPr="00A83F06">
        <w:rPr>
          <w:sz w:val="24"/>
        </w:rPr>
        <w:t>à toutes les parties de respecter les droits de l’homme et de veiller au strict respect du droit international des droits de l’homme et du droit international humanitaire</w:t>
      </w:r>
      <w:r>
        <w:rPr>
          <w:bCs/>
          <w:sz w:val="24"/>
          <w:szCs w:val="24"/>
        </w:rPr>
        <w:t xml:space="preserve"> ;</w:t>
      </w:r>
      <w:r>
        <w:rPr>
          <w:sz w:val="24"/>
          <w:szCs w:val="24"/>
        </w:rPr>
        <w:t xml:space="preserve"> </w:t>
      </w:r>
    </w:p>
    <w:p w14:paraId="660023A2" w14:textId="371FB744" w:rsidR="00DE5BA4" w:rsidRPr="004477C9" w:rsidRDefault="001F4C9B" w:rsidP="00862092">
      <w:pPr>
        <w:pStyle w:val="SingleTxtG"/>
        <w:spacing w:line="236" w:lineRule="atLeast"/>
        <w:ind w:firstLine="567"/>
      </w:pPr>
      <w:r>
        <w:rPr>
          <w:bCs/>
          <w:sz w:val="24"/>
          <w:szCs w:val="24"/>
        </w:rPr>
        <w:t>25</w:t>
      </w:r>
      <w:r w:rsidR="00DE5BA4" w:rsidRPr="00A83F06">
        <w:rPr>
          <w:sz w:val="24"/>
        </w:rPr>
        <w:t>.</w:t>
      </w:r>
      <w:r w:rsidR="00DE5BA4" w:rsidRPr="00A83F06">
        <w:rPr>
          <w:sz w:val="24"/>
        </w:rPr>
        <w:tab/>
      </w:r>
      <w:r w:rsidR="00DE5BA4" w:rsidRPr="00A83F06">
        <w:rPr>
          <w:i/>
          <w:sz w:val="24"/>
        </w:rPr>
        <w:t>Exhorte</w:t>
      </w:r>
      <w:r w:rsidR="00DE5BA4" w:rsidRPr="00A83F06">
        <w:rPr>
          <w:sz w:val="24"/>
        </w:rPr>
        <w:t xml:space="preserve"> les autorités de transition maliennes à accélérer le retour</w:t>
      </w:r>
      <w:r>
        <w:rPr>
          <w:bCs/>
          <w:sz w:val="24"/>
          <w:szCs w:val="24"/>
        </w:rPr>
        <w:t xml:space="preserve"> </w:t>
      </w:r>
      <w:r>
        <w:rPr>
          <w:bCs/>
          <w:color w:val="000000"/>
          <w:sz w:val="24"/>
          <w:szCs w:val="24"/>
        </w:rPr>
        <w:t>effectif</w:t>
      </w:r>
      <w:r w:rsidR="00DE5BA4" w:rsidRPr="00A83F06">
        <w:rPr>
          <w:sz w:val="24"/>
        </w:rPr>
        <w:t xml:space="preserve"> de l’administration, notamment judiciaire, et des services de base dans le centre et le nord du pays et à œuvrer au rétablissement</w:t>
      </w:r>
      <w:r w:rsidR="00DE5BA4" w:rsidRPr="00A83F06">
        <w:rPr>
          <w:b/>
          <w:color w:val="000000"/>
          <w:sz w:val="24"/>
        </w:rPr>
        <w:t xml:space="preserve"> </w:t>
      </w:r>
      <w:r>
        <w:rPr>
          <w:bCs/>
          <w:color w:val="000000"/>
          <w:sz w:val="24"/>
          <w:szCs w:val="24"/>
        </w:rPr>
        <w:t>des conditions requises pour assurer un</w:t>
      </w:r>
      <w:r w:rsidR="00DE5BA4" w:rsidRPr="00A83F06">
        <w:rPr>
          <w:color w:val="000000"/>
          <w:sz w:val="24"/>
        </w:rPr>
        <w:t xml:space="preserve"> </w:t>
      </w:r>
      <w:r w:rsidR="00DE5BA4" w:rsidRPr="00A83F06">
        <w:rPr>
          <w:sz w:val="24"/>
        </w:rPr>
        <w:t>niveau de sécurité acceptable</w:t>
      </w:r>
      <w:r w:rsidR="00A4641C" w:rsidRPr="00A83F06">
        <w:rPr>
          <w:sz w:val="24"/>
        </w:rPr>
        <w:t> </w:t>
      </w:r>
      <w:r w:rsidR="006A0826" w:rsidRPr="00A83F06">
        <w:rPr>
          <w:sz w:val="24"/>
        </w:rPr>
        <w:t>;</w:t>
      </w:r>
    </w:p>
    <w:p w14:paraId="4989D9A0" w14:textId="72462E1C" w:rsidR="00DE5BA4" w:rsidRPr="00492250" w:rsidRDefault="001F4C9B" w:rsidP="00A83F06">
      <w:pPr>
        <w:pStyle w:val="SingleTxtG"/>
        <w:spacing w:line="236" w:lineRule="atLeast"/>
      </w:pPr>
      <w:r>
        <w:rPr>
          <w:bCs/>
          <w:sz w:val="24"/>
          <w:szCs w:val="24"/>
        </w:rPr>
        <w:tab/>
        <w:t xml:space="preserve"> 26. </w:t>
      </w:r>
      <w:r>
        <w:rPr>
          <w:bCs/>
          <w:color w:val="000000"/>
          <w:sz w:val="24"/>
          <w:szCs w:val="24"/>
        </w:rPr>
        <w:t>Encourage vivement</w:t>
      </w:r>
      <w:r w:rsidR="00DE5BA4" w:rsidRPr="00A83F06">
        <w:rPr>
          <w:color w:val="000000"/>
          <w:sz w:val="24"/>
        </w:rPr>
        <w:t xml:space="preserve"> les autorités de </w:t>
      </w:r>
      <w:r>
        <w:rPr>
          <w:bCs/>
          <w:color w:val="000000"/>
          <w:sz w:val="24"/>
          <w:szCs w:val="24"/>
        </w:rPr>
        <w:t xml:space="preserve">la </w:t>
      </w:r>
      <w:r w:rsidR="00DE5BA4" w:rsidRPr="00A83F06">
        <w:rPr>
          <w:color w:val="000000"/>
          <w:sz w:val="24"/>
        </w:rPr>
        <w:t xml:space="preserve">transition à </w:t>
      </w:r>
      <w:r>
        <w:rPr>
          <w:bCs/>
          <w:color w:val="000000"/>
          <w:sz w:val="24"/>
          <w:szCs w:val="24"/>
        </w:rPr>
        <w:t>présenter</w:t>
      </w:r>
      <w:r w:rsidR="00DE5BA4" w:rsidRPr="00A83F06">
        <w:rPr>
          <w:color w:val="000000"/>
          <w:sz w:val="24"/>
        </w:rPr>
        <w:t xml:space="preserve"> un </w:t>
      </w:r>
      <w:r>
        <w:rPr>
          <w:bCs/>
          <w:color w:val="000000"/>
          <w:sz w:val="24"/>
          <w:szCs w:val="24"/>
        </w:rPr>
        <w:t xml:space="preserve">chronogramme de la transition acceptable devant permettre </w:t>
      </w:r>
      <w:r w:rsidRPr="00492250">
        <w:rPr>
          <w:bCs/>
          <w:sz w:val="24"/>
          <w:szCs w:val="24"/>
        </w:rPr>
        <w:t>l’organisation d’élections justes, libres, transparentes, inclusives et crédibles</w:t>
      </w:r>
      <w:r w:rsidR="00DE5BA4" w:rsidRPr="00492250">
        <w:rPr>
          <w:sz w:val="24"/>
        </w:rPr>
        <w:t xml:space="preserve"> en vue </w:t>
      </w:r>
      <w:r w:rsidRPr="00492250">
        <w:rPr>
          <w:bCs/>
          <w:sz w:val="24"/>
          <w:szCs w:val="24"/>
        </w:rPr>
        <w:t>du</w:t>
      </w:r>
      <w:r w:rsidR="00DE5BA4" w:rsidRPr="00492250">
        <w:rPr>
          <w:sz w:val="24"/>
        </w:rPr>
        <w:t xml:space="preserve"> rétablissement </w:t>
      </w:r>
      <w:r w:rsidRPr="00492250">
        <w:rPr>
          <w:bCs/>
          <w:sz w:val="24"/>
          <w:szCs w:val="24"/>
        </w:rPr>
        <w:t xml:space="preserve">rapide </w:t>
      </w:r>
      <w:r w:rsidR="00DE5BA4" w:rsidRPr="00492250">
        <w:rPr>
          <w:sz w:val="24"/>
        </w:rPr>
        <w:t>de l’ordre constitutionnel</w:t>
      </w:r>
      <w:r w:rsidR="00A4641C" w:rsidRPr="00492250">
        <w:rPr>
          <w:sz w:val="24"/>
        </w:rPr>
        <w:t> </w:t>
      </w:r>
      <w:r w:rsidR="006A0826" w:rsidRPr="00492250">
        <w:rPr>
          <w:sz w:val="24"/>
        </w:rPr>
        <w:t>;</w:t>
      </w:r>
    </w:p>
    <w:p w14:paraId="486EA66B" w14:textId="2EB22E89" w:rsidR="00DE5BA4" w:rsidRPr="004477C9" w:rsidRDefault="00DE5BA4" w:rsidP="00862092">
      <w:pPr>
        <w:pStyle w:val="SingleTxtG"/>
        <w:spacing w:line="236" w:lineRule="atLeast"/>
        <w:ind w:firstLine="567"/>
      </w:pPr>
      <w:r w:rsidRPr="00492250">
        <w:rPr>
          <w:sz w:val="24"/>
        </w:rPr>
        <w:t>27.</w:t>
      </w:r>
      <w:r w:rsidRPr="00492250">
        <w:rPr>
          <w:sz w:val="24"/>
        </w:rPr>
        <w:tab/>
      </w:r>
      <w:r w:rsidRPr="00492250">
        <w:rPr>
          <w:i/>
          <w:sz w:val="24"/>
        </w:rPr>
        <w:t xml:space="preserve">Constate avec satisfaction </w:t>
      </w:r>
      <w:r w:rsidRPr="00492250">
        <w:rPr>
          <w:sz w:val="24"/>
        </w:rPr>
        <w:t xml:space="preserve">la coopération étroite des autorités de transition maliennes avec l’Expert </w:t>
      </w:r>
      <w:r w:rsidRPr="00A83F06">
        <w:rPr>
          <w:sz w:val="24"/>
        </w:rPr>
        <w:t>indépendant sur la situation des droits de l’homme au Mali dans le cadre de l’accomplissement du mandat qui a été confié à ce dernier, et appelle les autorités de transition à mettre en œuvre ses</w:t>
      </w:r>
      <w:r w:rsidR="0036437B" w:rsidRPr="00A83F06">
        <w:rPr>
          <w:sz w:val="24"/>
        </w:rPr>
        <w:t xml:space="preserve"> recommandations</w:t>
      </w:r>
      <w:r w:rsidR="00A4641C" w:rsidRPr="00A83F06">
        <w:rPr>
          <w:sz w:val="24"/>
        </w:rPr>
        <w:t> </w:t>
      </w:r>
      <w:r w:rsidR="006A0826" w:rsidRPr="00A83F06">
        <w:rPr>
          <w:sz w:val="24"/>
        </w:rPr>
        <w:t>;</w:t>
      </w:r>
    </w:p>
    <w:p w14:paraId="57F321CC" w14:textId="7925E0CA" w:rsidR="00DE5BA4" w:rsidRPr="004477C9" w:rsidRDefault="00DE5BA4" w:rsidP="00862092">
      <w:pPr>
        <w:pStyle w:val="SingleTxtG"/>
        <w:spacing w:line="236" w:lineRule="atLeast"/>
        <w:ind w:firstLine="567"/>
      </w:pPr>
      <w:r w:rsidRPr="00A83F06">
        <w:rPr>
          <w:color w:val="000000"/>
          <w:sz w:val="24"/>
        </w:rPr>
        <w:t>28.</w:t>
      </w:r>
      <w:r w:rsidR="001F4C9B">
        <w:rPr>
          <w:bCs/>
          <w:color w:val="000000"/>
          <w:sz w:val="24"/>
          <w:szCs w:val="24"/>
        </w:rPr>
        <w:t xml:space="preserve"> </w:t>
      </w:r>
      <w:r w:rsidRPr="00A83F06">
        <w:rPr>
          <w:i/>
          <w:color w:val="000000"/>
          <w:sz w:val="24"/>
        </w:rPr>
        <w:t xml:space="preserve">Décide </w:t>
      </w:r>
      <w:r w:rsidRPr="00A83F06">
        <w:rPr>
          <w:color w:val="000000"/>
          <w:sz w:val="24"/>
        </w:rPr>
        <w:t xml:space="preserve">de proroger d’un an le mandat de l’Expert indépendant sur la situation des droits de l’homme au Mali afin de lui permettre de continuer l’évaluation de la situation des droits de l’homme dans le pays et </w:t>
      </w:r>
      <w:r w:rsidR="001F4C9B">
        <w:rPr>
          <w:bCs/>
          <w:color w:val="000000"/>
          <w:sz w:val="24"/>
          <w:szCs w:val="24"/>
        </w:rPr>
        <w:t>fournir son assistance</w:t>
      </w:r>
      <w:r w:rsidRPr="00A83F06">
        <w:rPr>
          <w:color w:val="000000"/>
          <w:sz w:val="24"/>
        </w:rPr>
        <w:t xml:space="preserve"> </w:t>
      </w:r>
      <w:r w:rsidRPr="00A83F06">
        <w:rPr>
          <w:sz w:val="24"/>
        </w:rPr>
        <w:t>pour assurer la promotion, la protection et la mise en œuvre des droits de l’homme et renforcer la primauté du droit</w:t>
      </w:r>
      <w:r w:rsidR="001F4C9B">
        <w:rPr>
          <w:bCs/>
          <w:sz w:val="24"/>
          <w:szCs w:val="24"/>
        </w:rPr>
        <w:t xml:space="preserve"> </w:t>
      </w:r>
      <w:r w:rsidR="006A0826" w:rsidRPr="00A83F06">
        <w:rPr>
          <w:sz w:val="24"/>
        </w:rPr>
        <w:t>;</w:t>
      </w:r>
    </w:p>
    <w:p w14:paraId="25648187" w14:textId="3640CB4D" w:rsidR="00DE5BA4" w:rsidRPr="004477C9" w:rsidRDefault="00DE5BA4" w:rsidP="00862092">
      <w:pPr>
        <w:pStyle w:val="SingleTxtG"/>
        <w:spacing w:line="236" w:lineRule="atLeast"/>
        <w:ind w:firstLine="567"/>
      </w:pPr>
      <w:r w:rsidRPr="00A83F06">
        <w:rPr>
          <w:sz w:val="24"/>
        </w:rPr>
        <w:t>29.</w:t>
      </w:r>
      <w:r w:rsidRPr="00A83F06">
        <w:rPr>
          <w:sz w:val="24"/>
        </w:rPr>
        <w:tab/>
      </w:r>
      <w:r w:rsidRPr="00A83F06">
        <w:rPr>
          <w:i/>
          <w:sz w:val="24"/>
        </w:rPr>
        <w:t xml:space="preserve">Engage </w:t>
      </w:r>
      <w:r w:rsidRPr="00A83F06">
        <w:rPr>
          <w:sz w:val="24"/>
        </w:rPr>
        <w:t>toutes les parties au Mali à collaborer pleinement avec l’Expert indépendant et à l’assister dans l’exercice de son mandat</w:t>
      </w:r>
      <w:r w:rsidR="00A4641C" w:rsidRPr="00A83F06">
        <w:rPr>
          <w:sz w:val="24"/>
        </w:rPr>
        <w:t> </w:t>
      </w:r>
      <w:r w:rsidR="006A0826" w:rsidRPr="00A83F06">
        <w:rPr>
          <w:sz w:val="24"/>
        </w:rPr>
        <w:t>;</w:t>
      </w:r>
      <w:r w:rsidR="001F4C9B">
        <w:rPr>
          <w:bCs/>
          <w:sz w:val="24"/>
          <w:szCs w:val="24"/>
        </w:rPr>
        <w:t xml:space="preserve"> </w:t>
      </w:r>
    </w:p>
    <w:p w14:paraId="1BC9D988" w14:textId="3D2DA3F0" w:rsidR="00DE5BA4" w:rsidRPr="004477C9" w:rsidRDefault="00DE5BA4" w:rsidP="00862092">
      <w:pPr>
        <w:pStyle w:val="SingleTxtG"/>
        <w:spacing w:line="236" w:lineRule="atLeast"/>
        <w:ind w:firstLine="567"/>
      </w:pPr>
      <w:r w:rsidRPr="00A83F06">
        <w:rPr>
          <w:sz w:val="24"/>
        </w:rPr>
        <w:t>30.</w:t>
      </w:r>
      <w:r w:rsidRPr="00A83F06">
        <w:rPr>
          <w:sz w:val="24"/>
        </w:rPr>
        <w:tab/>
      </w:r>
      <w:r w:rsidRPr="00A83F06">
        <w:rPr>
          <w:i/>
          <w:sz w:val="24"/>
        </w:rPr>
        <w:t xml:space="preserve">Demande </w:t>
      </w:r>
      <w:r w:rsidRPr="00A83F06">
        <w:rPr>
          <w:sz w:val="24"/>
        </w:rPr>
        <w:t>à l’Expert indépendant, dans le cadre de son mandat, de travailler en étroite collaboration avec tous les organes des Nations Unies, l’Union africaine, la Communauté économique des États de l’Afrique de l’Ouest, le Groupe de cinq pays du Sahel et ses États membres les États voisins et toute autre organisation internationale intéressée, ainsi qu’</w:t>
      </w:r>
      <w:r w:rsidR="0036437B" w:rsidRPr="00A83F06">
        <w:rPr>
          <w:sz w:val="24"/>
        </w:rPr>
        <w:t>avec la société civile malienne</w:t>
      </w:r>
      <w:r w:rsidR="00A4641C" w:rsidRPr="00A83F06">
        <w:rPr>
          <w:sz w:val="24"/>
        </w:rPr>
        <w:t> </w:t>
      </w:r>
      <w:r w:rsidR="006A0826" w:rsidRPr="00A83F06">
        <w:rPr>
          <w:sz w:val="24"/>
        </w:rPr>
        <w:t>;</w:t>
      </w:r>
    </w:p>
    <w:p w14:paraId="29AB06CE" w14:textId="1AF70016" w:rsidR="00DE5BA4" w:rsidRPr="004477C9" w:rsidRDefault="00DE5BA4" w:rsidP="00862092">
      <w:pPr>
        <w:pStyle w:val="SingleTxtG"/>
        <w:spacing w:line="236" w:lineRule="atLeast"/>
        <w:ind w:firstLine="567"/>
      </w:pPr>
      <w:r w:rsidRPr="00A83F06">
        <w:rPr>
          <w:sz w:val="24"/>
        </w:rPr>
        <w:t>31.</w:t>
      </w:r>
      <w:r w:rsidRPr="00A83F06">
        <w:rPr>
          <w:sz w:val="24"/>
        </w:rPr>
        <w:tab/>
      </w:r>
      <w:r w:rsidRPr="00A83F06">
        <w:rPr>
          <w:i/>
          <w:color w:val="000000"/>
          <w:sz w:val="24"/>
        </w:rPr>
        <w:t xml:space="preserve">Demande également </w:t>
      </w:r>
      <w:r w:rsidRPr="00A83F06">
        <w:rPr>
          <w:color w:val="000000"/>
          <w:sz w:val="24"/>
        </w:rPr>
        <w:t xml:space="preserve">à l’Expert indépendant de lui faire rapport sur la situation des droits de l’homme à sa </w:t>
      </w:r>
      <w:r w:rsidR="001F4C9B">
        <w:rPr>
          <w:bCs/>
          <w:color w:val="000000"/>
          <w:sz w:val="24"/>
          <w:szCs w:val="24"/>
        </w:rPr>
        <w:t>cinquante-deuxième</w:t>
      </w:r>
      <w:r w:rsidRPr="00A83F06">
        <w:rPr>
          <w:color w:val="000000"/>
          <w:sz w:val="24"/>
        </w:rPr>
        <w:t xml:space="preserve"> session</w:t>
      </w:r>
      <w:r w:rsidR="00A4641C" w:rsidRPr="00A83F06">
        <w:rPr>
          <w:color w:val="000000"/>
          <w:sz w:val="24"/>
        </w:rPr>
        <w:t> </w:t>
      </w:r>
      <w:r w:rsidR="006A0826" w:rsidRPr="00A83F06">
        <w:rPr>
          <w:color w:val="000000"/>
          <w:sz w:val="24"/>
        </w:rPr>
        <w:t>;</w:t>
      </w:r>
    </w:p>
    <w:p w14:paraId="2130E2DB" w14:textId="4D86D080" w:rsidR="00DE5BA4" w:rsidRPr="004477C9" w:rsidRDefault="00DE5BA4" w:rsidP="00862092">
      <w:pPr>
        <w:pStyle w:val="SingleTxtG"/>
        <w:spacing w:line="236" w:lineRule="atLeast"/>
        <w:ind w:firstLine="567"/>
      </w:pPr>
      <w:r w:rsidRPr="00A83F06">
        <w:rPr>
          <w:sz w:val="24"/>
        </w:rPr>
        <w:t>32.</w:t>
      </w:r>
      <w:r w:rsidRPr="00A83F06">
        <w:rPr>
          <w:sz w:val="24"/>
        </w:rPr>
        <w:tab/>
      </w:r>
      <w:r w:rsidRPr="00A83F06">
        <w:rPr>
          <w:i/>
          <w:color w:val="000000"/>
          <w:sz w:val="24"/>
        </w:rPr>
        <w:t xml:space="preserve">Décide </w:t>
      </w:r>
      <w:r w:rsidRPr="00A83F06">
        <w:rPr>
          <w:color w:val="000000"/>
          <w:sz w:val="24"/>
        </w:rPr>
        <w:t xml:space="preserve">de tenir à sa </w:t>
      </w:r>
      <w:r w:rsidR="001F4C9B">
        <w:rPr>
          <w:bCs/>
          <w:color w:val="000000"/>
          <w:sz w:val="24"/>
          <w:szCs w:val="24"/>
        </w:rPr>
        <w:t>cinquante-deuxième</w:t>
      </w:r>
      <w:r w:rsidRPr="00A83F06">
        <w:rPr>
          <w:color w:val="000000"/>
          <w:sz w:val="24"/>
        </w:rPr>
        <w:t xml:space="preserve"> session un dialogue en présence de l’Expert indépendant et des représentants du Gouvernement </w:t>
      </w:r>
      <w:r w:rsidR="006F2AE1" w:rsidRPr="00A83F06">
        <w:rPr>
          <w:color w:val="000000"/>
          <w:sz w:val="24"/>
        </w:rPr>
        <w:t xml:space="preserve">de transition </w:t>
      </w:r>
      <w:r w:rsidRPr="00A83F06">
        <w:rPr>
          <w:color w:val="000000"/>
          <w:sz w:val="24"/>
        </w:rPr>
        <w:t xml:space="preserve">malien afin d’évaluer l’évolution de la situation des droits de l’homme dans le pays, en s’attachant particulièrement </w:t>
      </w:r>
      <w:r w:rsidR="001F4C9B">
        <w:rPr>
          <w:bCs/>
          <w:color w:val="000000"/>
          <w:sz w:val="24"/>
          <w:szCs w:val="24"/>
        </w:rPr>
        <w:t>aux questions de</w:t>
      </w:r>
      <w:r w:rsidRPr="00A83F06">
        <w:rPr>
          <w:color w:val="000000"/>
          <w:sz w:val="24"/>
        </w:rPr>
        <w:t xml:space="preserve"> la </w:t>
      </w:r>
      <w:r w:rsidR="001F4C9B">
        <w:rPr>
          <w:bCs/>
          <w:color w:val="000000"/>
          <w:sz w:val="24"/>
          <w:szCs w:val="24"/>
        </w:rPr>
        <w:t>protection</w:t>
      </w:r>
      <w:r w:rsidRPr="00A83F06">
        <w:rPr>
          <w:color w:val="000000"/>
          <w:sz w:val="24"/>
        </w:rPr>
        <w:t xml:space="preserve"> de l’espace </w:t>
      </w:r>
      <w:r w:rsidR="001F4C9B">
        <w:rPr>
          <w:bCs/>
          <w:color w:val="000000"/>
          <w:sz w:val="24"/>
          <w:szCs w:val="24"/>
        </w:rPr>
        <w:t>civique</w:t>
      </w:r>
      <w:r w:rsidRPr="00A83F06">
        <w:rPr>
          <w:color w:val="000000"/>
          <w:sz w:val="24"/>
        </w:rPr>
        <w:t xml:space="preserve"> et </w:t>
      </w:r>
      <w:r w:rsidR="001F4C9B">
        <w:rPr>
          <w:bCs/>
          <w:color w:val="000000"/>
          <w:sz w:val="24"/>
          <w:szCs w:val="24"/>
        </w:rPr>
        <w:t xml:space="preserve">de respect de l’Etat de droit </w:t>
      </w:r>
      <w:r w:rsidRPr="00A83F06">
        <w:rPr>
          <w:sz w:val="24"/>
        </w:rPr>
        <w:t>;</w:t>
      </w:r>
    </w:p>
    <w:p w14:paraId="6B7BB31D" w14:textId="1B4AE7BC" w:rsidR="00DE5BA4" w:rsidRPr="004477C9" w:rsidRDefault="00DE5BA4" w:rsidP="00862092">
      <w:pPr>
        <w:pStyle w:val="SingleTxtG"/>
        <w:spacing w:line="236" w:lineRule="atLeast"/>
        <w:ind w:firstLine="567"/>
      </w:pPr>
      <w:r w:rsidRPr="00A83F06">
        <w:rPr>
          <w:sz w:val="24"/>
        </w:rPr>
        <w:t>33.</w:t>
      </w:r>
      <w:r w:rsidRPr="00A83F06">
        <w:rPr>
          <w:sz w:val="24"/>
        </w:rPr>
        <w:tab/>
      </w:r>
      <w:r w:rsidRPr="00A83F06">
        <w:rPr>
          <w:i/>
          <w:sz w:val="24"/>
        </w:rPr>
        <w:t>Invite</w:t>
      </w:r>
      <w:r w:rsidRPr="00A83F06">
        <w:rPr>
          <w:sz w:val="24"/>
        </w:rPr>
        <w:t xml:space="preserve"> le Secrétaire général et la Haute-Commissaire des Nations Unies aux droits de l’homme à continuer d’apporter à l’Expert indépendant toute l’assistance dont il a besoin pour s’acquitter entièrement de son mandat</w:t>
      </w:r>
      <w:r w:rsidR="00A4641C" w:rsidRPr="00A83F06">
        <w:rPr>
          <w:sz w:val="24"/>
        </w:rPr>
        <w:t> </w:t>
      </w:r>
      <w:r w:rsidR="006A0826" w:rsidRPr="00A83F06">
        <w:rPr>
          <w:sz w:val="24"/>
        </w:rPr>
        <w:t>;</w:t>
      </w:r>
    </w:p>
    <w:p w14:paraId="03934B49" w14:textId="1C91385F" w:rsidR="0036437B" w:rsidRPr="004477C9" w:rsidRDefault="00DE5BA4" w:rsidP="00862092">
      <w:pPr>
        <w:pStyle w:val="SingleTxtG"/>
        <w:spacing w:line="236" w:lineRule="atLeast"/>
        <w:ind w:firstLine="567"/>
      </w:pPr>
      <w:r w:rsidRPr="00A83F06">
        <w:rPr>
          <w:sz w:val="24"/>
        </w:rPr>
        <w:t>34.</w:t>
      </w:r>
      <w:r w:rsidRPr="00A83F06">
        <w:rPr>
          <w:sz w:val="24"/>
        </w:rPr>
        <w:tab/>
      </w:r>
      <w:r w:rsidRPr="00A83F06">
        <w:rPr>
          <w:i/>
          <w:sz w:val="24"/>
        </w:rPr>
        <w:t>Demande</w:t>
      </w:r>
      <w:r w:rsidRPr="00A83F06">
        <w:rPr>
          <w:sz w:val="24"/>
        </w:rPr>
        <w:t xml:space="preserve"> au Haut-Commissariat des Nations Unies aux droits de l’homme de continuer à fournir l’assistance technique sollicitée par le Gouvernement </w:t>
      </w:r>
      <w:r w:rsidR="004477C9" w:rsidRPr="00A83F06">
        <w:rPr>
          <w:sz w:val="24"/>
        </w:rPr>
        <w:t xml:space="preserve">de transition </w:t>
      </w:r>
      <w:r w:rsidRPr="00A83F06">
        <w:rPr>
          <w:sz w:val="24"/>
        </w:rPr>
        <w:t>malien afin de renforcer les capacités de la Commission nationale des droits de l’homme du Mali</w:t>
      </w:r>
      <w:r w:rsidR="00A4641C" w:rsidRPr="00A83F06">
        <w:rPr>
          <w:sz w:val="24"/>
        </w:rPr>
        <w:t> </w:t>
      </w:r>
      <w:r w:rsidR="0036437B" w:rsidRPr="00A83F06">
        <w:rPr>
          <w:sz w:val="24"/>
        </w:rPr>
        <w:t>;</w:t>
      </w:r>
    </w:p>
    <w:p w14:paraId="44BBEACA" w14:textId="1ED3AFF5" w:rsidR="00DE5BA4" w:rsidRPr="004477C9" w:rsidRDefault="00DE5BA4" w:rsidP="00862092">
      <w:pPr>
        <w:pStyle w:val="SingleTxtG"/>
        <w:spacing w:line="236" w:lineRule="atLeast"/>
        <w:ind w:firstLine="567"/>
      </w:pPr>
      <w:r w:rsidRPr="00A83F06">
        <w:rPr>
          <w:sz w:val="24"/>
        </w:rPr>
        <w:t>35.</w:t>
      </w:r>
      <w:r w:rsidRPr="00A83F06">
        <w:rPr>
          <w:sz w:val="24"/>
        </w:rPr>
        <w:tab/>
      </w:r>
      <w:r w:rsidRPr="00A83F06">
        <w:rPr>
          <w:i/>
          <w:sz w:val="24"/>
        </w:rPr>
        <w:t xml:space="preserve">Engage instamment </w:t>
      </w:r>
      <w:r w:rsidRPr="00A83F06">
        <w:rPr>
          <w:sz w:val="24"/>
        </w:rPr>
        <w:t>la communauté internationale à continuer d’apporter au Mali l’assistance nécessaire pour assurer sa stabilité en vue de promouvoir le respect de tous les droits de l’homme et de lutter résolument contre l’impunité, ce qui favorisera la réconciliation nationale, la paix et la cohésion sociale</w:t>
      </w:r>
      <w:r w:rsidR="00A4641C" w:rsidRPr="00A83F06">
        <w:rPr>
          <w:sz w:val="24"/>
        </w:rPr>
        <w:t> </w:t>
      </w:r>
      <w:r w:rsidR="006A0826" w:rsidRPr="00A83F06">
        <w:rPr>
          <w:sz w:val="24"/>
        </w:rPr>
        <w:t>;</w:t>
      </w:r>
    </w:p>
    <w:p w14:paraId="782B14DB" w14:textId="47F9AEF8" w:rsidR="0008167F" w:rsidRDefault="00DE5BA4" w:rsidP="00862092">
      <w:pPr>
        <w:pStyle w:val="SingleTxtG"/>
        <w:spacing w:line="236" w:lineRule="atLeast"/>
        <w:ind w:firstLine="567"/>
      </w:pPr>
      <w:r w:rsidRPr="00A83F06">
        <w:rPr>
          <w:sz w:val="24"/>
        </w:rPr>
        <w:t>36.</w:t>
      </w:r>
      <w:r w:rsidR="001F4C9B">
        <w:rPr>
          <w:bCs/>
          <w:sz w:val="24"/>
          <w:szCs w:val="24"/>
        </w:rPr>
        <w:t xml:space="preserve"> </w:t>
      </w:r>
      <w:r w:rsidRPr="00A83F06">
        <w:rPr>
          <w:i/>
          <w:sz w:val="24"/>
        </w:rPr>
        <w:t xml:space="preserve">Décide </w:t>
      </w:r>
      <w:r w:rsidRPr="00A83F06">
        <w:rPr>
          <w:sz w:val="24"/>
        </w:rPr>
        <w:t>de demeurer saisi de cette question.</w:t>
      </w:r>
    </w:p>
    <w:p w14:paraId="27CC0EB8" w14:textId="07631216" w:rsidR="00DE5BA4" w:rsidRPr="00A83F06" w:rsidRDefault="00DE5BA4" w:rsidP="00A83F06">
      <w:pPr>
        <w:rPr>
          <w:lang w:val="fr-FR"/>
        </w:rPr>
      </w:pPr>
    </w:p>
    <w:sectPr w:rsidR="00DE5BA4" w:rsidRPr="00A83F06" w:rsidSect="00A83F06">
      <w:headerReference w:type="even" r:id="rId8"/>
      <w:headerReference w:type="default" r:id="rId9"/>
      <w:footerReference w:type="even" r:id="rId10"/>
      <w:footerReference w:type="default" r:id="rId11"/>
      <w:footerReference w:type="first" r:id="rId12"/>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8CDCFD" w14:textId="77777777" w:rsidR="00474734" w:rsidRDefault="00474734" w:rsidP="00A83F06">
      <w:pPr>
        <w:spacing w:line="240" w:lineRule="auto"/>
      </w:pPr>
      <w:r>
        <w:separator/>
      </w:r>
    </w:p>
  </w:endnote>
  <w:endnote w:type="continuationSeparator" w:id="0">
    <w:p w14:paraId="0E6ED77D" w14:textId="77777777" w:rsidR="00474734" w:rsidRDefault="00474734" w:rsidP="00A83F06">
      <w:pPr>
        <w:spacing w:line="240" w:lineRule="auto"/>
      </w:pPr>
      <w:r>
        <w:continuationSeparator/>
      </w:r>
    </w:p>
  </w:endnote>
  <w:endnote w:type="continuationNotice" w:id="1">
    <w:p w14:paraId="31C105DF" w14:textId="77777777" w:rsidR="00474734" w:rsidRDefault="00474734" w:rsidP="00A83F0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64CAD" w14:textId="3B63CD6E" w:rsidR="00130C41" w:rsidRPr="00A83F06" w:rsidRDefault="00130C41" w:rsidP="00A83F06">
    <w:pPr>
      <w:pStyle w:val="H23G"/>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F47FD" w14:textId="0F326229" w:rsidR="00130C41" w:rsidRPr="00A83F06" w:rsidRDefault="00130C41" w:rsidP="00A83F06">
    <w:pPr>
      <w:pStyle w:val="H23G"/>
      <w:rPr>
        <w:b w:val="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EE686" w14:textId="4F597A08" w:rsidR="00193DE6" w:rsidRPr="00A83F06" w:rsidRDefault="00193DE6" w:rsidP="00A83F06">
    <w:pPr>
      <w:pStyle w:val="H23G"/>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66E88" w14:textId="7EB996CD" w:rsidR="00474734" w:rsidRPr="00A83F06" w:rsidRDefault="00474734" w:rsidP="00A83F06">
      <w:pPr>
        <w:spacing w:line="240" w:lineRule="auto"/>
      </w:pPr>
      <w:r>
        <w:rPr>
          <w:color w:val="000000"/>
        </w:rPr>
        <w:separator/>
      </w:r>
    </w:p>
  </w:footnote>
  <w:footnote w:type="continuationSeparator" w:id="0">
    <w:p w14:paraId="02906BD0" w14:textId="30DB3B3F" w:rsidR="00474734" w:rsidRPr="00A83F06" w:rsidRDefault="00474734" w:rsidP="00A83F06">
      <w:pPr>
        <w:spacing w:line="240" w:lineRule="auto"/>
      </w:pPr>
      <w:r>
        <w:continuationSeparator/>
      </w:r>
    </w:p>
  </w:footnote>
  <w:footnote w:type="continuationNotice" w:id="1">
    <w:p w14:paraId="73C07FB6" w14:textId="77777777" w:rsidR="00474734" w:rsidRDefault="00474734" w:rsidP="00A83F0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79821" w14:textId="2EBEDE85" w:rsidR="00130C41" w:rsidRPr="00130C41" w:rsidRDefault="00130C41" w:rsidP="00A83F06">
    <w:pPr>
      <w:pStyle w:val="HChG"/>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0C36A" w14:textId="36A4BD3C" w:rsidR="00130C41" w:rsidRPr="00130C41" w:rsidRDefault="00130C41" w:rsidP="00A83F06">
    <w:pPr>
      <w:pStyle w:val="HChG"/>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EE8CA7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E3699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164D4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4B486F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4C88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490164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2D81EB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32CF9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7894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1CCE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2B3F49C6"/>
    <w:multiLevelType w:val="singleLevel"/>
    <w:tmpl w:val="720CB540"/>
    <w:lvl w:ilvl="0">
      <w:start w:val="1"/>
      <w:numFmt w:val="lowerRoman"/>
      <w:lvlText w:val="(%1)"/>
      <w:lvlJc w:val="right"/>
      <w:pPr>
        <w:tabs>
          <w:tab w:val="num" w:pos="2160"/>
        </w:tabs>
        <w:ind w:left="2160" w:hanging="516"/>
      </w:pPr>
    </w:lvl>
  </w:abstractNum>
  <w:abstractNum w:abstractNumId="13" w15:restartNumberingAfterBreak="0">
    <w:nsid w:val="2EA77B5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695106FB"/>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7BD73A9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CF349BD"/>
    <w:multiLevelType w:val="singleLevel"/>
    <w:tmpl w:val="51D4BF5A"/>
    <w:lvl w:ilvl="0">
      <w:start w:val="1"/>
      <w:numFmt w:val="lowerRoman"/>
      <w:lvlText w:val="(%1)"/>
      <w:lvlJc w:val="right"/>
      <w:pPr>
        <w:tabs>
          <w:tab w:val="num" w:pos="1440"/>
        </w:tabs>
        <w:ind w:left="1440" w:hanging="589"/>
      </w:pPr>
      <w:rPr>
        <w:rFonts w:hint="default"/>
      </w:rPr>
    </w:lvl>
  </w:abstractNum>
  <w:num w:numId="1">
    <w:abstractNumId w:val="19"/>
  </w:num>
  <w:num w:numId="2">
    <w:abstractNumId w:val="12"/>
  </w:num>
  <w:num w:numId="3">
    <w:abstractNumId w:val="1"/>
  </w:num>
  <w:num w:numId="4">
    <w:abstractNumId w:val="0"/>
  </w:num>
  <w:num w:numId="5">
    <w:abstractNumId w:val="2"/>
  </w:num>
  <w:num w:numId="6">
    <w:abstractNumId w:val="3"/>
  </w:num>
  <w:num w:numId="7">
    <w:abstractNumId w:val="8"/>
  </w:num>
  <w:num w:numId="8">
    <w:abstractNumId w:val="9"/>
  </w:num>
  <w:num w:numId="9">
    <w:abstractNumId w:val="7"/>
  </w:num>
  <w:num w:numId="10">
    <w:abstractNumId w:val="6"/>
  </w:num>
  <w:num w:numId="11">
    <w:abstractNumId w:val="5"/>
  </w:num>
  <w:num w:numId="12">
    <w:abstractNumId w:val="4"/>
  </w:num>
  <w:num w:numId="13">
    <w:abstractNumId w:val="13"/>
  </w:num>
  <w:num w:numId="14">
    <w:abstractNumId w:val="18"/>
  </w:num>
  <w:num w:numId="15">
    <w:abstractNumId w:val="17"/>
  </w:num>
  <w:num w:numId="16">
    <w:abstractNumId w:val="16"/>
  </w:num>
  <w:num w:numId="17">
    <w:abstractNumId w:val="14"/>
  </w:num>
  <w:num w:numId="18">
    <w:abstractNumId w:val="16"/>
  </w:num>
  <w:num w:numId="19">
    <w:abstractNumId w:val="14"/>
  </w:num>
  <w:num w:numId="20">
    <w:abstractNumId w:val="16"/>
  </w:num>
  <w:num w:numId="21">
    <w:abstractNumId w:val="14"/>
  </w:num>
  <w:num w:numId="22">
    <w:abstractNumId w:val="10"/>
  </w:num>
  <w:num w:numId="23">
    <w:abstractNumId w:val="15"/>
  </w:num>
  <w:num w:numId="24">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fr-CH" w:vendorID="64" w:dllVersion="6" w:nlCheck="1" w:checkStyle="0"/>
  <w:activeWritingStyle w:appName="MSWord" w:lang="en-GB" w:vendorID="64" w:dllVersion="6" w:nlCheck="1" w:checkStyle="1"/>
  <w:activeWritingStyle w:appName="MSWord" w:lang="fr-FR" w:vendorID="64" w:dllVersion="6" w:nlCheck="1" w:checkStyle="0"/>
  <w:activeWritingStyle w:appName="MSWord" w:lang="fr-CH" w:vendorID="64" w:dllVersion="0" w:nlCheck="1" w:checkStyle="0"/>
  <w:activeWritingStyle w:appName="MSWord" w:lang="fr-FR" w:vendorID="64" w:dllVersion="0" w:nlCheck="1" w:checkStyle="0"/>
  <w:activeWritingStyle w:appName="MSWord" w:lang="en-GB" w:vendorID="64" w:dllVersion="0" w:nlCheck="1" w:checkStyle="0"/>
  <w:activeWritingStyle w:appName="MSWord" w:lang="fr-CH" w:vendorID="64" w:dllVersion="131078" w:nlCheck="1" w:checkStyle="0"/>
  <w:activeWritingStyle w:appName="MSWord" w:lang="fr-FR"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C41"/>
    <w:rsid w:val="0000424A"/>
    <w:rsid w:val="00016AC5"/>
    <w:rsid w:val="00020C56"/>
    <w:rsid w:val="00025771"/>
    <w:rsid w:val="000302E8"/>
    <w:rsid w:val="0003055E"/>
    <w:rsid w:val="000350CD"/>
    <w:rsid w:val="00054ECA"/>
    <w:rsid w:val="00057BC0"/>
    <w:rsid w:val="00067210"/>
    <w:rsid w:val="0008047D"/>
    <w:rsid w:val="0008092A"/>
    <w:rsid w:val="0008167F"/>
    <w:rsid w:val="00085E7B"/>
    <w:rsid w:val="0008786C"/>
    <w:rsid w:val="0009175C"/>
    <w:rsid w:val="00091E74"/>
    <w:rsid w:val="000A02E3"/>
    <w:rsid w:val="000A10AE"/>
    <w:rsid w:val="000D4D6A"/>
    <w:rsid w:val="000E03D2"/>
    <w:rsid w:val="000F41F2"/>
    <w:rsid w:val="0011219D"/>
    <w:rsid w:val="00130C41"/>
    <w:rsid w:val="00133B7A"/>
    <w:rsid w:val="00133FCF"/>
    <w:rsid w:val="001370FA"/>
    <w:rsid w:val="001416F3"/>
    <w:rsid w:val="0015393E"/>
    <w:rsid w:val="00153B2E"/>
    <w:rsid w:val="00160540"/>
    <w:rsid w:val="00160A5C"/>
    <w:rsid w:val="00167C65"/>
    <w:rsid w:val="00170BBF"/>
    <w:rsid w:val="00172B99"/>
    <w:rsid w:val="00172F39"/>
    <w:rsid w:val="0018172E"/>
    <w:rsid w:val="00185437"/>
    <w:rsid w:val="00186254"/>
    <w:rsid w:val="00192A6E"/>
    <w:rsid w:val="00192EEB"/>
    <w:rsid w:val="00193DE6"/>
    <w:rsid w:val="001A20FB"/>
    <w:rsid w:val="001B1514"/>
    <w:rsid w:val="001B215D"/>
    <w:rsid w:val="001C5FE1"/>
    <w:rsid w:val="001C6647"/>
    <w:rsid w:val="001E242D"/>
    <w:rsid w:val="001E3FEB"/>
    <w:rsid w:val="001E4A02"/>
    <w:rsid w:val="001E555B"/>
    <w:rsid w:val="001F19E6"/>
    <w:rsid w:val="001F4C9B"/>
    <w:rsid w:val="00202C22"/>
    <w:rsid w:val="0020406E"/>
    <w:rsid w:val="002070A7"/>
    <w:rsid w:val="00235C08"/>
    <w:rsid w:val="002467E1"/>
    <w:rsid w:val="002659F1"/>
    <w:rsid w:val="002743D2"/>
    <w:rsid w:val="00276B5A"/>
    <w:rsid w:val="00287E79"/>
    <w:rsid w:val="002928F9"/>
    <w:rsid w:val="00294CB1"/>
    <w:rsid w:val="002A1600"/>
    <w:rsid w:val="002A5D07"/>
    <w:rsid w:val="002C64BC"/>
    <w:rsid w:val="002E4468"/>
    <w:rsid w:val="002E51A1"/>
    <w:rsid w:val="002E5354"/>
    <w:rsid w:val="003016B7"/>
    <w:rsid w:val="00307CE7"/>
    <w:rsid w:val="00313324"/>
    <w:rsid w:val="003217DB"/>
    <w:rsid w:val="003241BF"/>
    <w:rsid w:val="0034281E"/>
    <w:rsid w:val="003515AA"/>
    <w:rsid w:val="00354A1F"/>
    <w:rsid w:val="00360258"/>
    <w:rsid w:val="0036437B"/>
    <w:rsid w:val="00371B03"/>
    <w:rsid w:val="0037355C"/>
    <w:rsid w:val="00374106"/>
    <w:rsid w:val="0037787B"/>
    <w:rsid w:val="003800E1"/>
    <w:rsid w:val="00386DDF"/>
    <w:rsid w:val="003976D5"/>
    <w:rsid w:val="003B7E04"/>
    <w:rsid w:val="003D193B"/>
    <w:rsid w:val="003D5D72"/>
    <w:rsid w:val="003D6C68"/>
    <w:rsid w:val="003E6ACD"/>
    <w:rsid w:val="003E6DFD"/>
    <w:rsid w:val="004053D5"/>
    <w:rsid w:val="004159D0"/>
    <w:rsid w:val="00420648"/>
    <w:rsid w:val="00425B82"/>
    <w:rsid w:val="00426A08"/>
    <w:rsid w:val="004311FB"/>
    <w:rsid w:val="004477C9"/>
    <w:rsid w:val="00453816"/>
    <w:rsid w:val="004539F1"/>
    <w:rsid w:val="00453D43"/>
    <w:rsid w:val="004745FF"/>
    <w:rsid w:val="00474734"/>
    <w:rsid w:val="00481744"/>
    <w:rsid w:val="00482630"/>
    <w:rsid w:val="00492250"/>
    <w:rsid w:val="004B2F4D"/>
    <w:rsid w:val="004D0C24"/>
    <w:rsid w:val="004E0ED4"/>
    <w:rsid w:val="004E1A2C"/>
    <w:rsid w:val="004E2152"/>
    <w:rsid w:val="00506892"/>
    <w:rsid w:val="00515E4C"/>
    <w:rsid w:val="005233B8"/>
    <w:rsid w:val="00525E56"/>
    <w:rsid w:val="00560DED"/>
    <w:rsid w:val="00565EFF"/>
    <w:rsid w:val="00570114"/>
    <w:rsid w:val="00571F41"/>
    <w:rsid w:val="005766A8"/>
    <w:rsid w:val="00586A9A"/>
    <w:rsid w:val="00594033"/>
    <w:rsid w:val="0059478C"/>
    <w:rsid w:val="00596936"/>
    <w:rsid w:val="005A3D32"/>
    <w:rsid w:val="005A69A6"/>
    <w:rsid w:val="005B7D34"/>
    <w:rsid w:val="005C1FF3"/>
    <w:rsid w:val="005D4588"/>
    <w:rsid w:val="005D64DA"/>
    <w:rsid w:val="005D6727"/>
    <w:rsid w:val="005D6E68"/>
    <w:rsid w:val="005E087E"/>
    <w:rsid w:val="005E47C8"/>
    <w:rsid w:val="005E5D1F"/>
    <w:rsid w:val="005F3C2D"/>
    <w:rsid w:val="00612D48"/>
    <w:rsid w:val="00616B45"/>
    <w:rsid w:val="006217DD"/>
    <w:rsid w:val="00632BC3"/>
    <w:rsid w:val="006402CD"/>
    <w:rsid w:val="006439EC"/>
    <w:rsid w:val="006442D2"/>
    <w:rsid w:val="00647DFC"/>
    <w:rsid w:val="00660A9E"/>
    <w:rsid w:val="0066166E"/>
    <w:rsid w:val="006717FE"/>
    <w:rsid w:val="006739B9"/>
    <w:rsid w:val="006970FB"/>
    <w:rsid w:val="006A0826"/>
    <w:rsid w:val="006A0A19"/>
    <w:rsid w:val="006A4BB1"/>
    <w:rsid w:val="006B4590"/>
    <w:rsid w:val="006C340C"/>
    <w:rsid w:val="006D4C45"/>
    <w:rsid w:val="006D66BA"/>
    <w:rsid w:val="006E41AC"/>
    <w:rsid w:val="006E5E4F"/>
    <w:rsid w:val="006F2AE1"/>
    <w:rsid w:val="0070347C"/>
    <w:rsid w:val="00707C82"/>
    <w:rsid w:val="00712951"/>
    <w:rsid w:val="00721814"/>
    <w:rsid w:val="007245EE"/>
    <w:rsid w:val="007273AE"/>
    <w:rsid w:val="007406F0"/>
    <w:rsid w:val="00743612"/>
    <w:rsid w:val="007446AA"/>
    <w:rsid w:val="00746940"/>
    <w:rsid w:val="00757464"/>
    <w:rsid w:val="00757B26"/>
    <w:rsid w:val="007602DF"/>
    <w:rsid w:val="007744B7"/>
    <w:rsid w:val="0078083B"/>
    <w:rsid w:val="00782E89"/>
    <w:rsid w:val="00794671"/>
    <w:rsid w:val="007A2C30"/>
    <w:rsid w:val="007A6305"/>
    <w:rsid w:val="007B4AD1"/>
    <w:rsid w:val="007C02A3"/>
    <w:rsid w:val="007D100D"/>
    <w:rsid w:val="007D30F7"/>
    <w:rsid w:val="007E2D9C"/>
    <w:rsid w:val="0081197C"/>
    <w:rsid w:val="00814059"/>
    <w:rsid w:val="00834FBC"/>
    <w:rsid w:val="00840667"/>
    <w:rsid w:val="00844750"/>
    <w:rsid w:val="00862092"/>
    <w:rsid w:val="00867D5C"/>
    <w:rsid w:val="00872A89"/>
    <w:rsid w:val="0088312E"/>
    <w:rsid w:val="008921DD"/>
    <w:rsid w:val="0089595B"/>
    <w:rsid w:val="008B4356"/>
    <w:rsid w:val="008D113F"/>
    <w:rsid w:val="008D2646"/>
    <w:rsid w:val="008D4114"/>
    <w:rsid w:val="008E7FAE"/>
    <w:rsid w:val="00902114"/>
    <w:rsid w:val="00911BF7"/>
    <w:rsid w:val="00914359"/>
    <w:rsid w:val="009543CF"/>
    <w:rsid w:val="0096714A"/>
    <w:rsid w:val="00977EC8"/>
    <w:rsid w:val="00994D49"/>
    <w:rsid w:val="009B19CB"/>
    <w:rsid w:val="009C5F11"/>
    <w:rsid w:val="009D0F5E"/>
    <w:rsid w:val="009D3A8C"/>
    <w:rsid w:val="009E7956"/>
    <w:rsid w:val="009F026E"/>
    <w:rsid w:val="009F4FD0"/>
    <w:rsid w:val="00A0097E"/>
    <w:rsid w:val="00A05CAC"/>
    <w:rsid w:val="00A122B9"/>
    <w:rsid w:val="00A12921"/>
    <w:rsid w:val="00A15E1E"/>
    <w:rsid w:val="00A2492E"/>
    <w:rsid w:val="00A41FCA"/>
    <w:rsid w:val="00A45876"/>
    <w:rsid w:val="00A4641C"/>
    <w:rsid w:val="00A5209B"/>
    <w:rsid w:val="00A531F8"/>
    <w:rsid w:val="00A63BBD"/>
    <w:rsid w:val="00A75424"/>
    <w:rsid w:val="00A8374C"/>
    <w:rsid w:val="00A83F06"/>
    <w:rsid w:val="00A85ABE"/>
    <w:rsid w:val="00A954DF"/>
    <w:rsid w:val="00AC47AD"/>
    <w:rsid w:val="00AC777F"/>
    <w:rsid w:val="00AC7977"/>
    <w:rsid w:val="00AD619E"/>
    <w:rsid w:val="00AD656A"/>
    <w:rsid w:val="00AD7860"/>
    <w:rsid w:val="00AE3038"/>
    <w:rsid w:val="00AE352C"/>
    <w:rsid w:val="00AE5C9A"/>
    <w:rsid w:val="00AF0479"/>
    <w:rsid w:val="00B123E0"/>
    <w:rsid w:val="00B22F3A"/>
    <w:rsid w:val="00B32AA5"/>
    <w:rsid w:val="00B32E2D"/>
    <w:rsid w:val="00B61990"/>
    <w:rsid w:val="00B6758B"/>
    <w:rsid w:val="00B74429"/>
    <w:rsid w:val="00B954CB"/>
    <w:rsid w:val="00B9642C"/>
    <w:rsid w:val="00B97C0C"/>
    <w:rsid w:val="00BA09B6"/>
    <w:rsid w:val="00BA2122"/>
    <w:rsid w:val="00BB7FA4"/>
    <w:rsid w:val="00BD0EB7"/>
    <w:rsid w:val="00BD10AB"/>
    <w:rsid w:val="00BE28D3"/>
    <w:rsid w:val="00BE7C3F"/>
    <w:rsid w:val="00BF0556"/>
    <w:rsid w:val="00BF465E"/>
    <w:rsid w:val="00C11BE5"/>
    <w:rsid w:val="00C154DC"/>
    <w:rsid w:val="00C261F8"/>
    <w:rsid w:val="00C33E0E"/>
    <w:rsid w:val="00C5764E"/>
    <w:rsid w:val="00C57AF0"/>
    <w:rsid w:val="00C717E0"/>
    <w:rsid w:val="00C7577C"/>
    <w:rsid w:val="00C7774E"/>
    <w:rsid w:val="00C91A7D"/>
    <w:rsid w:val="00C964F8"/>
    <w:rsid w:val="00C97B39"/>
    <w:rsid w:val="00CA27FE"/>
    <w:rsid w:val="00CB193A"/>
    <w:rsid w:val="00CC4978"/>
    <w:rsid w:val="00CD1A71"/>
    <w:rsid w:val="00CD1FBB"/>
    <w:rsid w:val="00CE09C9"/>
    <w:rsid w:val="00CE27C9"/>
    <w:rsid w:val="00CE2A9C"/>
    <w:rsid w:val="00CE5AFE"/>
    <w:rsid w:val="00CF1EF6"/>
    <w:rsid w:val="00D001AC"/>
    <w:rsid w:val="00D016B5"/>
    <w:rsid w:val="00D0318E"/>
    <w:rsid w:val="00D034F1"/>
    <w:rsid w:val="00D27D5E"/>
    <w:rsid w:val="00D3528F"/>
    <w:rsid w:val="00D42E42"/>
    <w:rsid w:val="00D4369D"/>
    <w:rsid w:val="00D72E7E"/>
    <w:rsid w:val="00D831B3"/>
    <w:rsid w:val="00D97F06"/>
    <w:rsid w:val="00DC398D"/>
    <w:rsid w:val="00DC4C4F"/>
    <w:rsid w:val="00DC4CAD"/>
    <w:rsid w:val="00DE2AF1"/>
    <w:rsid w:val="00DE3F0E"/>
    <w:rsid w:val="00DE5BA4"/>
    <w:rsid w:val="00DE6D90"/>
    <w:rsid w:val="00DF002F"/>
    <w:rsid w:val="00DF7F69"/>
    <w:rsid w:val="00E0244D"/>
    <w:rsid w:val="00E04289"/>
    <w:rsid w:val="00E11B74"/>
    <w:rsid w:val="00E5332C"/>
    <w:rsid w:val="00E53A1D"/>
    <w:rsid w:val="00E53EC6"/>
    <w:rsid w:val="00E605BA"/>
    <w:rsid w:val="00E62AA4"/>
    <w:rsid w:val="00E6639A"/>
    <w:rsid w:val="00E67C5C"/>
    <w:rsid w:val="00E764CE"/>
    <w:rsid w:val="00E81E94"/>
    <w:rsid w:val="00E82607"/>
    <w:rsid w:val="00E9674E"/>
    <w:rsid w:val="00E97C63"/>
    <w:rsid w:val="00EC2648"/>
    <w:rsid w:val="00ED6DA2"/>
    <w:rsid w:val="00EE0065"/>
    <w:rsid w:val="00F22103"/>
    <w:rsid w:val="00F41CB2"/>
    <w:rsid w:val="00F42631"/>
    <w:rsid w:val="00F47908"/>
    <w:rsid w:val="00F53809"/>
    <w:rsid w:val="00F54A70"/>
    <w:rsid w:val="00F72951"/>
    <w:rsid w:val="00F85BBA"/>
    <w:rsid w:val="00FA5A79"/>
    <w:rsid w:val="00FB0BFE"/>
    <w:rsid w:val="00FB4C51"/>
    <w:rsid w:val="00FD092C"/>
    <w:rsid w:val="00FF07B1"/>
    <w:rsid w:val="00FF1DBD"/>
    <w:rsid w:val="00FF38A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FC21696"/>
  <w15:docId w15:val="{8863072A-EDAC-497F-93CC-10293F8E4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autoSpaceDN w:val="0"/>
      <w:spacing w:line="240" w:lineRule="atLeast"/>
      <w:textAlignment w:val="baseline"/>
    </w:pPr>
    <w:rPr>
      <w:lang w:val="fr-CH" w:eastAsia="en-US"/>
    </w:rPr>
  </w:style>
  <w:style w:type="paragraph" w:styleId="Heading1">
    <w:name w:val="heading 1"/>
    <w:aliases w:val="Table_G"/>
    <w:basedOn w:val="SingleTxtG"/>
    <w:next w:val="SingleTxtG"/>
    <w:qFormat/>
    <w:rsid w:val="0008167F"/>
    <w:pPr>
      <w:spacing w:after="0" w:line="240" w:lineRule="auto"/>
      <w:ind w:right="0"/>
      <w:jc w:val="left"/>
      <w:outlineLvl w:val="0"/>
    </w:pPr>
  </w:style>
  <w:style w:type="paragraph" w:styleId="Heading2">
    <w:name w:val="heading 2"/>
    <w:basedOn w:val="Normal"/>
    <w:next w:val="Normal"/>
    <w:semiHidden/>
    <w:qFormat/>
    <w:rsid w:val="0008167F"/>
    <w:pPr>
      <w:spacing w:line="240" w:lineRule="auto"/>
      <w:outlineLvl w:val="1"/>
    </w:pPr>
    <w:rPr>
      <w:lang w:val="en-GB"/>
    </w:rPr>
  </w:style>
  <w:style w:type="paragraph" w:styleId="Heading3">
    <w:name w:val="heading 3"/>
    <w:basedOn w:val="Normal"/>
    <w:next w:val="Normal"/>
    <w:semiHidden/>
    <w:qFormat/>
    <w:rsid w:val="0008167F"/>
    <w:pPr>
      <w:spacing w:line="240" w:lineRule="auto"/>
      <w:outlineLvl w:val="2"/>
    </w:pPr>
    <w:rPr>
      <w:lang w:val="en-GB"/>
    </w:rPr>
  </w:style>
  <w:style w:type="paragraph" w:styleId="Heading4">
    <w:name w:val="heading 4"/>
    <w:basedOn w:val="Normal"/>
    <w:next w:val="Normal"/>
    <w:semiHidden/>
    <w:qFormat/>
    <w:rsid w:val="0008167F"/>
    <w:pPr>
      <w:spacing w:line="240" w:lineRule="auto"/>
      <w:outlineLvl w:val="3"/>
    </w:pPr>
    <w:rPr>
      <w:lang w:val="en-GB"/>
    </w:rPr>
  </w:style>
  <w:style w:type="paragraph" w:styleId="Heading5">
    <w:name w:val="heading 5"/>
    <w:basedOn w:val="Normal"/>
    <w:next w:val="Normal"/>
    <w:semiHidden/>
    <w:qFormat/>
    <w:rsid w:val="0008167F"/>
    <w:pPr>
      <w:spacing w:line="240" w:lineRule="auto"/>
      <w:outlineLvl w:val="4"/>
    </w:pPr>
    <w:rPr>
      <w:lang w:val="en-GB"/>
    </w:rPr>
  </w:style>
  <w:style w:type="paragraph" w:styleId="Heading6">
    <w:name w:val="heading 6"/>
    <w:basedOn w:val="Normal"/>
    <w:next w:val="Normal"/>
    <w:semiHidden/>
    <w:qFormat/>
    <w:rsid w:val="0008167F"/>
    <w:pPr>
      <w:spacing w:line="240" w:lineRule="auto"/>
      <w:outlineLvl w:val="5"/>
    </w:pPr>
    <w:rPr>
      <w:lang w:val="en-GB"/>
    </w:rPr>
  </w:style>
  <w:style w:type="paragraph" w:styleId="Heading7">
    <w:name w:val="heading 7"/>
    <w:basedOn w:val="Normal"/>
    <w:next w:val="Normal"/>
    <w:semiHidden/>
    <w:qFormat/>
    <w:rsid w:val="0008167F"/>
    <w:pPr>
      <w:spacing w:line="240" w:lineRule="auto"/>
      <w:outlineLvl w:val="6"/>
    </w:pPr>
    <w:rPr>
      <w:lang w:val="en-GB"/>
    </w:rPr>
  </w:style>
  <w:style w:type="paragraph" w:styleId="Heading8">
    <w:name w:val="heading 8"/>
    <w:basedOn w:val="Normal"/>
    <w:next w:val="Normal"/>
    <w:semiHidden/>
    <w:qFormat/>
    <w:rsid w:val="0008167F"/>
    <w:pPr>
      <w:spacing w:line="240" w:lineRule="auto"/>
      <w:outlineLvl w:val="7"/>
    </w:pPr>
    <w:rPr>
      <w:lang w:val="en-GB"/>
    </w:rPr>
  </w:style>
  <w:style w:type="paragraph" w:styleId="Heading9">
    <w:name w:val="heading 9"/>
    <w:basedOn w:val="Normal"/>
    <w:next w:val="Normal"/>
    <w:semiHidden/>
    <w:qFormat/>
    <w:rsid w:val="0008167F"/>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794671"/>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794671"/>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08167F"/>
    <w:pPr>
      <w:keepNext/>
      <w:keepLines/>
      <w:tabs>
        <w:tab w:val="right" w:pos="851"/>
      </w:tabs>
      <w:spacing w:before="360" w:after="240" w:line="270" w:lineRule="exact"/>
      <w:ind w:left="1134" w:right="1134" w:hanging="1134"/>
      <w:outlineLvl w:val="2"/>
    </w:pPr>
    <w:rPr>
      <w:b/>
      <w:sz w:val="24"/>
      <w:lang w:val="en-GB"/>
    </w:rPr>
  </w:style>
  <w:style w:type="paragraph" w:customStyle="1" w:styleId="H23G">
    <w:name w:val="_ H_2/3_G"/>
    <w:basedOn w:val="Normal"/>
    <w:next w:val="Normal"/>
    <w:qFormat/>
    <w:rsid w:val="00794671"/>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794671"/>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794671"/>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pPr>
      <w:tabs>
        <w:tab w:val="left" w:pos="1701"/>
        <w:tab w:val="left" w:pos="2268"/>
        <w:tab w:val="left" w:pos="2835"/>
      </w:tabs>
      <w:spacing w:after="120"/>
      <w:ind w:left="1134" w:right="1134"/>
      <w:jc w:val="both"/>
    </w:pPr>
  </w:style>
  <w:style w:type="paragraph" w:customStyle="1" w:styleId="SLG">
    <w:name w:val="__S_L_G"/>
    <w:basedOn w:val="Normal"/>
    <w:next w:val="Normal"/>
    <w:rsid w:val="00794671"/>
    <w:pPr>
      <w:keepNext/>
      <w:keepLines/>
      <w:spacing w:before="240" w:after="240" w:line="580" w:lineRule="exact"/>
      <w:ind w:left="1134" w:right="1134"/>
    </w:pPr>
    <w:rPr>
      <w:b/>
      <w:sz w:val="56"/>
    </w:rPr>
  </w:style>
  <w:style w:type="paragraph" w:customStyle="1" w:styleId="SMG">
    <w:name w:val="__S_M_G"/>
    <w:basedOn w:val="Normal"/>
    <w:next w:val="Normal"/>
    <w:rsid w:val="00794671"/>
    <w:pPr>
      <w:keepNext/>
      <w:keepLines/>
      <w:spacing w:before="240" w:after="240" w:line="420" w:lineRule="exact"/>
      <w:ind w:left="1134" w:right="1134"/>
    </w:pPr>
    <w:rPr>
      <w:b/>
      <w:sz w:val="40"/>
    </w:rPr>
  </w:style>
  <w:style w:type="paragraph" w:customStyle="1" w:styleId="SSG">
    <w:name w:val="__S_S_G"/>
    <w:basedOn w:val="Normal"/>
    <w:next w:val="Normal"/>
    <w:rsid w:val="00794671"/>
    <w:pPr>
      <w:keepNext/>
      <w:keepLines/>
      <w:spacing w:before="240" w:after="240" w:line="300" w:lineRule="exact"/>
      <w:ind w:left="1134" w:right="1134"/>
    </w:pPr>
    <w:rPr>
      <w:b/>
      <w:sz w:val="28"/>
    </w:rPr>
  </w:style>
  <w:style w:type="paragraph" w:customStyle="1" w:styleId="XLargeG">
    <w:name w:val="__XLarge_G"/>
    <w:basedOn w:val="Normal"/>
    <w:next w:val="Normal"/>
    <w:rsid w:val="00794671"/>
    <w:pPr>
      <w:keepNext/>
      <w:keepLines/>
      <w:spacing w:before="240" w:after="240" w:line="420" w:lineRule="exact"/>
      <w:ind w:left="1134" w:right="1134"/>
    </w:pPr>
    <w:rPr>
      <w:b/>
      <w:sz w:val="40"/>
    </w:rPr>
  </w:style>
  <w:style w:type="paragraph" w:customStyle="1" w:styleId="Bullet1G">
    <w:name w:val="_Bullet 1_G"/>
    <w:basedOn w:val="Normal"/>
    <w:qFormat/>
    <w:rsid w:val="00794671"/>
    <w:pPr>
      <w:numPr>
        <w:numId w:val="22"/>
      </w:numPr>
      <w:spacing w:after="120"/>
      <w:ind w:right="1134"/>
      <w:jc w:val="both"/>
    </w:pPr>
  </w:style>
  <w:style w:type="paragraph" w:customStyle="1" w:styleId="Bullet2G">
    <w:name w:val="_Bullet 2_G"/>
    <w:basedOn w:val="Normal"/>
    <w:qFormat/>
    <w:rsid w:val="00794671"/>
    <w:pPr>
      <w:numPr>
        <w:numId w:val="23"/>
      </w:numPr>
      <w:spacing w:after="120"/>
      <w:ind w:right="1134"/>
      <w:jc w:val="both"/>
    </w:pPr>
  </w:style>
  <w:style w:type="character" w:styleId="FootnoteReference">
    <w:name w:val="footnote reference"/>
    <w:aliases w:val="4_G"/>
    <w:qFormat/>
    <w:rsid w:val="0008167F"/>
    <w:rPr>
      <w:rFonts w:ascii="Times New Roman" w:hAnsi="Times New Roman"/>
      <w:sz w:val="18"/>
      <w:vertAlign w:val="superscript"/>
    </w:rPr>
  </w:style>
  <w:style w:type="character" w:styleId="EndnoteReference">
    <w:name w:val="endnote reference"/>
    <w:aliases w:val="1_G"/>
    <w:qFormat/>
    <w:rsid w:val="00794671"/>
    <w:rPr>
      <w:rFonts w:ascii="Times New Roman" w:hAnsi="Times New Roman"/>
      <w:sz w:val="18"/>
      <w:vertAlign w:val="superscript"/>
      <w:lang w:val="fr-CH"/>
    </w:rPr>
  </w:style>
  <w:style w:type="paragraph" w:styleId="Header">
    <w:name w:val="header"/>
    <w:aliases w:val="6_G"/>
    <w:basedOn w:val="Normal"/>
    <w:rsid w:val="0008167F"/>
    <w:pPr>
      <w:pBdr>
        <w:bottom w:val="single" w:sz="4" w:space="4" w:color="auto"/>
      </w:pBdr>
      <w:spacing w:line="240" w:lineRule="auto"/>
    </w:pPr>
    <w:rPr>
      <w:b/>
      <w:sz w:val="18"/>
      <w:lang w:val="en-GB"/>
    </w:rPr>
  </w:style>
  <w:style w:type="paragraph" w:styleId="FootnoteText">
    <w:name w:val="footnote text"/>
    <w:aliases w:val="5_G"/>
    <w:basedOn w:val="Normal"/>
    <w:link w:val="FootnoteTextChar"/>
    <w:qFormat/>
    <w:rsid w:val="0008167F"/>
    <w:pPr>
      <w:tabs>
        <w:tab w:val="right" w:pos="1021"/>
      </w:tabs>
      <w:spacing w:line="220" w:lineRule="exact"/>
      <w:ind w:left="1134" w:right="1134" w:hanging="1134"/>
    </w:pPr>
    <w:rPr>
      <w:sz w:val="18"/>
      <w:lang w:val="en-GB"/>
    </w:rPr>
  </w:style>
  <w:style w:type="paragraph" w:styleId="EndnoteText">
    <w:name w:val="endnote text"/>
    <w:aliases w:val="2_G"/>
    <w:basedOn w:val="FootnoteText"/>
    <w:qFormat/>
    <w:rsid w:val="0008167F"/>
  </w:style>
  <w:style w:type="character" w:styleId="PageNumber">
    <w:name w:val="page number"/>
    <w:aliases w:val="7_G"/>
    <w:qFormat/>
    <w:rsid w:val="0008167F"/>
    <w:rPr>
      <w:rFonts w:ascii="Times New Roman" w:hAnsi="Times New Roman"/>
      <w:b/>
      <w:sz w:val="18"/>
    </w:rPr>
  </w:style>
  <w:style w:type="paragraph" w:styleId="Footer">
    <w:name w:val="footer"/>
    <w:aliases w:val="3_G"/>
    <w:basedOn w:val="Normal"/>
    <w:qFormat/>
    <w:rsid w:val="0008167F"/>
    <w:pPr>
      <w:spacing w:line="240" w:lineRule="auto"/>
    </w:pPr>
    <w:rPr>
      <w:sz w:val="16"/>
      <w:lang w:val="en-GB"/>
    </w:rPr>
  </w:style>
  <w:style w:type="character" w:styleId="Hyperlink">
    <w:name w:val="Hyperlink"/>
    <w:semiHidden/>
    <w:rsid w:val="0008167F"/>
    <w:rPr>
      <w:color w:val="auto"/>
      <w:u w:val="none"/>
    </w:rPr>
  </w:style>
  <w:style w:type="character" w:styleId="FollowedHyperlink">
    <w:name w:val="FollowedHyperlink"/>
    <w:semiHidden/>
    <w:rsid w:val="0008167F"/>
    <w:rPr>
      <w:color w:val="auto"/>
      <w:u w:val="none"/>
    </w:rPr>
  </w:style>
  <w:style w:type="table" w:styleId="TableGrid">
    <w:name w:val="Table Grid"/>
    <w:basedOn w:val="TableNormal"/>
    <w:semiHidden/>
    <w:rsid w:val="0008167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semiHidden/>
    <w:rsid w:val="006717FE"/>
    <w:pPr>
      <w:spacing w:line="240" w:lineRule="auto"/>
    </w:pPr>
    <w:rPr>
      <w:rFonts w:ascii="Tahoma" w:hAnsi="Tahoma" w:cs="Tahoma"/>
      <w:sz w:val="16"/>
      <w:szCs w:val="16"/>
    </w:rPr>
  </w:style>
  <w:style w:type="character" w:customStyle="1" w:styleId="BalloonTextChar">
    <w:name w:val="Balloon Text Char"/>
    <w:link w:val="BalloonText"/>
    <w:semiHidden/>
    <w:rsid w:val="006717FE"/>
    <w:rPr>
      <w:rFonts w:ascii="Tahoma" w:hAnsi="Tahoma" w:cs="Tahoma"/>
      <w:sz w:val="16"/>
      <w:szCs w:val="16"/>
      <w:lang w:val="fr-CH" w:eastAsia="en-US"/>
    </w:rPr>
  </w:style>
  <w:style w:type="paragraph" w:customStyle="1" w:styleId="ParNoG">
    <w:name w:val="_ParNo_G"/>
    <w:basedOn w:val="Normal"/>
    <w:qFormat/>
    <w:rsid w:val="007245EE"/>
    <w:pPr>
      <w:numPr>
        <w:numId w:val="24"/>
      </w:numPr>
      <w:tabs>
        <w:tab w:val="left" w:pos="1701"/>
      </w:tabs>
      <w:kinsoku w:val="0"/>
      <w:overflowPunct w:val="0"/>
      <w:autoSpaceDE w:val="0"/>
      <w:adjustRightInd w:val="0"/>
      <w:snapToGrid w:val="0"/>
    </w:pPr>
  </w:style>
  <w:style w:type="character" w:styleId="CommentReference">
    <w:name w:val="annotation reference"/>
    <w:basedOn w:val="DefaultParagraphFont"/>
    <w:semiHidden/>
    <w:unhideWhenUsed/>
    <w:rsid w:val="00867D5C"/>
    <w:rPr>
      <w:sz w:val="16"/>
      <w:szCs w:val="16"/>
    </w:rPr>
  </w:style>
  <w:style w:type="paragraph" w:styleId="CommentText">
    <w:name w:val="annotation text"/>
    <w:basedOn w:val="Normal"/>
    <w:link w:val="CommentTextChar"/>
    <w:unhideWhenUsed/>
    <w:rsid w:val="00867D5C"/>
    <w:pPr>
      <w:spacing w:line="240" w:lineRule="auto"/>
    </w:pPr>
  </w:style>
  <w:style w:type="character" w:customStyle="1" w:styleId="CommentTextChar">
    <w:name w:val="Comment Text Char"/>
    <w:basedOn w:val="DefaultParagraphFont"/>
    <w:link w:val="CommentText"/>
    <w:rsid w:val="00867D5C"/>
    <w:rPr>
      <w:lang w:val="fr-CH" w:eastAsia="en-US"/>
    </w:rPr>
  </w:style>
  <w:style w:type="paragraph" w:styleId="CommentSubject">
    <w:name w:val="annotation subject"/>
    <w:basedOn w:val="CommentText"/>
    <w:next w:val="CommentText"/>
    <w:link w:val="CommentSubjectChar"/>
    <w:semiHidden/>
    <w:unhideWhenUsed/>
    <w:rsid w:val="00867D5C"/>
    <w:rPr>
      <w:b/>
      <w:bCs/>
    </w:rPr>
  </w:style>
  <w:style w:type="character" w:customStyle="1" w:styleId="CommentSubjectChar">
    <w:name w:val="Comment Subject Char"/>
    <w:basedOn w:val="CommentTextChar"/>
    <w:link w:val="CommentSubject"/>
    <w:semiHidden/>
    <w:rsid w:val="00867D5C"/>
    <w:rPr>
      <w:b/>
      <w:bCs/>
      <w:lang w:val="fr-CH" w:eastAsia="en-US"/>
    </w:rPr>
  </w:style>
  <w:style w:type="character" w:customStyle="1" w:styleId="FootnoteTextChar">
    <w:name w:val="Footnote Text Char"/>
    <w:aliases w:val="5_G Char"/>
    <w:basedOn w:val="DefaultParagraphFont"/>
    <w:link w:val="FootnoteText"/>
    <w:rsid w:val="00E764CE"/>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F.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9F94E6A8B0544F9EA6E702A6D6F69D" ma:contentTypeVersion="17" ma:contentTypeDescription="Create a new document." ma:contentTypeScope="" ma:versionID="62e615c8a72472077545256b4aac68f1">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5 - L. document as received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51A4CE70-1C89-4D1D-B4A5-CA138F087836}"/>
</file>

<file path=customXml/itemProps2.xml><?xml version="1.0" encoding="utf-8"?>
<ds:datastoreItem xmlns:ds="http://schemas.openxmlformats.org/officeDocument/2006/customXml" ds:itemID="{E78CFBB3-FC2E-469D-88B1-F2D201AC1322}"/>
</file>

<file path=customXml/itemProps3.xml><?xml version="1.0" encoding="utf-8"?>
<ds:datastoreItem xmlns:ds="http://schemas.openxmlformats.org/officeDocument/2006/customXml" ds:itemID="{42FA5333-5584-4615-848B-6F35F9CE453D}"/>
</file>

<file path=customXml/itemProps4.xml><?xml version="1.0" encoding="utf-8"?>
<ds:datastoreItem xmlns:ds="http://schemas.openxmlformats.org/officeDocument/2006/customXml" ds:itemID="{43821950-7BA2-4295-ADEF-4AB3003CDAD5}"/>
</file>

<file path=docProps/app.xml><?xml version="1.0" encoding="utf-8"?>
<Properties xmlns="http://schemas.openxmlformats.org/officeDocument/2006/extended-properties" xmlns:vt="http://schemas.openxmlformats.org/officeDocument/2006/docPropsVTypes">
  <Template>A_F.dotm</Template>
  <TotalTime>7</TotalTime>
  <Pages>9</Pages>
  <Words>3578</Words>
  <Characters>20401</Characters>
  <Application>Microsoft Office Word</Application>
  <DocSecurity>0</DocSecurity>
  <Lines>170</Lines>
  <Paragraphs>47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A/HRC/RES/46/28</vt:lpstr>
      <vt:lpstr>Nations Unies</vt:lpstr>
    </vt:vector>
  </TitlesOfParts>
  <Company>CSD</Company>
  <LinksUpToDate>false</LinksUpToDate>
  <CharactersWithSpaces>23932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A/HRC/RES/</dc:title>
  <dc:subject/>
  <dc:creator>Sumiko IHARA</dc:creator>
  <cp:keywords/>
  <dc:description/>
  <cp:lastModifiedBy>RAMKAUN Meena</cp:lastModifiedBy>
  <cp:revision>5</cp:revision>
  <cp:lastPrinted>2021-03-17T07:59:00Z</cp:lastPrinted>
  <dcterms:created xsi:type="dcterms:W3CDTF">2022-03-23T14:05:00Z</dcterms:created>
  <dcterms:modified xsi:type="dcterms:W3CDTF">2022-03-23T14:11:00Z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0x010100BE9F94E6A8B0544F9EA6E702A6D6F69D</vt:lpwstr>
  </property>
</Properties>
</file>