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B1427" w14:textId="77777777" w:rsidR="00AD07A0" w:rsidRPr="00AD07A0" w:rsidRDefault="00AD07A0" w:rsidP="00AD07A0">
      <w:pPr>
        <w:rPr>
          <w:b/>
          <w:color w:val="0000CC"/>
          <w:sz w:val="24"/>
          <w:szCs w:val="24"/>
        </w:rPr>
      </w:pPr>
      <w:r w:rsidRPr="00AD07A0">
        <w:rPr>
          <w:b/>
          <w:color w:val="0000CC"/>
          <w:sz w:val="24"/>
          <w:szCs w:val="24"/>
        </w:rPr>
        <w:t>FOR SECRETARIAT USE ONLY</w:t>
      </w:r>
    </w:p>
    <w:p w14:paraId="6A110D88" w14:textId="02BA8484" w:rsidR="00AD07A0" w:rsidRPr="00AD07A0" w:rsidRDefault="00AD07A0" w:rsidP="00AD07A0">
      <w:pPr>
        <w:rPr>
          <w:b/>
          <w:color w:val="0000CC"/>
          <w:sz w:val="24"/>
          <w:szCs w:val="24"/>
        </w:rPr>
      </w:pPr>
      <w:r w:rsidRPr="00AD07A0">
        <w:rPr>
          <w:b/>
          <w:color w:val="0000CC"/>
          <w:sz w:val="24"/>
          <w:szCs w:val="24"/>
        </w:rPr>
        <w:t>A/HRC/48/L.</w:t>
      </w:r>
      <w:r>
        <w:rPr>
          <w:b/>
          <w:color w:val="0000CC"/>
          <w:sz w:val="24"/>
          <w:szCs w:val="24"/>
        </w:rPr>
        <w:t>22</w:t>
      </w:r>
    </w:p>
    <w:p w14:paraId="2B4113CB" w14:textId="526F1B6D" w:rsidR="00AD07A0" w:rsidRPr="00AD07A0" w:rsidRDefault="00AD07A0" w:rsidP="00AD07A0">
      <w:pPr>
        <w:rPr>
          <w:b/>
          <w:color w:val="0000CC"/>
          <w:sz w:val="24"/>
          <w:szCs w:val="24"/>
        </w:rPr>
      </w:pPr>
      <w:r w:rsidRPr="00AD07A0">
        <w:rPr>
          <w:b/>
          <w:color w:val="0000CC"/>
          <w:sz w:val="24"/>
          <w:szCs w:val="24"/>
        </w:rPr>
        <w:t xml:space="preserve">Item </w:t>
      </w:r>
      <w:r>
        <w:rPr>
          <w:b/>
          <w:color w:val="0000CC"/>
          <w:sz w:val="24"/>
          <w:szCs w:val="24"/>
        </w:rPr>
        <w:t>3</w:t>
      </w:r>
    </w:p>
    <w:p w14:paraId="7AA1101C" w14:textId="18435B09" w:rsidR="00AD07A0" w:rsidRPr="00AD07A0" w:rsidRDefault="00AD07A0" w:rsidP="00AD07A0">
      <w:pPr>
        <w:rPr>
          <w:b/>
          <w:color w:val="0000CC"/>
          <w:sz w:val="24"/>
          <w:szCs w:val="24"/>
        </w:rPr>
      </w:pPr>
      <w:r w:rsidRPr="00AD07A0">
        <w:rPr>
          <w:b/>
          <w:color w:val="0000CC"/>
          <w:sz w:val="24"/>
          <w:szCs w:val="24"/>
        </w:rPr>
        <w:t xml:space="preserve">Received from (main sponsors): </w:t>
      </w:r>
      <w:r>
        <w:rPr>
          <w:b/>
          <w:color w:val="0000CC"/>
          <w:sz w:val="24"/>
          <w:szCs w:val="24"/>
        </w:rPr>
        <w:t>Mexico, Guatemala</w:t>
      </w:r>
    </w:p>
    <w:p w14:paraId="0FF3F950" w14:textId="289B61C5" w:rsidR="00AD07A0" w:rsidRPr="00AD07A0" w:rsidRDefault="00AD07A0" w:rsidP="00AD07A0">
      <w:pPr>
        <w:rPr>
          <w:b/>
          <w:color w:val="0000CC"/>
          <w:sz w:val="24"/>
          <w:szCs w:val="24"/>
        </w:rPr>
      </w:pPr>
      <w:r w:rsidRPr="00AD07A0">
        <w:rPr>
          <w:b/>
          <w:color w:val="0000CC"/>
          <w:sz w:val="24"/>
          <w:szCs w:val="24"/>
        </w:rPr>
        <w:t>Date and time: 29/09/2021, 1</w:t>
      </w:r>
      <w:r>
        <w:rPr>
          <w:b/>
          <w:color w:val="0000CC"/>
          <w:sz w:val="24"/>
          <w:szCs w:val="24"/>
        </w:rPr>
        <w:t>2:23</w:t>
      </w:r>
    </w:p>
    <w:p w14:paraId="1DB01E59" w14:textId="77777777" w:rsidR="00AD07A0" w:rsidRPr="00AD07A0" w:rsidRDefault="00AD07A0" w:rsidP="00AD07A0">
      <w:pPr>
        <w:rPr>
          <w:b/>
          <w:color w:val="0000CC"/>
          <w:sz w:val="24"/>
          <w:szCs w:val="24"/>
        </w:rPr>
      </w:pPr>
      <w:r w:rsidRPr="00AD07A0">
        <w:rPr>
          <w:b/>
          <w:color w:val="0000CC"/>
          <w:sz w:val="24"/>
          <w:szCs w:val="24"/>
        </w:rPr>
        <w:t>Initials: MR</w:t>
      </w:r>
    </w:p>
    <w:p w14:paraId="0888FD39" w14:textId="014111F3" w:rsidR="00AD07A0" w:rsidRPr="00AD07A0" w:rsidRDefault="00AD07A0" w:rsidP="00AD07A0">
      <w:pPr>
        <w:rPr>
          <w:b/>
          <w:color w:val="0000CC"/>
          <w:sz w:val="24"/>
          <w:szCs w:val="24"/>
        </w:rPr>
      </w:pPr>
      <w:r w:rsidRPr="00AD07A0">
        <w:rPr>
          <w:b/>
          <w:color w:val="0000CC"/>
          <w:sz w:val="24"/>
          <w:szCs w:val="24"/>
        </w:rPr>
        <w:t xml:space="preserve">Page 1 of </w:t>
      </w:r>
      <w:r>
        <w:rPr>
          <w:b/>
          <w:color w:val="0000CC"/>
          <w:sz w:val="24"/>
          <w:szCs w:val="24"/>
        </w:rPr>
        <w:t>6</w:t>
      </w:r>
    </w:p>
    <w:p w14:paraId="19455A2C" w14:textId="4D93F633" w:rsidR="00EE06CD" w:rsidRPr="00EE06CD" w:rsidRDefault="002707CC" w:rsidP="00AD07A0">
      <w:pPr>
        <w:pStyle w:val="HChG"/>
        <w:rPr>
          <w:sz w:val="24"/>
        </w:rPr>
      </w:pPr>
      <w:r>
        <w:rPr>
          <w:sz w:val="24"/>
        </w:rPr>
        <w:tab/>
      </w:r>
      <w:r w:rsidR="00EE06CD" w:rsidRPr="00EE06CD">
        <w:rPr>
          <w:sz w:val="24"/>
        </w:rPr>
        <w:tab/>
      </w:r>
      <w:r w:rsidR="00E17BD6" w:rsidRPr="00E17BD6">
        <w:rPr>
          <w:bCs/>
          <w:sz w:val="24"/>
        </w:rPr>
        <w:t>Human rights and indigenous peoples</w:t>
      </w:r>
    </w:p>
    <w:p w14:paraId="14A11763" w14:textId="77777777" w:rsidR="00EE06CD" w:rsidRPr="004D0D33" w:rsidRDefault="00EE06CD" w:rsidP="00EE06CD">
      <w:pPr>
        <w:spacing w:after="120"/>
        <w:ind w:left="1134" w:right="1134"/>
        <w:jc w:val="both"/>
      </w:pPr>
      <w:r w:rsidRPr="00EE06CD">
        <w:tab/>
      </w:r>
      <w:r w:rsidR="008C3E27">
        <w:tab/>
      </w:r>
      <w:r w:rsidRPr="004D0D33">
        <w:rPr>
          <w:i/>
        </w:rPr>
        <w:t>The Human Rights Council</w:t>
      </w:r>
      <w:r w:rsidRPr="004D0D33">
        <w:t>,</w:t>
      </w:r>
    </w:p>
    <w:p w14:paraId="030AFCCC" w14:textId="77777777" w:rsidR="00E17BD6" w:rsidRPr="004D0D33" w:rsidRDefault="00E17BD6" w:rsidP="00E17BD6">
      <w:pPr>
        <w:pStyle w:val="SingleTxtG"/>
        <w:ind w:firstLine="567"/>
      </w:pPr>
      <w:r w:rsidRPr="004D0D33">
        <w:rPr>
          <w:i/>
        </w:rPr>
        <w:t>Recalling</w:t>
      </w:r>
      <w:r w:rsidRPr="004D0D33">
        <w:t xml:space="preserve"> all relevant General Assembly, Commission on Human Rights and Human Rights Council resolutions on human rights and indigenous peoples,</w:t>
      </w:r>
    </w:p>
    <w:p w14:paraId="5790CAB1" w14:textId="77777777" w:rsidR="00E17BD6" w:rsidRPr="004D0D33" w:rsidRDefault="00E17BD6" w:rsidP="00E17BD6">
      <w:pPr>
        <w:pStyle w:val="SingleTxtG"/>
        <w:ind w:firstLine="567"/>
      </w:pPr>
      <w:r w:rsidRPr="004D0D33">
        <w:rPr>
          <w:i/>
        </w:rPr>
        <w:t>Reaffirming</w:t>
      </w:r>
      <w:r w:rsidRPr="004D0D33">
        <w:t xml:space="preserve"> its support </w:t>
      </w:r>
      <w:r w:rsidR="00B26C2B" w:rsidRPr="004D0D33">
        <w:t xml:space="preserve">for </w:t>
      </w:r>
      <w:r w:rsidRPr="004D0D33">
        <w:t>achiev</w:t>
      </w:r>
      <w:r w:rsidR="00B26C2B" w:rsidRPr="004D0D33">
        <w:t>ing</w:t>
      </w:r>
      <w:r w:rsidRPr="004D0D33">
        <w:t xml:space="preserve"> the ends of the United Nations Declaration on the Rights of Indigenous Peoples, adopted by the General Assembly in its resolution 61/295 of 13 September 2007,</w:t>
      </w:r>
    </w:p>
    <w:p w14:paraId="68BCC510" w14:textId="77777777" w:rsidR="00E17BD6" w:rsidRPr="004D0D33" w:rsidRDefault="00E17BD6" w:rsidP="00E17BD6">
      <w:pPr>
        <w:pStyle w:val="SingleTxtG"/>
        <w:ind w:firstLine="567"/>
      </w:pPr>
      <w:r w:rsidRPr="004D0D33">
        <w:rPr>
          <w:i/>
        </w:rPr>
        <w:t>Recognizing</w:t>
      </w:r>
      <w:r w:rsidRPr="004D0D33">
        <w:t xml:space="preserve"> that, since its adoption, the United Nations Declaration on the Rights of Indigenous Peoples has positively influenced the drafting of several constitutions and statutes at the national and local levels and contributed to the progressive development of international and national legal frameworks and policies as </w:t>
      </w:r>
      <w:r w:rsidR="002E2D9D" w:rsidRPr="004D0D33">
        <w:t xml:space="preserve">the Declaration </w:t>
      </w:r>
      <w:r w:rsidRPr="004D0D33">
        <w:t>applies to indigenous peoples,</w:t>
      </w:r>
    </w:p>
    <w:p w14:paraId="2CE0E2B6" w14:textId="77777777" w:rsidR="00E17BD6" w:rsidRPr="004D0D33" w:rsidRDefault="00E17BD6" w:rsidP="00E17BD6">
      <w:pPr>
        <w:pStyle w:val="SingleTxtG"/>
        <w:ind w:firstLine="567"/>
      </w:pPr>
      <w:r w:rsidRPr="004D0D33">
        <w:rPr>
          <w:i/>
        </w:rPr>
        <w:t>Appreciating</w:t>
      </w:r>
      <w:r w:rsidRPr="004D0D33">
        <w:t xml:space="preserve"> the current efforts </w:t>
      </w:r>
      <w:r w:rsidR="008B10DD" w:rsidRPr="004D0D33">
        <w:t xml:space="preserve">being made </w:t>
      </w:r>
      <w:r w:rsidRPr="004D0D33">
        <w:t>to promot</w:t>
      </w:r>
      <w:r w:rsidR="008B10DD" w:rsidRPr="004D0D33">
        <w:t>e</w:t>
      </w:r>
      <w:r w:rsidRPr="004D0D33">
        <w:t>, protect and fulfil the rights of indigenous peoples, recalling the commitment made at the</w:t>
      </w:r>
      <w:r w:rsidR="008A679F" w:rsidRPr="004D0D33">
        <w:t xml:space="preserve"> high-level plenary meeting of the General Assembly known as the</w:t>
      </w:r>
      <w:r w:rsidRPr="004D0D33">
        <w:t xml:space="preserve"> World Conference </w:t>
      </w:r>
      <w:r w:rsidR="008A679F" w:rsidRPr="004D0D33">
        <w:t xml:space="preserve">on Indigenous Peoples </w:t>
      </w:r>
      <w:r w:rsidRPr="004D0D33">
        <w:t>to consider ways to enhance the participation of indigenous peoples’ representatives and institutions in meetings of relevant United Nations bodies on issues affecting them, and welcoming Assembly resolution 71/321 of 8 September 2017,</w:t>
      </w:r>
    </w:p>
    <w:p w14:paraId="4A66292C" w14:textId="77777777" w:rsidR="00E17BD6" w:rsidRPr="004D0D33" w:rsidRDefault="00E17BD6" w:rsidP="00E17BD6">
      <w:pPr>
        <w:pStyle w:val="SingleTxtG"/>
        <w:ind w:firstLine="567"/>
      </w:pPr>
      <w:r w:rsidRPr="004D0D33">
        <w:rPr>
          <w:i/>
        </w:rPr>
        <w:t>Acknowledging</w:t>
      </w:r>
      <w:r w:rsidRPr="004D0D33">
        <w:t xml:space="preserve"> the participation of indigenous peoples’ representatives and institutions in the meetings of various United Nations organs and their subsidiary bodies, in particular the Human Rights Council and the Expert Mechanism on the Rights of Indigenous Peoples,</w:t>
      </w:r>
    </w:p>
    <w:p w14:paraId="4C465AA5" w14:textId="77777777" w:rsidR="00E17BD6" w:rsidRPr="004D0D33" w:rsidRDefault="00E17BD6" w:rsidP="00E17BD6">
      <w:pPr>
        <w:pStyle w:val="SingleTxtG"/>
        <w:ind w:firstLine="567"/>
        <w:rPr>
          <w:iCs/>
        </w:rPr>
      </w:pPr>
      <w:r w:rsidRPr="004D0D33">
        <w:rPr>
          <w:i/>
          <w:iCs/>
        </w:rPr>
        <w:t>Taking note</w:t>
      </w:r>
      <w:r w:rsidRPr="004D0D33">
        <w:rPr>
          <w:iCs/>
        </w:rPr>
        <w:t xml:space="preserve"> of the </w:t>
      </w:r>
      <w:r w:rsidR="008A679F" w:rsidRPr="004D0D33">
        <w:rPr>
          <w:iCs/>
        </w:rPr>
        <w:t>o</w:t>
      </w:r>
      <w:r w:rsidRPr="004D0D33">
        <w:rPr>
          <w:iCs/>
        </w:rPr>
        <w:t xml:space="preserve">utcome </w:t>
      </w:r>
      <w:r w:rsidR="008A679F" w:rsidRPr="004D0D33">
        <w:rPr>
          <w:iCs/>
        </w:rPr>
        <w:t>d</w:t>
      </w:r>
      <w:r w:rsidRPr="004D0D33">
        <w:rPr>
          <w:iCs/>
        </w:rPr>
        <w:t xml:space="preserve">ocument of the </w:t>
      </w:r>
      <w:r w:rsidRPr="004D0D33">
        <w:t>Dialogue Meeting on Enhanced Indigenous Peoples’ Participation at the United Nations</w:t>
      </w:r>
      <w:r w:rsidRPr="004D0D33">
        <w:rPr>
          <w:iCs/>
        </w:rPr>
        <w:t xml:space="preserve"> organized by indigenous organizations and institutions</w:t>
      </w:r>
      <w:r w:rsidR="008A679F" w:rsidRPr="004D0D33">
        <w:rPr>
          <w:iCs/>
        </w:rPr>
        <w:t xml:space="preserve"> and</w:t>
      </w:r>
      <w:r w:rsidRPr="004D0D33">
        <w:rPr>
          <w:iCs/>
        </w:rPr>
        <w:t xml:space="preserve"> held in Quito </w:t>
      </w:r>
      <w:r w:rsidR="008A679F" w:rsidRPr="004D0D33">
        <w:rPr>
          <w:iCs/>
        </w:rPr>
        <w:t xml:space="preserve">from </w:t>
      </w:r>
      <w:r w:rsidRPr="004D0D33">
        <w:rPr>
          <w:iCs/>
        </w:rPr>
        <w:t>27</w:t>
      </w:r>
      <w:r w:rsidR="008A679F" w:rsidRPr="004D0D33">
        <w:rPr>
          <w:iCs/>
        </w:rPr>
        <w:t xml:space="preserve"> to </w:t>
      </w:r>
      <w:r w:rsidRPr="004D0D33">
        <w:rPr>
          <w:iCs/>
        </w:rPr>
        <w:t>30 January 2020,</w:t>
      </w:r>
    </w:p>
    <w:p w14:paraId="421047BB" w14:textId="77777777" w:rsidR="00E17BD6" w:rsidRPr="004D0D33" w:rsidRDefault="00E17BD6" w:rsidP="00E17BD6">
      <w:pPr>
        <w:pStyle w:val="SingleTxtG"/>
        <w:ind w:firstLine="567"/>
      </w:pPr>
      <w:r w:rsidRPr="004D0D33">
        <w:rPr>
          <w:i/>
        </w:rPr>
        <w:t xml:space="preserve">Acknowledging </w:t>
      </w:r>
      <w:r w:rsidRPr="004D0D33">
        <w:t>the importance of the United Nations Voluntary Fund for Indigenous Peoples</w:t>
      </w:r>
      <w:r w:rsidR="00FC36C8" w:rsidRPr="004D0D33">
        <w:t xml:space="preserve"> for supporting </w:t>
      </w:r>
      <w:r w:rsidRPr="004D0D33">
        <w:t>the participation of indigenous peoples’ representatives and institutions in meetings concerning them,</w:t>
      </w:r>
    </w:p>
    <w:p w14:paraId="059C97F8" w14:textId="535064AA" w:rsidR="00E17BD6" w:rsidRPr="004D0D33" w:rsidRDefault="00E17BD6" w:rsidP="00E17BD6">
      <w:pPr>
        <w:pStyle w:val="SingleTxtG"/>
        <w:ind w:firstLine="567"/>
      </w:pPr>
      <w:r w:rsidRPr="004D0D33">
        <w:rPr>
          <w:i/>
        </w:rPr>
        <w:t xml:space="preserve">Taking note </w:t>
      </w:r>
      <w:r w:rsidRPr="004D0D33">
        <w:t xml:space="preserve">of the report of the Expert Mechanism on </w:t>
      </w:r>
      <w:r w:rsidR="009C6964">
        <w:rPr>
          <w:lang w:val="en-US"/>
        </w:rPr>
        <w:t>E</w:t>
      </w:r>
      <w:r w:rsidR="009C6964" w:rsidRPr="00283993">
        <w:rPr>
          <w:lang w:val="en-US"/>
        </w:rPr>
        <w:t>fforts to implement the United Nations Declaration on the Rights of Indigenous Peoples: indigenous peoples and the right to self-</w:t>
      </w:r>
      <w:proofErr w:type="gramStart"/>
      <w:r w:rsidR="009C6964" w:rsidRPr="00283993">
        <w:rPr>
          <w:lang w:val="en-US"/>
        </w:rPr>
        <w:t>determination</w:t>
      </w:r>
      <w:r w:rsidR="009C6964">
        <w:rPr>
          <w:lang w:val="en-US"/>
        </w:rPr>
        <w:t xml:space="preserve"> </w:t>
      </w:r>
      <w:r w:rsidRPr="004D0D33">
        <w:t>,</w:t>
      </w:r>
      <w:proofErr w:type="gramEnd"/>
      <w:r w:rsidRPr="004D0D33">
        <w:rPr>
          <w:rStyle w:val="FootnoteReference"/>
        </w:rPr>
        <w:footnoteReference w:id="2"/>
      </w:r>
      <w:r w:rsidRPr="004D0D33">
        <w:t xml:space="preserve"> and encouraging all parties to consider the recommendations made in the report,</w:t>
      </w:r>
    </w:p>
    <w:p w14:paraId="637EC00F" w14:textId="1891CFB7" w:rsidR="00E17BD6" w:rsidRPr="004D0D33" w:rsidRDefault="00E17BD6" w:rsidP="00E17BD6">
      <w:pPr>
        <w:pStyle w:val="SingleTxtG"/>
        <w:ind w:firstLine="567"/>
      </w:pPr>
      <w:r w:rsidRPr="004D0D33">
        <w:rPr>
          <w:i/>
        </w:rPr>
        <w:t>Taking note</w:t>
      </w:r>
      <w:r w:rsidRPr="004D0D33">
        <w:t xml:space="preserve"> </w:t>
      </w:r>
      <w:r w:rsidRPr="004D0D33">
        <w:rPr>
          <w:i/>
          <w:iCs/>
        </w:rPr>
        <w:t>also</w:t>
      </w:r>
      <w:r w:rsidRPr="004D0D33">
        <w:t xml:space="preserve"> of the study of the Expert Mechanism on</w:t>
      </w:r>
      <w:r w:rsidR="009C6964" w:rsidRPr="004D0D33">
        <w:t xml:space="preserve"> </w:t>
      </w:r>
      <w:r w:rsidR="009C6964">
        <w:t xml:space="preserve">the Rights of the indigenous child under the UN Declaration on the Rights of Indigenous </w:t>
      </w:r>
      <w:proofErr w:type="gramStart"/>
      <w:r w:rsidR="009C6964">
        <w:t xml:space="preserve">Peoples </w:t>
      </w:r>
      <w:r w:rsidRPr="004D0D33">
        <w:t>,</w:t>
      </w:r>
      <w:proofErr w:type="gramEnd"/>
      <w:r w:rsidRPr="004D0D33">
        <w:rPr>
          <w:rStyle w:val="FootnoteReference"/>
        </w:rPr>
        <w:footnoteReference w:id="3"/>
      </w:r>
      <w:r w:rsidRPr="004D0D33">
        <w:t xml:space="preserve"> and encouraging States to consider </w:t>
      </w:r>
      <w:r w:rsidR="00CC0825" w:rsidRPr="004D0D33">
        <w:t xml:space="preserve">implementing </w:t>
      </w:r>
      <w:r w:rsidRPr="004D0D33">
        <w:t>the advice therein,</w:t>
      </w:r>
    </w:p>
    <w:p w14:paraId="109AFDC8" w14:textId="0D7F05EC" w:rsidR="00E17BD6" w:rsidRPr="004D0D33" w:rsidRDefault="00E17BD6" w:rsidP="00E17BD6">
      <w:pPr>
        <w:pStyle w:val="SingleTxtG"/>
        <w:ind w:firstLine="567"/>
      </w:pPr>
      <w:r w:rsidRPr="004D0D33">
        <w:rPr>
          <w:i/>
        </w:rPr>
        <w:t xml:space="preserve">Taking note </w:t>
      </w:r>
      <w:r w:rsidRPr="004D0D33">
        <w:t>of the report of the Special Rapporteur</w:t>
      </w:r>
      <w:r w:rsidR="00190A43">
        <w:t xml:space="preserve"> on the rights of indigenous peoples on</w:t>
      </w:r>
      <w:r w:rsidRPr="004D0D33">
        <w:t xml:space="preserve"> </w:t>
      </w:r>
      <w:r w:rsidR="006D0270">
        <w:t xml:space="preserve">Indigenous peoples and coronavirus disease (COVID-19) recovery </w:t>
      </w:r>
      <w:r w:rsidR="00CC0825" w:rsidRPr="004D0D33">
        <w:t>,</w:t>
      </w:r>
      <w:r w:rsidRPr="004D0D33">
        <w:rPr>
          <w:rStyle w:val="FootnoteReference"/>
        </w:rPr>
        <w:footnoteReference w:id="4"/>
      </w:r>
      <w:r w:rsidRPr="004D0D33">
        <w:t xml:space="preserve"> and calling upon all States to consider the recommendations contained in the report,</w:t>
      </w:r>
    </w:p>
    <w:p w14:paraId="25069E93" w14:textId="5D12F6AA" w:rsidR="00E17BD6" w:rsidRPr="004D0D33" w:rsidRDefault="00E17BD6" w:rsidP="00E17BD6">
      <w:pPr>
        <w:pStyle w:val="SingleTxtG"/>
        <w:ind w:firstLine="567"/>
      </w:pPr>
      <w:r w:rsidRPr="004D0D33">
        <w:rPr>
          <w:i/>
        </w:rPr>
        <w:lastRenderedPageBreak/>
        <w:t>Stressing</w:t>
      </w:r>
      <w:r w:rsidRPr="004D0D33">
        <w:t xml:space="preserve"> the need to pay particular attention to the rights and needs of indigenous women, children, young persons,</w:t>
      </w:r>
      <w:r w:rsidR="00CF2986">
        <w:t xml:space="preserve"> older</w:t>
      </w:r>
      <w:r w:rsidRPr="004D0D33">
        <w:t xml:space="preserve"> persons and persons with disabilities, and to intensify efforts to prevent and eliminate violence and multiple and intersecting forms of discrimination in this regard, as set out in the United Nations Declaration on the Rights of Indigenous Peoples and the outcome document of the World Conference</w:t>
      </w:r>
      <w:r w:rsidR="00276A98" w:rsidRPr="004D0D33">
        <w:t xml:space="preserve"> on Indigenous Peoples</w:t>
      </w:r>
      <w:r w:rsidR="00F16BEC" w:rsidRPr="004D0D33">
        <w:t>, which was adopted by consensus by the Assembly in 2014</w:t>
      </w:r>
      <w:r w:rsidRPr="004D0D33">
        <w:t>,</w:t>
      </w:r>
      <w:r w:rsidR="00CC0825" w:rsidRPr="004D0D33">
        <w:rPr>
          <w:rStyle w:val="FootnoteReference"/>
        </w:rPr>
        <w:footnoteReference w:id="5"/>
      </w:r>
    </w:p>
    <w:p w14:paraId="09FE3ABB" w14:textId="77777777" w:rsidR="00E17BD6" w:rsidRPr="004A582C" w:rsidRDefault="00E17BD6" w:rsidP="00E17BD6">
      <w:pPr>
        <w:pStyle w:val="SingleTxtG"/>
        <w:ind w:firstLine="567"/>
      </w:pPr>
      <w:r w:rsidRPr="004D0D33">
        <w:rPr>
          <w:i/>
        </w:rPr>
        <w:t xml:space="preserve">Recognizing </w:t>
      </w:r>
      <w:r w:rsidRPr="004D0D33">
        <w:t>that indigenous peoples are among the first to face the direct consequences of climate change owing to their dependence upon and close relationship with the environment and its resources, and welcoming the role of indigenous peoples in achieving the objectives of the United Nations Framework Convention on Climate Change, the Paris Agreement and the targets and goals of the 2030 Agenda for Sustainable Development,</w:t>
      </w:r>
    </w:p>
    <w:p w14:paraId="791FDCCA" w14:textId="77777777" w:rsidR="00E17BD6" w:rsidRPr="004A582C" w:rsidRDefault="00E17BD6" w:rsidP="00E17BD6">
      <w:pPr>
        <w:pStyle w:val="SingleTxtG"/>
        <w:ind w:firstLine="567"/>
      </w:pPr>
      <w:r w:rsidRPr="004A582C">
        <w:rPr>
          <w:i/>
        </w:rPr>
        <w:t xml:space="preserve">Recognizing </w:t>
      </w:r>
      <w:r w:rsidR="00BC1054" w:rsidRPr="004A582C">
        <w:rPr>
          <w:i/>
        </w:rPr>
        <w:t>also</w:t>
      </w:r>
      <w:r w:rsidR="00BC1054" w:rsidRPr="004A582C">
        <w:t xml:space="preserve"> </w:t>
      </w:r>
      <w:r w:rsidRPr="004A582C">
        <w:t>the increasing impact of climate change on</w:t>
      </w:r>
      <w:r w:rsidR="004A582C" w:rsidRPr="004A582C">
        <w:t xml:space="preserve"> the enjoyment of</w:t>
      </w:r>
      <w:r w:rsidRPr="004A582C">
        <w:t xml:space="preserve"> human rights and the specific impact on the</w:t>
      </w:r>
      <w:r w:rsidR="004A582C" w:rsidRPr="004A582C">
        <w:t xml:space="preserve"> enjoyment of</w:t>
      </w:r>
      <w:r w:rsidRPr="004A582C">
        <w:t xml:space="preserve"> rights and ways of life of indigenous peoples around the world, and recalling the preamble to the Paris Agreement and to decision 1/CP.21 on the adoptio</w:t>
      </w:r>
      <w:r w:rsidRPr="005C07A1">
        <w:t>n of the Paris Agreement</w:t>
      </w:r>
      <w:r w:rsidRPr="005C07A1">
        <w:rPr>
          <w:rStyle w:val="FootnoteReference"/>
        </w:rPr>
        <w:footnoteReference w:id="6"/>
      </w:r>
      <w:r w:rsidRPr="002707CC">
        <w:t xml:space="preserve"> acknowledging that States should, when taking action to address climate change, respect, promote and consider their respective obligation</w:t>
      </w:r>
      <w:r w:rsidRPr="004A582C">
        <w:t>s on the rights of indigenous peoples, paragraph 135 of decision 1/CP.21 recognizing the need to strengthen the role of indigenous peoples’ knowledge systems relating to mitigation and adaptation to climate change, and paragraph 36 of the outcome document</w:t>
      </w:r>
      <w:r w:rsidR="00FC36C8" w:rsidRPr="004A582C">
        <w:t xml:space="preserve"> of the World Conference on Indigenous Peoples</w:t>
      </w:r>
      <w:r w:rsidRPr="004A582C">
        <w:t>,</w:t>
      </w:r>
    </w:p>
    <w:p w14:paraId="56662ED0" w14:textId="2DED3FAA" w:rsidR="00E17BD6" w:rsidRPr="004A582C" w:rsidRDefault="00E17BD6" w:rsidP="00E17BD6">
      <w:pPr>
        <w:pStyle w:val="SingleTxtG"/>
        <w:ind w:firstLine="567"/>
      </w:pPr>
      <w:r w:rsidRPr="004A582C">
        <w:rPr>
          <w:i/>
        </w:rPr>
        <w:t>Taking note</w:t>
      </w:r>
      <w:r w:rsidRPr="004A582C">
        <w:t xml:space="preserve"> </w:t>
      </w:r>
      <w:r w:rsidRPr="004A582C">
        <w:rPr>
          <w:i/>
          <w:iCs/>
        </w:rPr>
        <w:t>with appreciation</w:t>
      </w:r>
      <w:r w:rsidRPr="004A582C">
        <w:t xml:space="preserve"> of the establishment</w:t>
      </w:r>
      <w:r w:rsidR="004A582C" w:rsidRPr="004A582C">
        <w:t xml:space="preserve"> of </w:t>
      </w:r>
      <w:r w:rsidR="004A582C" w:rsidRPr="004A582C">
        <w:rPr>
          <w:bCs/>
        </w:rPr>
        <w:t>the Facilitative Working Group of the Local Communities and Indigenous Peoples Platform, by the Conference of the Parties to the United Nations Framework Convention on Climate Change</w:t>
      </w:r>
      <w:r w:rsidR="004A582C" w:rsidRPr="004A582C">
        <w:t xml:space="preserve"> </w:t>
      </w:r>
      <w:r w:rsidR="004A582C" w:rsidRPr="004A582C">
        <w:rPr>
          <w:bCs/>
        </w:rPr>
        <w:t>at its twenty-fourth session</w:t>
      </w:r>
      <w:r w:rsidRPr="004A582C">
        <w:t xml:space="preserve">, with equal participation </w:t>
      </w:r>
      <w:r w:rsidR="00676CCB" w:rsidRPr="004A582C">
        <w:t xml:space="preserve">of </w:t>
      </w:r>
      <w:r w:rsidRPr="004A582C">
        <w:t>representatives of indigenous peoples and of parties to the Framework Convention</w:t>
      </w:r>
      <w:r w:rsidR="00F16BEC" w:rsidRPr="005C07A1">
        <w:t xml:space="preserve">, </w:t>
      </w:r>
      <w:r w:rsidRPr="005C07A1">
        <w:t xml:space="preserve">to advance the objectives and implementation of </w:t>
      </w:r>
      <w:r w:rsidR="00676CCB" w:rsidRPr="002707CC">
        <w:t xml:space="preserve">its </w:t>
      </w:r>
      <w:r w:rsidRPr="004A582C">
        <w:t>functions,</w:t>
      </w:r>
    </w:p>
    <w:p w14:paraId="291EBE1A" w14:textId="77777777" w:rsidR="00E17BD6" w:rsidRDefault="00E17BD6" w:rsidP="00E17BD6">
      <w:pPr>
        <w:pStyle w:val="SingleTxtG"/>
        <w:ind w:firstLine="567"/>
      </w:pPr>
      <w:r w:rsidRPr="004D0D33">
        <w:rPr>
          <w:i/>
        </w:rPr>
        <w:t>Bearing in mind</w:t>
      </w:r>
      <w:r w:rsidRPr="004D0D33">
        <w:t xml:space="preserve"> the importance of empower</w:t>
      </w:r>
      <w:r w:rsidR="00A1472A" w:rsidRPr="004D0D33">
        <w:t>ing</w:t>
      </w:r>
      <w:r w:rsidRPr="004D0D33">
        <w:t xml:space="preserve"> and </w:t>
      </w:r>
      <w:r w:rsidR="00A1472A" w:rsidRPr="004D0D33">
        <w:t xml:space="preserve">building the </w:t>
      </w:r>
      <w:r w:rsidRPr="004D0D33">
        <w:t xml:space="preserve">capacity of indigenous women and young persons, including </w:t>
      </w:r>
      <w:r w:rsidR="00A1472A" w:rsidRPr="004D0D33">
        <w:t xml:space="preserve">for </w:t>
      </w:r>
      <w:r w:rsidRPr="004D0D33">
        <w:t xml:space="preserve">their full and effective participation in decision-making processes in matters that affect them directly, including policies, programmes and resources, where relevant, that target the well-being of indigenous women, children and young persons, in particular </w:t>
      </w:r>
      <w:r w:rsidR="00A1472A" w:rsidRPr="004D0D33">
        <w:t xml:space="preserve">in the </w:t>
      </w:r>
      <w:r w:rsidRPr="004D0D33">
        <w:t>areas of</w:t>
      </w:r>
      <w:r w:rsidRPr="004D0D33">
        <w:rPr>
          <w:bCs/>
          <w:lang w:val="en-AU"/>
        </w:rPr>
        <w:t xml:space="preserve"> universal and equitable access</w:t>
      </w:r>
      <w:r w:rsidRPr="004D0D33">
        <w:rPr>
          <w:lang w:val="en-AU"/>
        </w:rPr>
        <w:t xml:space="preserve"> to quality health </w:t>
      </w:r>
      <w:r w:rsidRPr="004D0D33">
        <w:rPr>
          <w:bCs/>
          <w:lang w:val="en-AU"/>
        </w:rPr>
        <w:t>services, mental health</w:t>
      </w:r>
      <w:r w:rsidRPr="004D0D33">
        <w:t>, adequate nutrition, including through family farming, education, employment and the transmission of traditional knowledge, languages and practices, and also the importance of taking measures to promote awareness and understanding of their rights,</w:t>
      </w:r>
    </w:p>
    <w:p w14:paraId="26109FD0" w14:textId="5C9F061F" w:rsidR="00E17BD6" w:rsidRPr="006D0270" w:rsidRDefault="004A582C" w:rsidP="00E17BD6">
      <w:pPr>
        <w:pStyle w:val="SingleTxtG"/>
        <w:ind w:firstLine="567"/>
      </w:pPr>
      <w:r>
        <w:rPr>
          <w:i/>
        </w:rPr>
        <w:t>Acknowledging</w:t>
      </w:r>
      <w:r w:rsidR="006D0270" w:rsidRPr="00F52089">
        <w:t xml:space="preserve"> the current efforts being made to include the full and effective participation of indigenous peoples in the process for the</w:t>
      </w:r>
      <w:r w:rsidR="006D0270">
        <w:t xml:space="preserve"> </w:t>
      </w:r>
      <w:r w:rsidR="006D0270" w:rsidRPr="008175C8">
        <w:rPr>
          <w:bCs/>
        </w:rPr>
        <w:t>elaboration</w:t>
      </w:r>
      <w:r w:rsidR="006D0270" w:rsidRPr="006D0270">
        <w:t xml:space="preserve"> </w:t>
      </w:r>
      <w:r w:rsidR="006D0270" w:rsidRPr="00F52089">
        <w:t>of the Post-2020 Biodiversity Framework of the Convention on Biological Diversit</w:t>
      </w:r>
      <w:r w:rsidR="008E1747">
        <w:t xml:space="preserve">y; </w:t>
      </w:r>
      <w:r w:rsidR="00E17BD6" w:rsidRPr="004D0D33">
        <w:rPr>
          <w:i/>
        </w:rPr>
        <w:t xml:space="preserve">Noting </w:t>
      </w:r>
      <w:r w:rsidR="00E17BD6" w:rsidRPr="004D0D33">
        <w:t xml:space="preserve">that the </w:t>
      </w:r>
      <w:r w:rsidR="00A1472A" w:rsidRPr="004D0D33">
        <w:t>coronavirus disease (</w:t>
      </w:r>
      <w:r w:rsidR="00E17BD6" w:rsidRPr="004D0D33">
        <w:t>COVID-19</w:t>
      </w:r>
      <w:r w:rsidR="00A1472A" w:rsidRPr="004D0D33">
        <w:t>)</w:t>
      </w:r>
      <w:r w:rsidR="00E17BD6" w:rsidRPr="004D0D33">
        <w:t xml:space="preserve"> pandemic is having a serious impact on the health, education, food security, safety, well</w:t>
      </w:r>
      <w:r w:rsidR="00A1472A" w:rsidRPr="004D0D33">
        <w:t>-</w:t>
      </w:r>
      <w:r w:rsidR="00E17BD6" w:rsidRPr="004D0D33">
        <w:t>being and livelihoods of people across the world, with a disproportionate</w:t>
      </w:r>
      <w:r w:rsidR="00A1472A" w:rsidRPr="004D0D33">
        <w:t>ly</w:t>
      </w:r>
      <w:r w:rsidR="00E17BD6" w:rsidRPr="004D0D33">
        <w:t xml:space="preserve"> negative effect on </w:t>
      </w:r>
      <w:r w:rsidR="00A1472A" w:rsidRPr="004D0D33">
        <w:t>i</w:t>
      </w:r>
      <w:r w:rsidR="00E17BD6" w:rsidRPr="004D0D33">
        <w:t>ndigenous peoples, their ancestral territories and sacred sites, and the need to take immediate and appropriate measures to address the</w:t>
      </w:r>
      <w:r w:rsidR="00A1472A" w:rsidRPr="004D0D33">
        <w:t>se effects</w:t>
      </w:r>
      <w:r w:rsidR="00E17BD6" w:rsidRPr="004D0D33">
        <w:t>, including the elimination of barriers</w:t>
      </w:r>
      <w:r w:rsidR="00A1472A" w:rsidRPr="004D0D33">
        <w:t>,</w:t>
      </w:r>
      <w:r w:rsidR="00E17BD6" w:rsidRPr="004D0D33">
        <w:t xml:space="preserve"> </w:t>
      </w:r>
      <w:r w:rsidR="00A1472A" w:rsidRPr="004D0D33">
        <w:t xml:space="preserve">such as </w:t>
      </w:r>
      <w:r>
        <w:t xml:space="preserve">digital and  </w:t>
      </w:r>
      <w:r w:rsidR="00A1472A" w:rsidRPr="004D0D33">
        <w:t xml:space="preserve">language barriers, to </w:t>
      </w:r>
      <w:r w:rsidR="00E17BD6" w:rsidRPr="004D0D33">
        <w:t xml:space="preserve">the </w:t>
      </w:r>
      <w:r w:rsidR="006D0270">
        <w:t xml:space="preserve">full and </w:t>
      </w:r>
      <w:r w:rsidR="00E17BD6" w:rsidRPr="004D0D33">
        <w:t>effective participation</w:t>
      </w:r>
      <w:r w:rsidR="00A1472A" w:rsidRPr="004D0D33">
        <w:t xml:space="preserve"> of indigenous peoples</w:t>
      </w:r>
      <w:r w:rsidR="00E17BD6" w:rsidRPr="004D0D33">
        <w:t xml:space="preserve"> in matters affect</w:t>
      </w:r>
      <w:r w:rsidR="00A1472A" w:rsidRPr="004D0D33">
        <w:t>ing</w:t>
      </w:r>
      <w:r w:rsidR="00E17BD6" w:rsidRPr="004D0D33">
        <w:t xml:space="preserve"> their rights,</w:t>
      </w:r>
      <w:r w:rsidR="006D0270" w:rsidRPr="006D0270">
        <w:rPr>
          <w:b/>
          <w:bCs/>
        </w:rPr>
        <w:t xml:space="preserve"> </w:t>
      </w:r>
      <w:r w:rsidR="006D0270" w:rsidRPr="006D0270">
        <w:rPr>
          <w:bCs/>
        </w:rPr>
        <w:t>and to leave no one behind, with an endeavour to reach the furthest behind first, founded on the dignity of the human person and reflecting the principles of equality and non-discrimination;</w:t>
      </w:r>
    </w:p>
    <w:p w14:paraId="66CFA3E9" w14:textId="77777777" w:rsidR="00E17BD6" w:rsidRPr="004D0D33" w:rsidRDefault="00E17BD6" w:rsidP="00E17BD6">
      <w:pPr>
        <w:pStyle w:val="SingleTxtG"/>
        <w:ind w:firstLine="567"/>
        <w:rPr>
          <w:iCs/>
        </w:rPr>
      </w:pPr>
      <w:r w:rsidRPr="004D0D33">
        <w:rPr>
          <w:iCs/>
        </w:rPr>
        <w:t>1.</w:t>
      </w:r>
      <w:r w:rsidRPr="004D0D33">
        <w:rPr>
          <w:iCs/>
        </w:rPr>
        <w:tab/>
      </w:r>
      <w:r w:rsidRPr="004D0D33">
        <w:rPr>
          <w:i/>
          <w:iCs/>
        </w:rPr>
        <w:t xml:space="preserve">Acknowledges </w:t>
      </w:r>
      <w:r w:rsidRPr="004D0D33">
        <w:rPr>
          <w:iCs/>
        </w:rPr>
        <w:t>the report of the United Nations High Commissioner for Human Rights on the rights of indigenous peoples,</w:t>
      </w:r>
      <w:r w:rsidRPr="004D0D33">
        <w:rPr>
          <w:rStyle w:val="FootnoteReference"/>
          <w:iCs/>
        </w:rPr>
        <w:footnoteReference w:id="7"/>
      </w:r>
      <w:r w:rsidRPr="004D0D33">
        <w:rPr>
          <w:iCs/>
        </w:rPr>
        <w:t xml:space="preserve"> and requests the High Commissioner to continue to submit to the Human Rights Council an annual report on the rights of indigenous peoples containing information on the relevant developments in human rights bodies and mechanisms and the activities undertaken by the Office of the High Commissioner at headquarters and in the field that contribute to the promotion of, respect for and the full application of the </w:t>
      </w:r>
      <w:r w:rsidRPr="004D0D33">
        <w:rPr>
          <w:iCs/>
        </w:rPr>
        <w:lastRenderedPageBreak/>
        <w:t>provisions of the United Nations Declaration on the Rights of Indigenous Peoples, and follow up on the effectiveness of the Declaration;</w:t>
      </w:r>
    </w:p>
    <w:p w14:paraId="46D00812" w14:textId="77777777" w:rsidR="00E17BD6" w:rsidRPr="004D0D33" w:rsidRDefault="00E17BD6" w:rsidP="00E17BD6">
      <w:pPr>
        <w:pStyle w:val="SingleTxtG"/>
        <w:ind w:firstLine="567"/>
        <w:rPr>
          <w:i/>
          <w:iCs/>
        </w:rPr>
      </w:pPr>
      <w:r w:rsidRPr="004D0D33">
        <w:rPr>
          <w:iCs/>
        </w:rPr>
        <w:t>2.</w:t>
      </w:r>
      <w:r w:rsidRPr="004D0D33">
        <w:rPr>
          <w:iCs/>
        </w:rPr>
        <w:tab/>
      </w:r>
      <w:r w:rsidRPr="004D0D33">
        <w:rPr>
          <w:i/>
          <w:iCs/>
        </w:rPr>
        <w:t>Welcomes</w:t>
      </w:r>
      <w:r w:rsidRPr="004D0D33">
        <w:rPr>
          <w:iCs/>
        </w:rPr>
        <w:t xml:space="preserve"> the work of the Special Rapporteur on the rights of indigenous peoples</w:t>
      </w:r>
      <w:r w:rsidR="00F0257D" w:rsidRPr="004D0D33">
        <w:rPr>
          <w:iCs/>
        </w:rPr>
        <w:t>,</w:t>
      </w:r>
      <w:r w:rsidRPr="004D0D33">
        <w:rPr>
          <w:iCs/>
        </w:rPr>
        <w:t xml:space="preserve"> and encourages all Governments to respond favourably to the requests of the mandate holder for visits and to respond to communications;</w:t>
      </w:r>
    </w:p>
    <w:p w14:paraId="35D27FFE" w14:textId="77777777" w:rsidR="00E17BD6" w:rsidRPr="00F82F4D" w:rsidRDefault="00E17BD6" w:rsidP="00F82F4D">
      <w:pPr>
        <w:pStyle w:val="SingleTxtG"/>
        <w:ind w:firstLine="567"/>
        <w:rPr>
          <w:bCs/>
          <w:iCs/>
        </w:rPr>
      </w:pPr>
      <w:r w:rsidRPr="004D0D33">
        <w:rPr>
          <w:iCs/>
        </w:rPr>
        <w:t>3.</w:t>
      </w:r>
      <w:r w:rsidRPr="004D0D33">
        <w:rPr>
          <w:iCs/>
        </w:rPr>
        <w:tab/>
      </w:r>
      <w:r w:rsidRPr="004D0D33">
        <w:rPr>
          <w:i/>
        </w:rPr>
        <w:t xml:space="preserve">Also </w:t>
      </w:r>
      <w:r w:rsidRPr="004D0D33">
        <w:rPr>
          <w:i/>
          <w:iCs/>
        </w:rPr>
        <w:t>welcomes</w:t>
      </w:r>
      <w:r w:rsidRPr="004D0D33">
        <w:rPr>
          <w:iCs/>
        </w:rPr>
        <w:t xml:space="preserve"> the work of the Expert Mechanism on the Rights of Indigenous Peoples, </w:t>
      </w:r>
      <w:r w:rsidR="00E017F7" w:rsidRPr="004D0D33">
        <w:rPr>
          <w:iCs/>
        </w:rPr>
        <w:t>including</w:t>
      </w:r>
      <w:r w:rsidR="006D0270">
        <w:rPr>
          <w:iCs/>
        </w:rPr>
        <w:t xml:space="preserve"> its annual report</w:t>
      </w:r>
      <w:r w:rsidR="006D0270" w:rsidRPr="00E2059D">
        <w:rPr>
          <w:b/>
          <w:bCs/>
          <w:iCs/>
        </w:rPr>
        <w:t>s</w:t>
      </w:r>
      <w:r w:rsidR="006D0270" w:rsidRPr="004D0D33">
        <w:rPr>
          <w:rStyle w:val="FootnoteReference"/>
          <w:iCs/>
        </w:rPr>
        <w:t xml:space="preserve"> </w:t>
      </w:r>
      <w:r w:rsidR="006D0270">
        <w:rPr>
          <w:iCs/>
        </w:rPr>
        <w:t xml:space="preserve"> </w:t>
      </w:r>
      <w:r w:rsidR="006D0270" w:rsidRPr="006D0270">
        <w:rPr>
          <w:bCs/>
          <w:iCs/>
        </w:rPr>
        <w:t>from 2020 and 2021</w:t>
      </w:r>
      <w:r w:rsidR="005774A8" w:rsidRPr="004D0D33">
        <w:rPr>
          <w:rStyle w:val="FootnoteReference"/>
          <w:iCs/>
        </w:rPr>
        <w:footnoteReference w:id="8"/>
      </w:r>
      <w:r w:rsidR="007B2E40">
        <w:rPr>
          <w:bCs/>
          <w:iCs/>
        </w:rPr>
        <w:t>,</w:t>
      </w:r>
      <w:r w:rsidR="005774A8">
        <w:rPr>
          <w:iCs/>
        </w:rPr>
        <w:t xml:space="preserve"> </w:t>
      </w:r>
      <w:r w:rsidRPr="004D0D33">
        <w:rPr>
          <w:iCs/>
        </w:rPr>
        <w:t>its intersessional activities, and requests the Office of the High Commissioner to ensure timely translation in all official languages of the United Nations and distribution of its reports to the Council and pre-session translation of the studies and reports of the Expert Mechanism, in accordance with Council resolution 33/25 of 30 September 2016;</w:t>
      </w:r>
    </w:p>
    <w:p w14:paraId="67850ADD" w14:textId="77777777" w:rsidR="00E17BD6" w:rsidRPr="004D0D33" w:rsidRDefault="00E17BD6" w:rsidP="00E17BD6">
      <w:pPr>
        <w:pStyle w:val="SingleTxtG"/>
        <w:ind w:firstLine="567"/>
        <w:rPr>
          <w:iCs/>
        </w:rPr>
      </w:pPr>
      <w:r w:rsidRPr="004D0D33">
        <w:rPr>
          <w:iCs/>
        </w:rPr>
        <w:t>4.</w:t>
      </w:r>
      <w:r w:rsidRPr="004D0D33">
        <w:rPr>
          <w:iCs/>
        </w:rPr>
        <w:tab/>
      </w:r>
      <w:r w:rsidRPr="004D0D33">
        <w:rPr>
          <w:i/>
          <w:iCs/>
        </w:rPr>
        <w:t>Strongly encourages</w:t>
      </w:r>
      <w:r w:rsidRPr="004D0D33">
        <w:rPr>
          <w:iCs/>
        </w:rPr>
        <w:t xml:space="preserve"> States to participate actively in the sessions of the Expert Mechanism and to engage in dialogue with it, including during its intersessional activities;</w:t>
      </w:r>
    </w:p>
    <w:p w14:paraId="75FEA715" w14:textId="2ACB42A6" w:rsidR="00E17BD6" w:rsidRPr="004D0D33" w:rsidRDefault="00E17BD6" w:rsidP="00E17BD6">
      <w:pPr>
        <w:pStyle w:val="SingleTxtG"/>
        <w:ind w:firstLine="567"/>
        <w:rPr>
          <w:iCs/>
        </w:rPr>
      </w:pPr>
      <w:r w:rsidRPr="004D0D33">
        <w:rPr>
          <w:iCs/>
        </w:rPr>
        <w:t>5.</w:t>
      </w:r>
      <w:r w:rsidRPr="004D0D33">
        <w:rPr>
          <w:iCs/>
        </w:rPr>
        <w:tab/>
      </w:r>
      <w:r w:rsidRPr="004D0D33">
        <w:rPr>
          <w:i/>
          <w:iCs/>
        </w:rPr>
        <w:t>Urges</w:t>
      </w:r>
      <w:r w:rsidRPr="004D0D33">
        <w:rPr>
          <w:iCs/>
        </w:rPr>
        <w:t xml:space="preserve"> States and other potential donors to contribute to the United Nations Voluntary Fund for Indigenous Peoples, and</w:t>
      </w:r>
      <w:r w:rsidR="005774A8">
        <w:rPr>
          <w:iCs/>
        </w:rPr>
        <w:t xml:space="preserve"> recalls </w:t>
      </w:r>
      <w:r w:rsidRPr="004D0D33">
        <w:rPr>
          <w:iCs/>
        </w:rPr>
        <w:t>the expansion of its mandate in order to support the participation of indigenous peoples, including indigenous women, youth and persons with disabilities, in United Nations business and human rights and climate change processes;</w:t>
      </w:r>
    </w:p>
    <w:p w14:paraId="455CD8EC" w14:textId="77777777" w:rsidR="00E17BD6" w:rsidRPr="004D0D33" w:rsidRDefault="00E17BD6" w:rsidP="00E17BD6">
      <w:pPr>
        <w:pStyle w:val="SingleTxtG"/>
        <w:ind w:firstLine="567"/>
        <w:rPr>
          <w:iCs/>
        </w:rPr>
      </w:pPr>
      <w:r w:rsidRPr="004D0D33">
        <w:rPr>
          <w:iCs/>
        </w:rPr>
        <w:t>6.</w:t>
      </w:r>
      <w:r w:rsidRPr="004D0D33">
        <w:rPr>
          <w:iCs/>
        </w:rPr>
        <w:tab/>
      </w:r>
      <w:r w:rsidRPr="004D0D33">
        <w:rPr>
          <w:i/>
          <w:iCs/>
        </w:rPr>
        <w:t>Acknowledges</w:t>
      </w:r>
      <w:r w:rsidRPr="004D0D33">
        <w:rPr>
          <w:iCs/>
        </w:rPr>
        <w:t xml:space="preserve"> the efforts of States, indigenous peoples and United Nations agencies to engage with the Expert Mechanism under its current mandate to facilitate dialogue, when agreeable to all parties, to provide technical assistance and coordination in order to achieve the ends of the United Nations Declaration on the Rights of Indigenous Peoples, encourages all parties to consider the Expert Mechanism’s initiation of country engagements upon the request of States and indigenous peoples</w:t>
      </w:r>
      <w:r w:rsidR="005A17DC" w:rsidRPr="004D0D33">
        <w:rPr>
          <w:iCs/>
        </w:rPr>
        <w:t>,</w:t>
      </w:r>
      <w:r w:rsidRPr="004D0D33">
        <w:rPr>
          <w:iCs/>
        </w:rPr>
        <w:t xml:space="preserve"> and acknowledges the engagement of those States that have already collaborated with the Expert Mechanism under </w:t>
      </w:r>
      <w:r w:rsidR="006D7827" w:rsidRPr="004D0D33">
        <w:rPr>
          <w:iCs/>
        </w:rPr>
        <w:t xml:space="preserve">its current </w:t>
      </w:r>
      <w:r w:rsidRPr="004D0D33">
        <w:rPr>
          <w:iCs/>
        </w:rPr>
        <w:t>mandate;</w:t>
      </w:r>
    </w:p>
    <w:p w14:paraId="15FABF29" w14:textId="7746B189" w:rsidR="00E17BD6" w:rsidRPr="004D0D33" w:rsidRDefault="00E17BD6" w:rsidP="00E17BD6">
      <w:pPr>
        <w:pStyle w:val="SingleTxtG"/>
        <w:ind w:firstLine="567"/>
        <w:rPr>
          <w:iCs/>
        </w:rPr>
      </w:pPr>
      <w:r w:rsidRPr="004D0D33">
        <w:rPr>
          <w:iCs/>
        </w:rPr>
        <w:t>7.</w:t>
      </w:r>
      <w:r w:rsidRPr="004D0D33">
        <w:rPr>
          <w:iCs/>
        </w:rPr>
        <w:tab/>
      </w:r>
      <w:r w:rsidRPr="004D0D33">
        <w:rPr>
          <w:i/>
          <w:iCs/>
        </w:rPr>
        <w:t>Notes</w:t>
      </w:r>
      <w:r w:rsidRPr="004D0D33">
        <w:rPr>
          <w:iCs/>
        </w:rPr>
        <w:t xml:space="preserve"> that the next study of the Expert Mechanism, to be finalized by </w:t>
      </w:r>
      <w:r w:rsidR="004D3124">
        <w:rPr>
          <w:iCs/>
        </w:rPr>
        <w:t xml:space="preserve">its fifteenth session </w:t>
      </w:r>
      <w:r w:rsidR="006D7827" w:rsidRPr="004D0D33">
        <w:rPr>
          <w:iCs/>
        </w:rPr>
        <w:t>,</w:t>
      </w:r>
      <w:r w:rsidRPr="004D0D33">
        <w:rPr>
          <w:iCs/>
        </w:rPr>
        <w:t xml:space="preserve"> will focus</w:t>
      </w:r>
      <w:r w:rsidR="004F76C8">
        <w:rPr>
          <w:iCs/>
        </w:rPr>
        <w:t xml:space="preserve"> on</w:t>
      </w:r>
      <w:r w:rsidRPr="004D0D33">
        <w:rPr>
          <w:iCs/>
        </w:rPr>
        <w:t xml:space="preserve"> </w:t>
      </w:r>
      <w:r w:rsidR="004D3124">
        <w:rPr>
          <w:iCs/>
        </w:rPr>
        <w:t xml:space="preserve">treaties, </w:t>
      </w:r>
      <w:r w:rsidR="004D3124" w:rsidRPr="008175C8">
        <w:rPr>
          <w:bCs/>
          <w:iCs/>
        </w:rPr>
        <w:t>agreements</w:t>
      </w:r>
      <w:r w:rsidR="004D3124" w:rsidRPr="008175C8">
        <w:rPr>
          <w:iCs/>
        </w:rPr>
        <w:t>,</w:t>
      </w:r>
      <w:r w:rsidR="004D3124">
        <w:rPr>
          <w:iCs/>
        </w:rPr>
        <w:t xml:space="preserve"> constructive arrangements and ongoing processes </w:t>
      </w:r>
      <w:r w:rsidRPr="004D0D33">
        <w:rPr>
          <w:iCs/>
        </w:rPr>
        <w:t>, and acknowledges the efforts made to improve complementarity and to avoid duplication among the reports prepared by the Expert Mechanism, the Special Rapporteur and the Permanent Forum on Indigenous Issues;</w:t>
      </w:r>
    </w:p>
    <w:p w14:paraId="4F84512C" w14:textId="77777777" w:rsidR="00E17BD6" w:rsidRPr="004D0D33" w:rsidRDefault="00E17BD6" w:rsidP="00E17BD6">
      <w:pPr>
        <w:pStyle w:val="SingleTxtG"/>
        <w:ind w:firstLine="567"/>
        <w:rPr>
          <w:iCs/>
        </w:rPr>
      </w:pPr>
      <w:r w:rsidRPr="004D0D33">
        <w:rPr>
          <w:iCs/>
        </w:rPr>
        <w:t>8.</w:t>
      </w:r>
      <w:r w:rsidRPr="004D0D33">
        <w:rPr>
          <w:iCs/>
        </w:rPr>
        <w:tab/>
      </w:r>
      <w:r w:rsidRPr="004D0D33">
        <w:rPr>
          <w:i/>
          <w:iCs/>
        </w:rPr>
        <w:t>Acknowledges</w:t>
      </w:r>
      <w:r w:rsidRPr="004D0D33">
        <w:rPr>
          <w:iCs/>
        </w:rPr>
        <w:t xml:space="preserve"> the progress and outcomes of and lessons learned from the International Year of Indigenous Languages in 2019 through the activities led by the United Nations Educational, Scientific and Cultural Organization;</w:t>
      </w:r>
    </w:p>
    <w:p w14:paraId="222AF78D" w14:textId="6E15C6CF" w:rsidR="00E17BD6" w:rsidRPr="004D0D33" w:rsidRDefault="00E17BD6" w:rsidP="00E17BD6">
      <w:pPr>
        <w:pStyle w:val="SingleTxtG"/>
        <w:ind w:firstLine="567"/>
        <w:rPr>
          <w:iCs/>
        </w:rPr>
      </w:pPr>
      <w:r w:rsidRPr="004D0D33">
        <w:rPr>
          <w:iCs/>
        </w:rPr>
        <w:t>9.</w:t>
      </w:r>
      <w:r w:rsidRPr="004D0D33">
        <w:rPr>
          <w:iCs/>
        </w:rPr>
        <w:tab/>
      </w:r>
      <w:proofErr w:type="gramStart"/>
      <w:r w:rsidR="00F82F4D">
        <w:rPr>
          <w:iCs/>
        </w:rPr>
        <w:t xml:space="preserve">Recalls </w:t>
      </w:r>
      <w:r w:rsidRPr="004D0D33">
        <w:rPr>
          <w:iCs/>
        </w:rPr>
        <w:t xml:space="preserve"> the</w:t>
      </w:r>
      <w:proofErr w:type="gramEnd"/>
      <w:r w:rsidRPr="004D0D33">
        <w:rPr>
          <w:iCs/>
        </w:rPr>
        <w:t xml:space="preserve"> proclamation of </w:t>
      </w:r>
      <w:r w:rsidR="00A50E88" w:rsidRPr="004D0D33">
        <w:rPr>
          <w:iCs/>
        </w:rPr>
        <w:t xml:space="preserve">the period </w:t>
      </w:r>
      <w:r w:rsidRPr="004D0D33">
        <w:rPr>
          <w:iCs/>
        </w:rPr>
        <w:t>2022</w:t>
      </w:r>
      <w:r w:rsidR="00A50E88" w:rsidRPr="004D0D33">
        <w:rPr>
          <w:iCs/>
        </w:rPr>
        <w:t>–</w:t>
      </w:r>
      <w:r w:rsidRPr="004D0D33">
        <w:rPr>
          <w:iCs/>
        </w:rPr>
        <w:t>2032 as</w:t>
      </w:r>
      <w:r w:rsidR="00A50E88" w:rsidRPr="004D0D33">
        <w:rPr>
          <w:iCs/>
        </w:rPr>
        <w:t xml:space="preserve"> the</w:t>
      </w:r>
      <w:r w:rsidRPr="004D0D33">
        <w:rPr>
          <w:iCs/>
        </w:rPr>
        <w:t xml:space="preserve"> International Decade of Indigenous Languages</w:t>
      </w:r>
      <w:r w:rsidR="00A50E88" w:rsidRPr="004D0D33">
        <w:rPr>
          <w:iCs/>
        </w:rPr>
        <w:t>,</w:t>
      </w:r>
      <w:r w:rsidRPr="004D0D33">
        <w:rPr>
          <w:iCs/>
        </w:rPr>
        <w:t xml:space="preserve"> </w:t>
      </w:r>
      <w:r w:rsidRPr="004D0D33">
        <w:t xml:space="preserve">to draw attention to the critical loss of indigenous </w:t>
      </w:r>
      <w:r w:rsidR="00E11364" w:rsidRPr="00E11364">
        <w:rPr>
          <w:bCs/>
        </w:rPr>
        <w:t>peoples’</w:t>
      </w:r>
      <w:r w:rsidR="00E11364">
        <w:rPr>
          <w:b/>
          <w:bCs/>
        </w:rPr>
        <w:t xml:space="preserve"> </w:t>
      </w:r>
      <w:r w:rsidRPr="004D0D33">
        <w:t>languages and the urgent need to preserve, revitalize and promote indigenous</w:t>
      </w:r>
      <w:r w:rsidR="00E11364" w:rsidRPr="00E11364">
        <w:t xml:space="preserve"> </w:t>
      </w:r>
      <w:r w:rsidR="00E11364" w:rsidRPr="00E11364">
        <w:rPr>
          <w:bCs/>
        </w:rPr>
        <w:t>peoples’</w:t>
      </w:r>
      <w:r w:rsidRPr="004D0D33">
        <w:t xml:space="preserve"> languages and to take urgent steps at the national and international levels;</w:t>
      </w:r>
      <w:r w:rsidRPr="004D0D33">
        <w:rPr>
          <w:rStyle w:val="FootnoteReference"/>
        </w:rPr>
        <w:footnoteReference w:id="9"/>
      </w:r>
      <w:r w:rsidR="00E11364">
        <w:t xml:space="preserve"> and</w:t>
      </w:r>
      <w:r w:rsidR="00E11364">
        <w:rPr>
          <w:color w:val="00B050"/>
        </w:rPr>
        <w:t xml:space="preserve"> calls</w:t>
      </w:r>
      <w:r w:rsidR="00E11364">
        <w:rPr>
          <w:b/>
          <w:bCs/>
          <w:color w:val="00B050"/>
        </w:rPr>
        <w:t xml:space="preserve"> </w:t>
      </w:r>
      <w:r w:rsidR="00E11364">
        <w:t xml:space="preserve">on States </w:t>
      </w:r>
      <w:r w:rsidR="00E11364" w:rsidRPr="008175C8">
        <w:t xml:space="preserve">to </w:t>
      </w:r>
      <w:r w:rsidR="00E11364" w:rsidRPr="008175C8">
        <w:rPr>
          <w:bCs/>
        </w:rPr>
        <w:t>promote</w:t>
      </w:r>
      <w:r w:rsidR="00E11364" w:rsidRPr="008175C8">
        <w:rPr>
          <w:b/>
          <w:bCs/>
        </w:rPr>
        <w:t xml:space="preserve"> </w:t>
      </w:r>
      <w:r w:rsidR="00E11364">
        <w:t>the effective and meaningful participation of indigenous peoples in leading and holding activities to mark the Decade;</w:t>
      </w:r>
    </w:p>
    <w:p w14:paraId="6567ABA5" w14:textId="3C052BDC" w:rsidR="00E17BD6" w:rsidRPr="004D0D33" w:rsidRDefault="00E17BD6" w:rsidP="00E17BD6">
      <w:pPr>
        <w:pStyle w:val="SingleTxtG"/>
        <w:ind w:firstLine="567"/>
        <w:rPr>
          <w:iCs/>
        </w:rPr>
      </w:pPr>
      <w:r w:rsidRPr="004D0D33">
        <w:rPr>
          <w:iCs/>
        </w:rPr>
        <w:t>10.</w:t>
      </w:r>
      <w:r w:rsidRPr="004D0D33">
        <w:rPr>
          <w:iCs/>
        </w:rPr>
        <w:tab/>
      </w:r>
      <w:r w:rsidRPr="004D0D33">
        <w:rPr>
          <w:i/>
        </w:rPr>
        <w:t>Takes note</w:t>
      </w:r>
      <w:r w:rsidRPr="004D0D33">
        <w:rPr>
          <w:iCs/>
        </w:rPr>
        <w:t xml:space="preserve"> of </w:t>
      </w:r>
      <w:r w:rsidRPr="004D0D33">
        <w:t xml:space="preserve">the </w:t>
      </w:r>
      <w:r w:rsidR="00E54589" w:rsidRPr="004D0D33">
        <w:t>o</w:t>
      </w:r>
      <w:r w:rsidRPr="004D0D33">
        <w:t xml:space="preserve">utcome </w:t>
      </w:r>
      <w:r w:rsidR="00E54589" w:rsidRPr="004D0D33">
        <w:t>d</w:t>
      </w:r>
      <w:r w:rsidRPr="004D0D33">
        <w:t xml:space="preserve">ocument of the </w:t>
      </w:r>
      <w:r w:rsidR="00E54589" w:rsidRPr="004D0D33">
        <w:t>h</w:t>
      </w:r>
      <w:r w:rsidRPr="004D0D33">
        <w:t xml:space="preserve">igh-level event </w:t>
      </w:r>
      <w:r w:rsidR="009D441B" w:rsidRPr="004D0D33">
        <w:t xml:space="preserve">held </w:t>
      </w:r>
      <w:r w:rsidR="00676CCB" w:rsidRPr="004D0D33">
        <w:t xml:space="preserve">in February 2020 </w:t>
      </w:r>
      <w:r w:rsidR="009D441B" w:rsidRPr="004D0D33">
        <w:t xml:space="preserve">on the occasion of the closing </w:t>
      </w:r>
      <w:r w:rsidRPr="004D0D33">
        <w:t xml:space="preserve">of the </w:t>
      </w:r>
      <w:r w:rsidR="003B4655" w:rsidRPr="004D0D33">
        <w:t xml:space="preserve">2019 </w:t>
      </w:r>
      <w:r w:rsidRPr="004D0D33">
        <w:t xml:space="preserve">International Year of Indigenous Languages, </w:t>
      </w:r>
      <w:r w:rsidR="00676CCB" w:rsidRPr="004D0D33">
        <w:t>entitled</w:t>
      </w:r>
      <w:r w:rsidRPr="004D0D33">
        <w:t xml:space="preserve"> “Los </w:t>
      </w:r>
      <w:proofErr w:type="spellStart"/>
      <w:r w:rsidRPr="004D0D33">
        <w:t>Pinos</w:t>
      </w:r>
      <w:proofErr w:type="spellEnd"/>
      <w:r w:rsidRPr="004D0D33">
        <w:t xml:space="preserve"> Declaration [</w:t>
      </w:r>
      <w:proofErr w:type="spellStart"/>
      <w:r w:rsidRPr="004D0D33">
        <w:t>Chapoltepek</w:t>
      </w:r>
      <w:proofErr w:type="spellEnd"/>
      <w:r w:rsidRPr="004D0D33">
        <w:t>] – Making a Decade of Action for Indigenous Languages”,</w:t>
      </w:r>
      <w:r w:rsidR="0020184B">
        <w:t xml:space="preserve"> and of the establishment, </w:t>
      </w:r>
      <w:r w:rsidR="0020184B" w:rsidRPr="0020184B">
        <w:rPr>
          <w:bCs/>
        </w:rPr>
        <w:t>in conjunction with indigenous peoples</w:t>
      </w:r>
      <w:r w:rsidR="0020184B">
        <w:t xml:space="preserve">, of the Global Task Force for Making a Decade of Action for Indigenous Languages by the </w:t>
      </w:r>
      <w:r w:rsidR="0020184B">
        <w:rPr>
          <w:iCs/>
        </w:rPr>
        <w:t>United Nations Educational, Scientific and Cultural Organization;</w:t>
      </w:r>
      <w:r w:rsidRPr="004D0D33">
        <w:t xml:space="preserve"> </w:t>
      </w:r>
    </w:p>
    <w:p w14:paraId="5530C776" w14:textId="66B7D40F" w:rsidR="00E17BD6" w:rsidRPr="004D0D33" w:rsidRDefault="00E17BD6" w:rsidP="00E17BD6">
      <w:pPr>
        <w:pStyle w:val="SingleTxtG"/>
        <w:ind w:firstLine="567"/>
        <w:rPr>
          <w:iCs/>
        </w:rPr>
      </w:pPr>
      <w:r w:rsidRPr="004D0D33">
        <w:rPr>
          <w:iCs/>
        </w:rPr>
        <w:t>11.</w:t>
      </w:r>
      <w:r w:rsidRPr="004D0D33">
        <w:rPr>
          <w:iCs/>
        </w:rPr>
        <w:tab/>
      </w:r>
      <w:r w:rsidRPr="004D0D33">
        <w:rPr>
          <w:i/>
          <w:iCs/>
        </w:rPr>
        <w:t xml:space="preserve">Decides </w:t>
      </w:r>
      <w:r w:rsidRPr="004D0D33">
        <w:rPr>
          <w:iCs/>
        </w:rPr>
        <w:t xml:space="preserve">that the theme of the annual half-day panel discussion on the rights of indigenous peoples, to be held during the </w:t>
      </w:r>
      <w:r w:rsidR="0020184B">
        <w:rPr>
          <w:iCs/>
        </w:rPr>
        <w:t xml:space="preserve">fifty-first </w:t>
      </w:r>
      <w:r w:rsidRPr="004D0D33">
        <w:rPr>
          <w:iCs/>
        </w:rPr>
        <w:t xml:space="preserve">session of the </w:t>
      </w:r>
      <w:r w:rsidR="00161F04" w:rsidRPr="004D0D33">
        <w:rPr>
          <w:iCs/>
        </w:rPr>
        <w:t xml:space="preserve">Human Rights </w:t>
      </w:r>
      <w:r w:rsidRPr="004D0D33">
        <w:rPr>
          <w:iCs/>
        </w:rPr>
        <w:t>Council, w</w:t>
      </w:r>
      <w:r w:rsidR="000A07D1" w:rsidRPr="004D0D33">
        <w:rPr>
          <w:iCs/>
        </w:rPr>
        <w:t>ill</w:t>
      </w:r>
      <w:r w:rsidRPr="004D0D33">
        <w:rPr>
          <w:iCs/>
        </w:rPr>
        <w:t xml:space="preserve"> be</w:t>
      </w:r>
      <w:r w:rsidR="0020184B">
        <w:rPr>
          <w:iCs/>
        </w:rPr>
        <w:t xml:space="preserve"> on the impact of social and economic recovery plans in the COVID-19 context on indigenous peoples, with special focus on food security</w:t>
      </w:r>
      <w:r w:rsidRPr="004D0D33">
        <w:rPr>
          <w:iCs/>
        </w:rPr>
        <w:t xml:space="preserve">, and requests the Office of the High Commissioner to encourage and facilitate the participation of indigenous women and to make </w:t>
      </w:r>
      <w:r w:rsidRPr="004D0D33">
        <w:rPr>
          <w:iCs/>
        </w:rPr>
        <w:lastRenderedPageBreak/>
        <w:t>the discussion fully accessible to persons with disabilities, and to prepare a summary report on the discussion and to submit it to the Council prior to its</w:t>
      </w:r>
      <w:r w:rsidR="0020184B">
        <w:rPr>
          <w:iCs/>
        </w:rPr>
        <w:t xml:space="preserve"> fifty-third </w:t>
      </w:r>
      <w:r w:rsidRPr="004D0D33">
        <w:rPr>
          <w:iCs/>
        </w:rPr>
        <w:t>;</w:t>
      </w:r>
    </w:p>
    <w:p w14:paraId="4B60D0A2" w14:textId="77777777" w:rsidR="00E17BD6" w:rsidRPr="004D0D33" w:rsidRDefault="00E17BD6" w:rsidP="00E17BD6">
      <w:pPr>
        <w:pStyle w:val="SingleTxtG"/>
        <w:ind w:firstLine="567"/>
        <w:rPr>
          <w:iCs/>
        </w:rPr>
      </w:pPr>
      <w:r w:rsidRPr="004D0D33">
        <w:rPr>
          <w:iCs/>
        </w:rPr>
        <w:t>12.</w:t>
      </w:r>
      <w:r w:rsidRPr="004D0D33">
        <w:rPr>
          <w:iCs/>
        </w:rPr>
        <w:tab/>
      </w:r>
      <w:r w:rsidRPr="004D0D33">
        <w:rPr>
          <w:i/>
          <w:iCs/>
        </w:rPr>
        <w:t>Encourages</w:t>
      </w:r>
      <w:r w:rsidRPr="004D0D33">
        <w:rPr>
          <w:iCs/>
        </w:rPr>
        <w:t xml:space="preserve"> </w:t>
      </w:r>
      <w:r w:rsidRPr="004D0D33">
        <w:t>all stakeholders</w:t>
      </w:r>
      <w:r w:rsidR="00161F04" w:rsidRPr="004D0D33">
        <w:t>,</w:t>
      </w:r>
      <w:r w:rsidRPr="004D0D33">
        <w:t xml:space="preserve"> in their responses</w:t>
      </w:r>
      <w:r w:rsidR="00161F04" w:rsidRPr="004D0D33">
        <w:t xml:space="preserve"> to </w:t>
      </w:r>
      <w:r w:rsidRPr="004D0D33">
        <w:t xml:space="preserve">and recovery </w:t>
      </w:r>
      <w:r w:rsidR="00161F04" w:rsidRPr="004D0D33">
        <w:t>from</w:t>
      </w:r>
      <w:r w:rsidRPr="004D0D33">
        <w:t xml:space="preserve"> </w:t>
      </w:r>
      <w:r w:rsidR="00161F04" w:rsidRPr="004D0D33">
        <w:t xml:space="preserve">the </w:t>
      </w:r>
      <w:r w:rsidRPr="004D0D33">
        <w:t>COVID-19 pandemic, to work in collaboration with indigenous peoples’ representatives and institutions, guided by the objectives of the United Nations Declaration on the Rights of Indigenous Peoples</w:t>
      </w:r>
      <w:r w:rsidR="00161F04" w:rsidRPr="004D0D33">
        <w:t>,</w:t>
      </w:r>
      <w:r w:rsidRPr="004D0D33">
        <w:t xml:space="preserve"> and to refer to the guidelines</w:t>
      </w:r>
      <w:r w:rsidR="00161F04" w:rsidRPr="004D0D33">
        <w:t xml:space="preserve"> of the Office of the High Commissioner</w:t>
      </w:r>
      <w:r w:rsidRPr="004D0D33">
        <w:t xml:space="preserve"> on this matter;</w:t>
      </w:r>
      <w:r w:rsidRPr="004D0D33">
        <w:rPr>
          <w:rStyle w:val="FootnoteReference"/>
        </w:rPr>
        <w:footnoteReference w:id="10"/>
      </w:r>
    </w:p>
    <w:p w14:paraId="5C30BDBA" w14:textId="37516F7C" w:rsidR="00E17BD6" w:rsidRPr="0020184B" w:rsidRDefault="00E17BD6" w:rsidP="00263E82">
      <w:pPr>
        <w:pStyle w:val="Heading1"/>
        <w:spacing w:after="208"/>
        <w:ind w:right="1089" w:firstLine="567"/>
        <w:jc w:val="both"/>
        <w:rPr>
          <w:rFonts w:ascii="roboto_slab" w:hAnsi="roboto_slab"/>
          <w:color w:val="444444"/>
          <w:sz w:val="42"/>
          <w:szCs w:val="42"/>
        </w:rPr>
      </w:pPr>
      <w:r w:rsidRPr="004D0D33">
        <w:rPr>
          <w:iCs/>
        </w:rPr>
        <w:t>13.</w:t>
      </w:r>
      <w:r w:rsidRPr="004D0D33">
        <w:rPr>
          <w:iCs/>
        </w:rPr>
        <w:tab/>
      </w:r>
      <w:r w:rsidR="0020184B">
        <w:rPr>
          <w:i/>
          <w:iCs/>
        </w:rPr>
        <w:t xml:space="preserve">Recalls </w:t>
      </w:r>
      <w:r w:rsidRPr="004D0D33">
        <w:rPr>
          <w:iCs/>
        </w:rPr>
        <w:t>the summary report prepared by the Office of the High Commissioner o</w:t>
      </w:r>
      <w:r w:rsidR="0043221B" w:rsidRPr="004D0D33">
        <w:rPr>
          <w:iCs/>
        </w:rPr>
        <w:t>n</w:t>
      </w:r>
      <w:r w:rsidRPr="004D0D33">
        <w:rPr>
          <w:iCs/>
        </w:rPr>
        <w:t xml:space="preserve"> the half-day intersessional interactive dialogue held on 15 July 2019 on ways to enhance the participation of indigenous peoples’ representatives and institutions in meetings of the Human Rights Council on issues affecting them;</w:t>
      </w:r>
      <w:r w:rsidR="0020184B" w:rsidRPr="0020184B">
        <w:rPr>
          <w:iCs/>
        </w:rPr>
        <w:t xml:space="preserve"> </w:t>
      </w:r>
      <w:r w:rsidR="0020184B">
        <w:rPr>
          <w:iCs/>
        </w:rPr>
        <w:t xml:space="preserve">and the Intersessional roundtable on ways to enhance the participation of indigenous peoples’ representatives and institutions in meetings of the Human Rights Council on issues affecting them held on 16 July 2021, and looks forward to the report </w:t>
      </w:r>
      <w:r w:rsidR="0020184B" w:rsidRPr="0020184B">
        <w:rPr>
          <w:iCs/>
          <w:color w:val="000000" w:themeColor="text1"/>
        </w:rPr>
        <w:t>of</w:t>
      </w:r>
      <w:r w:rsidR="0020184B">
        <w:rPr>
          <w:b/>
          <w:iCs/>
          <w:color w:val="000000" w:themeColor="text1"/>
        </w:rPr>
        <w:t xml:space="preserve"> </w:t>
      </w:r>
      <w:r w:rsidR="0020184B">
        <w:rPr>
          <w:iCs/>
        </w:rPr>
        <w:t>the roundtable.</w:t>
      </w:r>
    </w:p>
    <w:p w14:paraId="54EB7178" w14:textId="77777777" w:rsidR="00E17BD6" w:rsidRPr="008175C8" w:rsidRDefault="00E17BD6" w:rsidP="00E17BD6">
      <w:pPr>
        <w:pStyle w:val="SingleTxtG"/>
        <w:ind w:firstLine="567"/>
        <w:rPr>
          <w:iCs/>
        </w:rPr>
      </w:pPr>
      <w:r w:rsidRPr="004D0D33">
        <w:rPr>
          <w:iCs/>
        </w:rPr>
        <w:t>14.</w:t>
      </w:r>
      <w:r w:rsidRPr="004D0D33">
        <w:rPr>
          <w:iCs/>
        </w:rPr>
        <w:tab/>
      </w:r>
      <w:r w:rsidRPr="004D0D33">
        <w:rPr>
          <w:i/>
          <w:iCs/>
        </w:rPr>
        <w:t>Decides</w:t>
      </w:r>
      <w:r w:rsidRPr="004D0D33">
        <w:rPr>
          <w:iCs/>
        </w:rPr>
        <w:t xml:space="preserve"> to continue to discuss further steps </w:t>
      </w:r>
      <w:r w:rsidR="0020184B" w:rsidRPr="0020184B">
        <w:rPr>
          <w:iCs/>
        </w:rPr>
        <w:t xml:space="preserve">and </w:t>
      </w:r>
      <w:r w:rsidR="0020184B" w:rsidRPr="0020184B">
        <w:rPr>
          <w:bCs/>
          <w:iCs/>
        </w:rPr>
        <w:t>measures necessary to enable and</w:t>
      </w:r>
      <w:r w:rsidR="0020184B">
        <w:rPr>
          <w:iCs/>
        </w:rPr>
        <w:t xml:space="preserve"> </w:t>
      </w:r>
      <w:r w:rsidRPr="004D0D33">
        <w:rPr>
          <w:iCs/>
        </w:rPr>
        <w:t xml:space="preserve">to facilitate the participation of indigenous peoples’ representatives and institutions in the work of the Human Rights Council, in particular </w:t>
      </w:r>
      <w:r w:rsidR="0043221B" w:rsidRPr="004D0D33">
        <w:rPr>
          <w:iCs/>
        </w:rPr>
        <w:t>in</w:t>
      </w:r>
      <w:r w:rsidRPr="004D0D33">
        <w:rPr>
          <w:iCs/>
        </w:rPr>
        <w:t xml:space="preserve"> dialogue</w:t>
      </w:r>
      <w:r w:rsidR="0043221B" w:rsidRPr="004D0D33">
        <w:rPr>
          <w:iCs/>
        </w:rPr>
        <w:t>s</w:t>
      </w:r>
      <w:r w:rsidRPr="004D0D33">
        <w:rPr>
          <w:iCs/>
        </w:rPr>
        <w:t xml:space="preserve"> with the Expert Mechanism and the Special Rapporteur and in the annual half-day discussion on the rights of indigenous peoples;</w:t>
      </w:r>
    </w:p>
    <w:p w14:paraId="676CEDD2" w14:textId="4A2ECC3A" w:rsidR="00BD1895" w:rsidRPr="008175C8" w:rsidRDefault="00BD1895" w:rsidP="00E17BD6">
      <w:pPr>
        <w:pStyle w:val="SingleTxtG"/>
        <w:ind w:firstLine="567"/>
      </w:pPr>
      <w:r w:rsidRPr="008175C8">
        <w:rPr>
          <w:iCs/>
        </w:rPr>
        <w:t>15.</w:t>
      </w:r>
      <w:r w:rsidRPr="008175C8">
        <w:t xml:space="preserve"> Requests the Office of the United Nations High Commissioner for Human Rights to convene a four-day expert workshop in 2022, open to the participation of States, </w:t>
      </w:r>
      <w:r w:rsidRPr="008175C8">
        <w:rPr>
          <w:iCs/>
        </w:rPr>
        <w:t xml:space="preserve">and </w:t>
      </w:r>
      <w:r w:rsidRPr="008175C8">
        <w:t xml:space="preserve">indigenous peoples from the seven indigenous sociocultural regions, including by inviting the submission of written contributions, </w:t>
      </w:r>
      <w:r w:rsidRPr="008175C8">
        <w:rPr>
          <w:iCs/>
        </w:rPr>
        <w:t xml:space="preserve">to discuss possible ways to enhance the participation of indigenous peoples in the work of the Human Rights Council, and to submit a </w:t>
      </w:r>
      <w:r w:rsidR="005F7731" w:rsidRPr="008175C8">
        <w:rPr>
          <w:iCs/>
        </w:rPr>
        <w:t>summary</w:t>
      </w:r>
      <w:r w:rsidRPr="008175C8">
        <w:rPr>
          <w:iCs/>
        </w:rPr>
        <w:t xml:space="preserve"> that reflects the discussions and recommendations made prior to the fifty-third session</w:t>
      </w:r>
      <w:r w:rsidRPr="008175C8">
        <w:t>.</w:t>
      </w:r>
    </w:p>
    <w:p w14:paraId="58EC7A56" w14:textId="23017405" w:rsidR="00BD1895" w:rsidRPr="008175C8" w:rsidRDefault="00BD1895" w:rsidP="00E17BD6">
      <w:pPr>
        <w:pStyle w:val="SingleTxtG"/>
        <w:ind w:firstLine="567"/>
        <w:rPr>
          <w:iCs/>
        </w:rPr>
      </w:pPr>
      <w:r w:rsidRPr="008175C8">
        <w:t xml:space="preserve">16. </w:t>
      </w:r>
      <w:r w:rsidRPr="008175C8">
        <w:rPr>
          <w:rFonts w:eastAsia="SimSun"/>
          <w:lang w:eastAsia="hi-IN" w:bidi="hi-IN"/>
        </w:rPr>
        <w:t>Also requests the Office</w:t>
      </w:r>
      <w:r w:rsidRPr="008175C8">
        <w:rPr>
          <w:rFonts w:eastAsia="SimSun"/>
          <w:cs/>
          <w:lang w:eastAsia="hi-IN" w:bidi="hi-IN"/>
        </w:rPr>
        <w:t xml:space="preserve"> </w:t>
      </w:r>
      <w:r w:rsidRPr="008175C8">
        <w:rPr>
          <w:rFonts w:eastAsia="SimSun"/>
          <w:lang w:eastAsia="hi-IN" w:bidi="hi-IN"/>
        </w:rPr>
        <w:t>of</w:t>
      </w:r>
      <w:r w:rsidRPr="008175C8">
        <w:rPr>
          <w:rFonts w:eastAsia="SimSun"/>
          <w:cs/>
          <w:lang w:eastAsia="hi-IN" w:bidi="hi-IN"/>
        </w:rPr>
        <w:t xml:space="preserve"> </w:t>
      </w:r>
      <w:r w:rsidRPr="008175C8">
        <w:rPr>
          <w:rFonts w:eastAsia="SimSun"/>
          <w:lang w:eastAsia="hi-IN" w:bidi="hi-IN"/>
        </w:rPr>
        <w:t>the</w:t>
      </w:r>
      <w:r w:rsidRPr="008175C8">
        <w:rPr>
          <w:rFonts w:eastAsia="SimSun"/>
          <w:cs/>
          <w:lang w:eastAsia="hi-IN" w:bidi="hi-IN"/>
        </w:rPr>
        <w:t xml:space="preserve"> </w:t>
      </w:r>
      <w:r w:rsidRPr="008175C8">
        <w:rPr>
          <w:rFonts w:eastAsia="SimSun"/>
          <w:lang w:eastAsia="hi-IN" w:bidi="hi-IN"/>
        </w:rPr>
        <w:t>High</w:t>
      </w:r>
      <w:r w:rsidRPr="008175C8">
        <w:rPr>
          <w:rFonts w:eastAsia="SimSun"/>
          <w:cs/>
          <w:lang w:eastAsia="hi-IN" w:bidi="hi-IN"/>
        </w:rPr>
        <w:t xml:space="preserve"> </w:t>
      </w:r>
      <w:r w:rsidRPr="008175C8">
        <w:rPr>
          <w:rFonts w:eastAsia="SimSun"/>
          <w:lang w:eastAsia="hi-IN" w:bidi="hi-IN"/>
        </w:rPr>
        <w:t>Commissioner</w:t>
      </w:r>
      <w:r w:rsidRPr="008175C8">
        <w:rPr>
          <w:rFonts w:eastAsia="SimSun"/>
          <w:cs/>
          <w:lang w:eastAsia="hi-IN" w:bidi="hi-IN"/>
        </w:rPr>
        <w:t xml:space="preserve"> </w:t>
      </w:r>
      <w:r w:rsidRPr="008175C8">
        <w:rPr>
          <w:rFonts w:eastAsia="SimSun"/>
          <w:lang w:eastAsia="hi-IN" w:bidi="hi-IN"/>
        </w:rPr>
        <w:t>for</w:t>
      </w:r>
      <w:r w:rsidRPr="008175C8">
        <w:rPr>
          <w:rFonts w:eastAsia="SimSun"/>
          <w:cs/>
          <w:lang w:eastAsia="hi-IN" w:bidi="hi-IN"/>
        </w:rPr>
        <w:t xml:space="preserve"> </w:t>
      </w:r>
      <w:r w:rsidRPr="008175C8">
        <w:rPr>
          <w:rFonts w:eastAsia="SimSun"/>
          <w:lang w:eastAsia="hi-IN" w:bidi="hi-IN"/>
        </w:rPr>
        <w:t>Human</w:t>
      </w:r>
      <w:r w:rsidRPr="008175C8">
        <w:rPr>
          <w:rFonts w:eastAsia="SimSun"/>
          <w:cs/>
          <w:lang w:eastAsia="hi-IN" w:bidi="hi-IN"/>
        </w:rPr>
        <w:t xml:space="preserve"> </w:t>
      </w:r>
      <w:r w:rsidRPr="008175C8">
        <w:rPr>
          <w:rFonts w:eastAsia="SimSun"/>
          <w:lang w:eastAsia="hi-IN" w:bidi="hi-IN"/>
        </w:rPr>
        <w:t>Rights,</w:t>
      </w:r>
      <w:r w:rsidRPr="008175C8">
        <w:rPr>
          <w:rFonts w:eastAsia="SimSun"/>
          <w:cs/>
          <w:lang w:eastAsia="hi-IN" w:bidi="hi-IN"/>
        </w:rPr>
        <w:t xml:space="preserve"> </w:t>
      </w:r>
      <w:r w:rsidRPr="008175C8">
        <w:rPr>
          <w:rFonts w:eastAsia="SimSun"/>
          <w:lang w:eastAsia="hi-IN" w:bidi="hi-IN"/>
        </w:rPr>
        <w:t>when preparing the above-mentioned workshop, to seek input from States, indigenous peoples</w:t>
      </w:r>
      <w:r w:rsidRPr="008175C8">
        <w:rPr>
          <w:rFonts w:eastAsia="SimSun"/>
          <w:b/>
          <w:lang w:eastAsia="hi-IN" w:bidi="hi-IN"/>
        </w:rPr>
        <w:t>,</w:t>
      </w:r>
      <w:r w:rsidRPr="008175C8">
        <w:rPr>
          <w:rFonts w:eastAsia="SimSun"/>
          <w:lang w:eastAsia="hi-IN" w:bidi="hi-IN"/>
        </w:rPr>
        <w:t xml:space="preserve"> the  Expert Mechanism on the Rights of Indigenous Peoples, , the </w:t>
      </w:r>
      <w:hyperlink r:id="rId8" w:history="1">
        <w:r w:rsidRPr="008175C8">
          <w:rPr>
            <w:rFonts w:eastAsia="SimSun"/>
            <w:lang w:eastAsia="hi-IN" w:bidi="hi-IN"/>
          </w:rPr>
          <w:t>Special Rapporteur on the rights of indigenous peoples</w:t>
        </w:r>
      </w:hyperlink>
      <w:r w:rsidRPr="008175C8">
        <w:rPr>
          <w:rFonts w:eastAsia="SimSun"/>
          <w:lang w:eastAsia="hi-IN" w:bidi="hi-IN"/>
        </w:rPr>
        <w:t xml:space="preserve">, </w:t>
      </w:r>
      <w:r w:rsidRPr="008175C8">
        <w:rPr>
          <w:rFonts w:eastAsia="SimSun"/>
          <w:bCs/>
          <w:lang w:eastAsia="hi-IN" w:bidi="hi-IN"/>
        </w:rPr>
        <w:t>and other relevant United Nations bodies within their correspondent mandate;</w:t>
      </w:r>
      <w:r w:rsidRPr="008175C8">
        <w:rPr>
          <w:rFonts w:eastAsia="SimSun"/>
          <w:lang w:eastAsia="hi-IN" w:bidi="hi-IN"/>
        </w:rPr>
        <w:t xml:space="preserve"> and to take into account the relevant work already done by stakeholders, </w:t>
      </w:r>
      <w:r w:rsidRPr="008175C8">
        <w:rPr>
          <w:rFonts w:eastAsia="SimSun"/>
          <w:bCs/>
          <w:lang w:eastAsia="hi-IN" w:bidi="hi-IN"/>
        </w:rPr>
        <w:t>including</w:t>
      </w:r>
      <w:r w:rsidRPr="008175C8">
        <w:rPr>
          <w:rFonts w:eastAsia="SimSun"/>
          <w:b/>
          <w:bCs/>
          <w:lang w:eastAsia="hi-IN" w:bidi="hi-IN"/>
        </w:rPr>
        <w:t xml:space="preserve"> </w:t>
      </w:r>
      <w:r w:rsidRPr="008175C8">
        <w:rPr>
          <w:rFonts w:eastAsia="SimSun"/>
          <w:lang w:eastAsia="hi-IN" w:bidi="hi-IN"/>
        </w:rPr>
        <w:t xml:space="preserve">the Human Rights Council, and the </w:t>
      </w:r>
      <w:r w:rsidR="00B912CF" w:rsidRPr="008175C8">
        <w:rPr>
          <w:rFonts w:eastAsia="SimSun"/>
          <w:lang w:eastAsia="hi-IN" w:bidi="hi-IN"/>
        </w:rPr>
        <w:t xml:space="preserve">United Nations </w:t>
      </w:r>
      <w:r w:rsidRPr="008175C8">
        <w:rPr>
          <w:rFonts w:eastAsia="SimSun"/>
          <w:lang w:eastAsia="hi-IN" w:bidi="hi-IN"/>
        </w:rPr>
        <w:t>Secretary</w:t>
      </w:r>
      <w:r w:rsidR="00B912CF" w:rsidRPr="008175C8">
        <w:rPr>
          <w:rFonts w:eastAsia="SimSun"/>
          <w:lang w:eastAsia="hi-IN" w:bidi="hi-IN"/>
        </w:rPr>
        <w:t>-</w:t>
      </w:r>
      <w:r w:rsidRPr="008175C8">
        <w:rPr>
          <w:rFonts w:eastAsia="SimSun"/>
          <w:lang w:eastAsia="hi-IN" w:bidi="hi-IN"/>
        </w:rPr>
        <w:t>General, related to the enhancement of the participation of indigenous peoples in meetings of relevant United Nations bodies on issues affecting them.</w:t>
      </w:r>
    </w:p>
    <w:p w14:paraId="3700FE97" w14:textId="77777777" w:rsidR="00BD1895" w:rsidRPr="008175C8" w:rsidRDefault="00BD1895" w:rsidP="00E17BD6">
      <w:pPr>
        <w:pStyle w:val="SingleTxtG"/>
        <w:ind w:firstLine="567"/>
        <w:rPr>
          <w:iCs/>
        </w:rPr>
      </w:pPr>
      <w:r w:rsidRPr="008175C8">
        <w:rPr>
          <w:iCs/>
        </w:rPr>
        <w:t xml:space="preserve">17. Invites the United Nations Voluntary Fund for Indigenous Peoples to assist, </w:t>
      </w:r>
      <w:r w:rsidRPr="008175C8">
        <w:t>within its rules and established procedures,</w:t>
      </w:r>
      <w:r w:rsidRPr="008175C8">
        <w:rPr>
          <w:iCs/>
        </w:rPr>
        <w:t xml:space="preserve"> representatives of indigenous peoples’ organizations and institutions to participate in the workshop requested in the present resolution, promoting balanced regional representation</w:t>
      </w:r>
      <w:r w:rsidR="00263E82" w:rsidRPr="008175C8">
        <w:rPr>
          <w:iCs/>
        </w:rPr>
        <w:t>;</w:t>
      </w:r>
    </w:p>
    <w:p w14:paraId="3C33B469" w14:textId="454C046E" w:rsidR="00E17BD6" w:rsidRPr="004D0D33" w:rsidRDefault="00BD1895" w:rsidP="00E17BD6">
      <w:pPr>
        <w:pStyle w:val="SingleTxtG"/>
        <w:ind w:firstLine="567"/>
        <w:rPr>
          <w:iCs/>
        </w:rPr>
      </w:pPr>
      <w:r w:rsidRPr="004D0D33">
        <w:rPr>
          <w:iCs/>
        </w:rPr>
        <w:t>1</w:t>
      </w:r>
      <w:r>
        <w:rPr>
          <w:iCs/>
        </w:rPr>
        <w:t>8</w:t>
      </w:r>
      <w:r w:rsidR="00E17BD6" w:rsidRPr="004D0D33">
        <w:rPr>
          <w:iCs/>
        </w:rPr>
        <w:t>.</w:t>
      </w:r>
      <w:r w:rsidR="00E17BD6" w:rsidRPr="004D0D33">
        <w:rPr>
          <w:iCs/>
        </w:rPr>
        <w:tab/>
      </w:r>
      <w:proofErr w:type="gramStart"/>
      <w:r w:rsidR="00E17BD6" w:rsidRPr="004D0D33">
        <w:rPr>
          <w:i/>
          <w:iCs/>
        </w:rPr>
        <w:t>Encourages</w:t>
      </w:r>
      <w:proofErr w:type="gramEnd"/>
      <w:r w:rsidR="00E17BD6" w:rsidRPr="004D0D33">
        <w:rPr>
          <w:iCs/>
        </w:rPr>
        <w:t xml:space="preserve"> the Expert Mechanism to continue its discussions on the issue of enhancing the participation of indigenous peoples’ representatives and institutions in the relevant meetings of the Human Rights Council on issues affecting them;</w:t>
      </w:r>
    </w:p>
    <w:p w14:paraId="269CEA8D" w14:textId="1052CCF3" w:rsidR="00E17BD6" w:rsidRDefault="00BD1895" w:rsidP="00E17BD6">
      <w:pPr>
        <w:pStyle w:val="SingleTxtG"/>
        <w:ind w:firstLine="567"/>
        <w:rPr>
          <w:iCs/>
        </w:rPr>
      </w:pPr>
      <w:r w:rsidRPr="004D0D33">
        <w:rPr>
          <w:iCs/>
        </w:rPr>
        <w:t>1</w:t>
      </w:r>
      <w:r>
        <w:rPr>
          <w:iCs/>
        </w:rPr>
        <w:t>9</w:t>
      </w:r>
      <w:r w:rsidR="00E17BD6" w:rsidRPr="004D0D33">
        <w:rPr>
          <w:iCs/>
        </w:rPr>
        <w:t>.</w:t>
      </w:r>
      <w:r w:rsidR="00E17BD6" w:rsidRPr="004D0D33">
        <w:rPr>
          <w:iCs/>
        </w:rPr>
        <w:tab/>
      </w:r>
      <w:r w:rsidR="00E17BD6" w:rsidRPr="004D0D33">
        <w:rPr>
          <w:i/>
          <w:iCs/>
        </w:rPr>
        <w:t>Encourages</w:t>
      </w:r>
      <w:r w:rsidR="00E17BD6" w:rsidRPr="004D0D33">
        <w:rPr>
          <w:iCs/>
        </w:rPr>
        <w:t xml:space="preserve"> States to give due consideration to the rights of indigenous peoples and the multiple and intersecting forms of discrimination faced by indigenous peoples and individuals, including potential setbacks and aggravated barriers caused by COVID-19, in fulfilling the commitments undertaken in the 2030 Agenda for Sustainable Development and in the formulation of relevant international and regional programmes, as well as national action plans, strategies and programmes, applying the principle of leaving no one behind;</w:t>
      </w:r>
    </w:p>
    <w:p w14:paraId="6CDEE4DC" w14:textId="77777777" w:rsidR="00BD1895" w:rsidRPr="00BD1895" w:rsidRDefault="00BD1895" w:rsidP="00BD1895">
      <w:pPr>
        <w:pStyle w:val="SingleTxtG"/>
        <w:ind w:firstLine="567"/>
        <w:rPr>
          <w:bCs/>
          <w:iCs/>
          <w:strike/>
        </w:rPr>
      </w:pPr>
      <w:r w:rsidRPr="00FA7774">
        <w:rPr>
          <w:bCs/>
        </w:rPr>
        <w:t>OP 19bis: Urges States to take appropriate measures to protect indigenous children and youth, particularly girls, against violence, and ensure that all perpetrators of such violence are held accountable;</w:t>
      </w:r>
    </w:p>
    <w:p w14:paraId="3DFEAA42" w14:textId="538D49B6" w:rsidR="00E17BD6" w:rsidRPr="004D0D33" w:rsidRDefault="00C644FB" w:rsidP="00E17BD6">
      <w:pPr>
        <w:pStyle w:val="SingleTxtG"/>
        <w:ind w:firstLine="567"/>
        <w:rPr>
          <w:iCs/>
        </w:rPr>
      </w:pPr>
      <w:r>
        <w:rPr>
          <w:iCs/>
        </w:rPr>
        <w:lastRenderedPageBreak/>
        <w:t>20</w:t>
      </w:r>
      <w:r w:rsidR="00E17BD6" w:rsidRPr="004D0D33">
        <w:rPr>
          <w:iCs/>
        </w:rPr>
        <w:t>.</w:t>
      </w:r>
      <w:r w:rsidR="00E17BD6" w:rsidRPr="004D0D33">
        <w:rPr>
          <w:iCs/>
        </w:rPr>
        <w:tab/>
      </w:r>
      <w:r w:rsidR="00E17BD6" w:rsidRPr="004D0D33">
        <w:rPr>
          <w:i/>
          <w:iCs/>
        </w:rPr>
        <w:t>Encourages</w:t>
      </w:r>
      <w:r w:rsidR="00E17BD6" w:rsidRPr="004D0D33">
        <w:rPr>
          <w:iCs/>
        </w:rPr>
        <w:t xml:space="preserve"> the Special Rapporteur, the Expert Mechanism and the Permanent Forum on Indigenous Issues to strengthen their ongoing cooperation and coordination and ongoing efforts to promote the rights of indigenous peoples, including in treaties and the United Nations Declaration on the Rights of Indigenous Peoples, including the follow-up to the World Conference</w:t>
      </w:r>
      <w:r w:rsidR="0043221B" w:rsidRPr="004D0D33">
        <w:rPr>
          <w:iCs/>
        </w:rPr>
        <w:t xml:space="preserve"> on Indigenous Peoples</w:t>
      </w:r>
      <w:r w:rsidR="00E17BD6" w:rsidRPr="004D0D33">
        <w:rPr>
          <w:iCs/>
        </w:rPr>
        <w:t xml:space="preserve">, and invites them to continue to work in close cooperation with all Human Rights Council mechanisms </w:t>
      </w:r>
      <w:r w:rsidR="0043221B" w:rsidRPr="004D0D33">
        <w:rPr>
          <w:iCs/>
        </w:rPr>
        <w:t>and</w:t>
      </w:r>
      <w:r w:rsidR="00E17BD6" w:rsidRPr="004D0D33">
        <w:rPr>
          <w:iCs/>
        </w:rPr>
        <w:t xml:space="preserve"> the human rights treaty bodies</w:t>
      </w:r>
      <w:r w:rsidR="0043221B" w:rsidRPr="004D0D33">
        <w:rPr>
          <w:iCs/>
        </w:rPr>
        <w:t>,</w:t>
      </w:r>
      <w:r w:rsidR="00E17BD6" w:rsidRPr="004D0D33">
        <w:rPr>
          <w:iCs/>
        </w:rPr>
        <w:t xml:space="preserve"> within their respective mandates;</w:t>
      </w:r>
    </w:p>
    <w:p w14:paraId="6DD673D3" w14:textId="4FEF7D1F" w:rsidR="00E17BD6" w:rsidRPr="004D0D33" w:rsidRDefault="00C644FB" w:rsidP="00E17BD6">
      <w:pPr>
        <w:pStyle w:val="SingleTxtG"/>
        <w:ind w:firstLine="567"/>
        <w:rPr>
          <w:iCs/>
        </w:rPr>
      </w:pPr>
      <w:r>
        <w:rPr>
          <w:iCs/>
        </w:rPr>
        <w:t>21</w:t>
      </w:r>
      <w:r w:rsidR="00E17BD6" w:rsidRPr="004D0D33">
        <w:rPr>
          <w:iCs/>
        </w:rPr>
        <w:t>.</w:t>
      </w:r>
      <w:r w:rsidR="00E17BD6" w:rsidRPr="004D0D33">
        <w:rPr>
          <w:iCs/>
        </w:rPr>
        <w:tab/>
      </w:r>
      <w:r w:rsidR="00E17BD6" w:rsidRPr="004D0D33">
        <w:rPr>
          <w:i/>
          <w:iCs/>
        </w:rPr>
        <w:t>Encourages</w:t>
      </w:r>
      <w:r w:rsidR="00E17BD6" w:rsidRPr="004D0D33">
        <w:rPr>
          <w:iCs/>
        </w:rPr>
        <w:t xml:space="preserve"> the development of a process to facilitate the international repatriation of indigenous peoples’ sacred items and human </w:t>
      </w:r>
      <w:r w:rsidR="00E17BD6" w:rsidRPr="008175C8">
        <w:rPr>
          <w:iCs/>
        </w:rPr>
        <w:t>remains</w:t>
      </w:r>
      <w:r w:rsidRPr="008175C8">
        <w:rPr>
          <w:iCs/>
        </w:rPr>
        <w:t xml:space="preserve"> </w:t>
      </w:r>
      <w:r w:rsidRPr="008175C8">
        <w:rPr>
          <w:bCs/>
          <w:iCs/>
        </w:rPr>
        <w:t>in conjunction with indigenous peoples, and</w:t>
      </w:r>
      <w:r w:rsidR="00E17BD6" w:rsidRPr="008175C8">
        <w:rPr>
          <w:iCs/>
        </w:rPr>
        <w:t xml:space="preserve"> through the continued engagement of</w:t>
      </w:r>
      <w:r w:rsidR="00E17BD6" w:rsidRPr="004D0D33">
        <w:rPr>
          <w:iCs/>
        </w:rPr>
        <w:t xml:space="preserve"> the United Nations Educational, Scientific and Cultural Organization, the World Intellectual Property Organization, the Expert Mechanism, the Special Rapporteur on the rights of indigenous peoples, the Permanent Forum on Indigenous Issues, States, and all other relevant parties in accordance with their mandates;</w:t>
      </w:r>
    </w:p>
    <w:p w14:paraId="57265B4A" w14:textId="319FDFB6" w:rsidR="00E17BD6" w:rsidRPr="004D0D33" w:rsidRDefault="00C644FB" w:rsidP="00E17BD6">
      <w:pPr>
        <w:pStyle w:val="SingleTxtG"/>
        <w:ind w:firstLine="567"/>
        <w:rPr>
          <w:iCs/>
        </w:rPr>
      </w:pPr>
      <w:r>
        <w:rPr>
          <w:iCs/>
        </w:rPr>
        <w:t>22</w:t>
      </w:r>
      <w:r w:rsidR="00E17BD6" w:rsidRPr="004D0D33">
        <w:rPr>
          <w:iCs/>
        </w:rPr>
        <w:t>.</w:t>
      </w:r>
      <w:r w:rsidR="00E17BD6" w:rsidRPr="004D0D33">
        <w:rPr>
          <w:iCs/>
        </w:rPr>
        <w:tab/>
      </w:r>
      <w:r w:rsidR="00E17BD6" w:rsidRPr="004D0D33">
        <w:rPr>
          <w:i/>
          <w:iCs/>
        </w:rPr>
        <w:t xml:space="preserve">Reaffirms </w:t>
      </w:r>
      <w:r w:rsidR="00E17BD6" w:rsidRPr="004D0D33">
        <w:rPr>
          <w:iCs/>
        </w:rPr>
        <w:t>that the United Nations treaty bodies are important mechanisms for the promotion and protection of human rights, and encourages States to give serious consideration to their recommendations, including those regarding indigenous peoples, in the application of treaties;</w:t>
      </w:r>
    </w:p>
    <w:p w14:paraId="7589069D" w14:textId="5D560D9A" w:rsidR="00E17BD6" w:rsidRPr="004D0D33" w:rsidRDefault="00C644FB" w:rsidP="00E17BD6">
      <w:pPr>
        <w:pStyle w:val="SingleTxtG"/>
        <w:ind w:firstLine="567"/>
        <w:rPr>
          <w:iCs/>
        </w:rPr>
      </w:pPr>
      <w:r>
        <w:rPr>
          <w:iCs/>
        </w:rPr>
        <w:t>23</w:t>
      </w:r>
      <w:r w:rsidR="00E17BD6" w:rsidRPr="004D0D33">
        <w:rPr>
          <w:iCs/>
        </w:rPr>
        <w:t>.</w:t>
      </w:r>
      <w:r w:rsidR="00E17BD6" w:rsidRPr="004D0D33">
        <w:rPr>
          <w:iCs/>
        </w:rPr>
        <w:tab/>
      </w:r>
      <w:r w:rsidR="00E17BD6" w:rsidRPr="004D0D33">
        <w:rPr>
          <w:i/>
          <w:iCs/>
        </w:rPr>
        <w:t>Welcomes</w:t>
      </w:r>
      <w:r w:rsidR="00E17BD6" w:rsidRPr="004D0D33">
        <w:rPr>
          <w:iCs/>
        </w:rPr>
        <w:t xml:space="preserve"> the contribution of the universal periodic review to the realization of the rights of indigenous peoples, encourages effective follow-up to accepted review recommendations concerning indigenous peoples, and invites States to include, as appropriate, information on the situation of the rights of indigenous peoples, including measures taken to pursue the objectiv</w:t>
      </w:r>
      <w:bookmarkStart w:id="0" w:name="_GoBack"/>
      <w:bookmarkEnd w:id="0"/>
      <w:r w:rsidR="00E17BD6" w:rsidRPr="004D0D33">
        <w:rPr>
          <w:iCs/>
        </w:rPr>
        <w:t>es of the United Nations Declaration on the Rights of Indigenous Peoples during the review;</w:t>
      </w:r>
    </w:p>
    <w:p w14:paraId="24CFA1FC" w14:textId="4954A789" w:rsidR="00E17BD6" w:rsidRPr="004D0D33" w:rsidRDefault="00C644FB" w:rsidP="00E17BD6">
      <w:pPr>
        <w:pStyle w:val="SingleTxtG"/>
        <w:ind w:firstLine="567"/>
        <w:rPr>
          <w:iCs/>
        </w:rPr>
      </w:pPr>
      <w:r>
        <w:rPr>
          <w:iCs/>
        </w:rPr>
        <w:t>24</w:t>
      </w:r>
      <w:r w:rsidR="00E17BD6" w:rsidRPr="004D0D33">
        <w:rPr>
          <w:iCs/>
        </w:rPr>
        <w:t>.</w:t>
      </w:r>
      <w:r w:rsidR="00E17BD6" w:rsidRPr="004D0D33">
        <w:rPr>
          <w:i/>
          <w:iCs/>
        </w:rPr>
        <w:tab/>
        <w:t xml:space="preserve">Calls upon </w:t>
      </w:r>
      <w:r w:rsidR="00E17BD6" w:rsidRPr="004D0D33">
        <w:rPr>
          <w:iCs/>
        </w:rPr>
        <w:t>States to achieve the ends of the United Nations Declaration on the Rights of Indigenous Peoples by adopting measures, including national action plans, legislation or other frameworks, as required, to pursue its objectives in consultation and cooperation with indigenous peoples, taking into account the use of their languages;</w:t>
      </w:r>
    </w:p>
    <w:p w14:paraId="4C85F838" w14:textId="4FABFD66" w:rsidR="00E17BD6" w:rsidRPr="004D0D33" w:rsidRDefault="00C644FB" w:rsidP="00E17BD6">
      <w:pPr>
        <w:pStyle w:val="SingleTxtG"/>
        <w:ind w:firstLine="567"/>
        <w:rPr>
          <w:iCs/>
        </w:rPr>
      </w:pPr>
      <w:r>
        <w:rPr>
          <w:iCs/>
        </w:rPr>
        <w:t>25</w:t>
      </w:r>
      <w:r w:rsidR="00E17BD6" w:rsidRPr="004D0D33">
        <w:rPr>
          <w:iCs/>
        </w:rPr>
        <w:t>.</w:t>
      </w:r>
      <w:r w:rsidR="00E17BD6" w:rsidRPr="004D0D33">
        <w:rPr>
          <w:iCs/>
        </w:rPr>
        <w:tab/>
      </w:r>
      <w:r w:rsidR="00E17BD6" w:rsidRPr="004D0D33">
        <w:rPr>
          <w:i/>
          <w:iCs/>
        </w:rPr>
        <w:t>Calls upon</w:t>
      </w:r>
      <w:r w:rsidR="00E17BD6" w:rsidRPr="004D0D33">
        <w:rPr>
          <w:iCs/>
        </w:rPr>
        <w:t xml:space="preserve"> States in all regions that that have not yet ratified or acceded to the Indigenous and Tribal Peoples Convention, 1989 (No. 169) of the International Labour Organization to consider doing so, taking into account its contribution to the promotion and protection of the rights of indigenous peoples;</w:t>
      </w:r>
    </w:p>
    <w:p w14:paraId="4A90549C" w14:textId="1425089A" w:rsidR="00E17BD6" w:rsidRPr="004D0D33" w:rsidRDefault="00C644FB" w:rsidP="00E17BD6">
      <w:pPr>
        <w:pStyle w:val="SingleTxtG"/>
        <w:ind w:firstLine="567"/>
        <w:rPr>
          <w:iCs/>
        </w:rPr>
      </w:pPr>
      <w:r>
        <w:rPr>
          <w:iCs/>
        </w:rPr>
        <w:t>26</w:t>
      </w:r>
      <w:r w:rsidR="00E17BD6" w:rsidRPr="004D0D33">
        <w:rPr>
          <w:iCs/>
        </w:rPr>
        <w:t>.</w:t>
      </w:r>
      <w:r w:rsidR="00E17BD6" w:rsidRPr="004D0D33">
        <w:rPr>
          <w:iCs/>
        </w:rPr>
        <w:tab/>
      </w:r>
      <w:r w:rsidR="00E17BD6" w:rsidRPr="004D0D33">
        <w:rPr>
          <w:i/>
          <w:iCs/>
        </w:rPr>
        <w:t>Welcomes</w:t>
      </w:r>
      <w:r w:rsidR="00E17BD6" w:rsidRPr="004D0D33">
        <w:rPr>
          <w:iCs/>
        </w:rPr>
        <w:t xml:space="preserve"> the role of national human rights institutions established in accordance with the principles relating to the status of national institutions for the promotion and protection of human rights (the Paris Principles) in advancing indigenous issues, and recognizes the importance for such institutions of developing and strengthening their capacities, as appropriate, to fulfil that role effectively;</w:t>
      </w:r>
    </w:p>
    <w:p w14:paraId="1E0ABD77" w14:textId="6BC7A78D" w:rsidR="00E17BD6" w:rsidRPr="004D0D33" w:rsidRDefault="00C644FB" w:rsidP="00E17BD6">
      <w:pPr>
        <w:pStyle w:val="SingleTxtG"/>
        <w:ind w:firstLine="567"/>
        <w:rPr>
          <w:iCs/>
        </w:rPr>
      </w:pPr>
      <w:r>
        <w:rPr>
          <w:iCs/>
        </w:rPr>
        <w:t>27</w:t>
      </w:r>
      <w:r w:rsidR="00E17BD6" w:rsidRPr="004D0D33">
        <w:rPr>
          <w:iCs/>
        </w:rPr>
        <w:t>.</w:t>
      </w:r>
      <w:r w:rsidR="00E17BD6" w:rsidRPr="004D0D33">
        <w:rPr>
          <w:iCs/>
        </w:rPr>
        <w:tab/>
      </w:r>
      <w:r w:rsidR="00E17BD6" w:rsidRPr="004D0D33">
        <w:rPr>
          <w:i/>
          <w:iCs/>
        </w:rPr>
        <w:t>Encourages</w:t>
      </w:r>
      <w:r w:rsidR="00E17BD6" w:rsidRPr="004D0D33">
        <w:rPr>
          <w:iCs/>
        </w:rPr>
        <w:t xml:space="preserve"> States, according to their relevant national context and characteristics, to collect and </w:t>
      </w:r>
      <w:r>
        <w:rPr>
          <w:iCs/>
        </w:rPr>
        <w:t xml:space="preserve">securely </w:t>
      </w:r>
      <w:r w:rsidR="00E17BD6" w:rsidRPr="004D0D33">
        <w:rPr>
          <w:iCs/>
        </w:rPr>
        <w:t>disseminate data disaggregated by ethnicity, income, gender, age, race, migratory status, disability, geographic location or other factors, as appropriate, in order to monitor and improve the impact of development policies, strategies and programmes aimed at improving the well-being of indigenous peoples and individuals, to combat and eliminate violence and multiple and intersecting forms of discrimination against them,</w:t>
      </w:r>
      <w:r w:rsidR="00E17BD6" w:rsidRPr="004D0D33">
        <w:rPr>
          <w:bCs/>
          <w:lang w:val="en-US"/>
        </w:rPr>
        <w:t xml:space="preserve"> to </w:t>
      </w:r>
      <w:r w:rsidR="00E17BD6" w:rsidRPr="004D0D33">
        <w:rPr>
          <w:iCs/>
        </w:rPr>
        <w:t xml:space="preserve">include the specific needs and priorities of </w:t>
      </w:r>
      <w:r w:rsidR="001412A6" w:rsidRPr="004D0D33">
        <w:rPr>
          <w:iCs/>
        </w:rPr>
        <w:t>i</w:t>
      </w:r>
      <w:r w:rsidR="00E17BD6" w:rsidRPr="004D0D33">
        <w:rPr>
          <w:iCs/>
        </w:rPr>
        <w:t xml:space="preserve">ndigenous peoples in addressing the global </w:t>
      </w:r>
      <w:r w:rsidR="001412A6" w:rsidRPr="004D0D33">
        <w:rPr>
          <w:iCs/>
        </w:rPr>
        <w:t xml:space="preserve">COVID-19 </w:t>
      </w:r>
      <w:r w:rsidR="00E17BD6" w:rsidRPr="004D0D33">
        <w:rPr>
          <w:iCs/>
        </w:rPr>
        <w:t>outbreak and to support work towards the achievement of the Sustainable Development Goals and the 2030 Agenda;</w:t>
      </w:r>
    </w:p>
    <w:p w14:paraId="1D133B13" w14:textId="6573C17C" w:rsidR="00E17BD6" w:rsidRPr="004D0D33" w:rsidRDefault="00C644FB" w:rsidP="00E17BD6">
      <w:pPr>
        <w:pStyle w:val="SingleTxtG"/>
        <w:ind w:firstLine="567"/>
        <w:rPr>
          <w:iCs/>
        </w:rPr>
      </w:pPr>
      <w:r>
        <w:rPr>
          <w:iCs/>
        </w:rPr>
        <w:t>28</w:t>
      </w:r>
      <w:r w:rsidR="00E17BD6" w:rsidRPr="004D0D33">
        <w:rPr>
          <w:iCs/>
        </w:rPr>
        <w:t>.</w:t>
      </w:r>
      <w:r w:rsidR="00E17BD6" w:rsidRPr="004D0D33">
        <w:rPr>
          <w:iCs/>
        </w:rPr>
        <w:tab/>
      </w:r>
      <w:r w:rsidR="00E17BD6" w:rsidRPr="004D0D33">
        <w:rPr>
          <w:i/>
          <w:iCs/>
        </w:rPr>
        <w:t>Also encourages</w:t>
      </w:r>
      <w:r w:rsidR="00E17BD6" w:rsidRPr="004D0D33">
        <w:rPr>
          <w:iCs/>
        </w:rPr>
        <w:t xml:space="preserve"> States to work with indigenous peoples to strengthen technologies, practices and efforts related to addressing and responding to climate change, and recognizes the importance of the Local Communities and Indigenous Peoples Platform for the exchange of experience and the sharing of best practices on mitigation and adaptation in a holistic and integrated manner;</w:t>
      </w:r>
    </w:p>
    <w:p w14:paraId="05CE0E44" w14:textId="24D2963A" w:rsidR="00E17BD6" w:rsidRPr="004D0D33" w:rsidRDefault="00C644FB" w:rsidP="00E17BD6">
      <w:pPr>
        <w:pStyle w:val="SingleTxtG"/>
        <w:ind w:firstLine="567"/>
        <w:rPr>
          <w:iCs/>
        </w:rPr>
      </w:pPr>
      <w:r>
        <w:rPr>
          <w:iCs/>
        </w:rPr>
        <w:t>29</w:t>
      </w:r>
      <w:r w:rsidR="00E17BD6" w:rsidRPr="004D0D33">
        <w:rPr>
          <w:iCs/>
        </w:rPr>
        <w:t>.</w:t>
      </w:r>
      <w:r w:rsidR="00E17BD6" w:rsidRPr="004D0D33">
        <w:rPr>
          <w:iCs/>
        </w:rPr>
        <w:tab/>
      </w:r>
      <w:r w:rsidR="00E17BD6" w:rsidRPr="004D0D33">
        <w:rPr>
          <w:i/>
          <w:iCs/>
        </w:rPr>
        <w:t xml:space="preserve">Reaffirms </w:t>
      </w:r>
      <w:r w:rsidR="00E17BD6" w:rsidRPr="004D0D33">
        <w:rPr>
          <w:iCs/>
        </w:rPr>
        <w:t>the importance of promoting the political, social and economic empowerment of indigenous women</w:t>
      </w:r>
      <w:r>
        <w:rPr>
          <w:iCs/>
        </w:rPr>
        <w:t xml:space="preserve"> and girls</w:t>
      </w:r>
      <w:r w:rsidR="00E17BD6" w:rsidRPr="004D0D33">
        <w:rPr>
          <w:iCs/>
        </w:rPr>
        <w:t xml:space="preserve">, including by ensuring access to quality and inclusive education and through meaningful participation in the economy by addressing the multiple and intersecting forms of discrimination and barriers they face, including violence, </w:t>
      </w:r>
      <w:r w:rsidR="00E17BD6" w:rsidRPr="004D0D33">
        <w:rPr>
          <w:iCs/>
        </w:rPr>
        <w:lastRenderedPageBreak/>
        <w:t>and of promoting their participation in relevant decision-making processes at all levels and in all areas while respecting and protecting their traditional and ancestral knowledge, noting the importance of the United Nations Declaration on the Rights of Indigenous Peoples for indigenous women and girls, and encourages States to give serious consideration to the above-mentioned recommendations, as appropriate;</w:t>
      </w:r>
    </w:p>
    <w:p w14:paraId="4D05E952" w14:textId="3DDA034A" w:rsidR="00E17BD6" w:rsidRPr="004D0D33" w:rsidRDefault="00C644FB" w:rsidP="00E17BD6">
      <w:pPr>
        <w:pStyle w:val="SingleTxtG"/>
        <w:ind w:firstLine="567"/>
        <w:rPr>
          <w:iCs/>
        </w:rPr>
      </w:pPr>
      <w:r>
        <w:rPr>
          <w:iCs/>
        </w:rPr>
        <w:t>30</w:t>
      </w:r>
      <w:r w:rsidR="00E17BD6" w:rsidRPr="004D0D33">
        <w:rPr>
          <w:iCs/>
        </w:rPr>
        <w:t>.</w:t>
      </w:r>
      <w:r w:rsidR="00E17BD6" w:rsidRPr="004D0D33">
        <w:rPr>
          <w:iCs/>
        </w:rPr>
        <w:tab/>
      </w:r>
      <w:r w:rsidR="00E17BD6" w:rsidRPr="004D0D33">
        <w:rPr>
          <w:i/>
          <w:iCs/>
        </w:rPr>
        <w:t>Notes with great concern</w:t>
      </w:r>
      <w:r w:rsidR="00E17BD6" w:rsidRPr="004D0D33">
        <w:rPr>
          <w:iCs/>
        </w:rPr>
        <w:t xml:space="preserve"> the increase in cases of reprisal against indigenous human rights defenders, indigenous peoples’ representatives attending United Nations meetings and United Nations mandate holders working on the rights of indigenous peoples, and expresses its concern at the practice of some countries hosting meetings on indigenous issues of intentionally delaying or denying entry visas to United Nations mandate holders;</w:t>
      </w:r>
    </w:p>
    <w:p w14:paraId="76D4C57A" w14:textId="6FBD0E03" w:rsidR="00E17BD6" w:rsidRPr="004D0D33" w:rsidRDefault="00C644FB" w:rsidP="00E17BD6">
      <w:pPr>
        <w:pStyle w:val="SingleTxtG"/>
        <w:ind w:firstLine="567"/>
        <w:rPr>
          <w:iCs/>
        </w:rPr>
      </w:pPr>
      <w:r>
        <w:rPr>
          <w:iCs/>
        </w:rPr>
        <w:t>31</w:t>
      </w:r>
      <w:r w:rsidR="00E17BD6" w:rsidRPr="004D0D33">
        <w:rPr>
          <w:iCs/>
        </w:rPr>
        <w:t>.</w:t>
      </w:r>
      <w:r w:rsidR="00E17BD6" w:rsidRPr="004D0D33">
        <w:rPr>
          <w:iCs/>
        </w:rPr>
        <w:tab/>
      </w:r>
      <w:r w:rsidR="00E17BD6" w:rsidRPr="004D0D33">
        <w:rPr>
          <w:i/>
          <w:iCs/>
        </w:rPr>
        <w:t xml:space="preserve">Urges </w:t>
      </w:r>
      <w:r w:rsidR="00E17BD6" w:rsidRPr="004D0D33">
        <w:rPr>
          <w:iCs/>
        </w:rPr>
        <w:t>States to take all measures necessary to ensure the rights, protection and safety of indigenous peoples and indigenous human rights defenders, including indigenous women</w:t>
      </w:r>
      <w:r w:rsidR="000A07D1" w:rsidRPr="004D0D33">
        <w:rPr>
          <w:iCs/>
        </w:rPr>
        <w:t xml:space="preserve"> human rights defenders</w:t>
      </w:r>
      <w:r w:rsidR="00E17BD6" w:rsidRPr="004D0D33">
        <w:rPr>
          <w:iCs/>
        </w:rPr>
        <w:t>, and that all human rights violations and abuses against them are prevented</w:t>
      </w:r>
      <w:r w:rsidR="009202F7" w:rsidRPr="004D0D33">
        <w:rPr>
          <w:iCs/>
        </w:rPr>
        <w:t xml:space="preserve"> and</w:t>
      </w:r>
      <w:r w:rsidR="00E17BD6" w:rsidRPr="004D0D33">
        <w:rPr>
          <w:iCs/>
        </w:rPr>
        <w:t xml:space="preserve"> investigated and </w:t>
      </w:r>
      <w:r w:rsidR="009202F7" w:rsidRPr="004D0D33">
        <w:rPr>
          <w:iCs/>
        </w:rPr>
        <w:t xml:space="preserve">that </w:t>
      </w:r>
      <w:r w:rsidR="00E17BD6" w:rsidRPr="004D0D33">
        <w:rPr>
          <w:iCs/>
        </w:rPr>
        <w:t>the perpetrators are held accountable;</w:t>
      </w:r>
    </w:p>
    <w:p w14:paraId="5BA8DF97" w14:textId="42CF8B04" w:rsidR="00E17BD6" w:rsidRPr="004D0D33" w:rsidRDefault="00C644FB" w:rsidP="00E17BD6">
      <w:pPr>
        <w:pStyle w:val="SingleTxtG"/>
        <w:ind w:firstLine="567"/>
        <w:rPr>
          <w:iCs/>
        </w:rPr>
      </w:pPr>
      <w:r>
        <w:rPr>
          <w:iCs/>
        </w:rPr>
        <w:t>32</w:t>
      </w:r>
      <w:r w:rsidR="00E17BD6" w:rsidRPr="004D0D33">
        <w:rPr>
          <w:iCs/>
        </w:rPr>
        <w:t>.</w:t>
      </w:r>
      <w:r w:rsidR="00E17BD6" w:rsidRPr="004D0D33">
        <w:rPr>
          <w:iCs/>
        </w:rPr>
        <w:tab/>
      </w:r>
      <w:r w:rsidR="00E17BD6" w:rsidRPr="004D0D33">
        <w:rPr>
          <w:i/>
          <w:iCs/>
        </w:rPr>
        <w:t xml:space="preserve">Invites </w:t>
      </w:r>
      <w:r w:rsidR="00E17BD6" w:rsidRPr="004D0D33">
        <w:rPr>
          <w:iCs/>
        </w:rPr>
        <w:t>States and potential donors to support the work of the United Nations Indigenous Peoples Partnership and the system-wide action plan for ensuring a coherent approach to achieving the ends of the United Nations Declaration on the Rights of Indigenous Peoples;</w:t>
      </w:r>
    </w:p>
    <w:p w14:paraId="789690DF" w14:textId="2F14F118" w:rsidR="00E17BD6" w:rsidRPr="004D0D33" w:rsidRDefault="00C644FB" w:rsidP="00E17BD6">
      <w:pPr>
        <w:pStyle w:val="SingleTxtG"/>
        <w:ind w:firstLine="567"/>
        <w:rPr>
          <w:iCs/>
        </w:rPr>
      </w:pPr>
      <w:r>
        <w:rPr>
          <w:iCs/>
        </w:rPr>
        <w:t>33</w:t>
      </w:r>
      <w:r w:rsidR="00E17BD6" w:rsidRPr="004D0D33">
        <w:rPr>
          <w:iCs/>
        </w:rPr>
        <w:t>.</w:t>
      </w:r>
      <w:r w:rsidR="00E17BD6" w:rsidRPr="004D0D33">
        <w:rPr>
          <w:iCs/>
        </w:rPr>
        <w:tab/>
      </w:r>
      <w:r w:rsidR="00E17BD6" w:rsidRPr="004D0D33">
        <w:rPr>
          <w:i/>
          <w:iCs/>
        </w:rPr>
        <w:t>Urges</w:t>
      </w:r>
      <w:r w:rsidR="00E17BD6" w:rsidRPr="004D0D33">
        <w:rPr>
          <w:iCs/>
        </w:rPr>
        <w:t xml:space="preserve"> States and invites other public and/or private actors or institutions to contribute to the United Nations Voluntary Fund for Indigenous Peoples as an important means of promoting the rights of indigenous peoples worldwide and within the United Nations system;</w:t>
      </w:r>
    </w:p>
    <w:p w14:paraId="4340C63B" w14:textId="5171FAFD" w:rsidR="00EE06CD" w:rsidRPr="004D0D33" w:rsidRDefault="00C644FB" w:rsidP="00E17BD6">
      <w:pPr>
        <w:pStyle w:val="SingleTxtG"/>
        <w:ind w:firstLine="567"/>
      </w:pPr>
      <w:r>
        <w:rPr>
          <w:iCs/>
        </w:rPr>
        <w:t>34</w:t>
      </w:r>
      <w:r w:rsidR="00E17BD6" w:rsidRPr="004D0D33">
        <w:rPr>
          <w:iCs/>
        </w:rPr>
        <w:t>.</w:t>
      </w:r>
      <w:r w:rsidR="00E17BD6" w:rsidRPr="004D0D33">
        <w:rPr>
          <w:iCs/>
        </w:rPr>
        <w:tab/>
      </w:r>
      <w:r w:rsidR="00E17BD6" w:rsidRPr="004D0D33">
        <w:rPr>
          <w:i/>
          <w:iCs/>
        </w:rPr>
        <w:t>Decides</w:t>
      </w:r>
      <w:r w:rsidR="00E17BD6" w:rsidRPr="004D0D33">
        <w:rPr>
          <w:iCs/>
        </w:rPr>
        <w:t xml:space="preserve"> to continue its consideration of this question at a future session, in conformity with its annual programme of work.</w:t>
      </w:r>
    </w:p>
    <w:p w14:paraId="5C67BD43" w14:textId="77777777" w:rsidR="00CF586F" w:rsidRPr="00E17BD6" w:rsidRDefault="00E17BD6" w:rsidP="00E17BD6">
      <w:pPr>
        <w:spacing w:before="240"/>
        <w:ind w:left="1134" w:right="1134"/>
        <w:jc w:val="center"/>
        <w:rPr>
          <w:u w:val="single"/>
        </w:rPr>
      </w:pPr>
      <w:r>
        <w:rPr>
          <w:u w:val="single"/>
        </w:rPr>
        <w:tab/>
      </w:r>
      <w:r>
        <w:rPr>
          <w:u w:val="single"/>
        </w:rPr>
        <w:tab/>
      </w:r>
      <w:r>
        <w:rPr>
          <w:u w:val="single"/>
        </w:rPr>
        <w:tab/>
      </w:r>
      <w:r w:rsidR="002A4972">
        <w:rPr>
          <w:u w:val="single"/>
        </w:rPr>
        <w:tab/>
      </w:r>
    </w:p>
    <w:sectPr w:rsidR="00CF586F" w:rsidRPr="00E17BD6" w:rsidSect="00EE06CD">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AE553" w14:textId="77777777" w:rsidR="00336D0E" w:rsidRDefault="00336D0E"/>
  </w:endnote>
  <w:endnote w:type="continuationSeparator" w:id="0">
    <w:p w14:paraId="6EBA3B12" w14:textId="77777777" w:rsidR="00336D0E" w:rsidRDefault="00336D0E"/>
  </w:endnote>
  <w:endnote w:type="continuationNotice" w:id="1">
    <w:p w14:paraId="3777C31E" w14:textId="77777777" w:rsidR="00336D0E" w:rsidRDefault="00336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roboto_slab">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463A" w14:textId="5B2E5791" w:rsidR="005C07A1" w:rsidRPr="00EE06CD" w:rsidRDefault="005C07A1"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8175C8">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40829" w14:textId="7837DDDE" w:rsidR="005C07A1" w:rsidRPr="00EE06CD" w:rsidRDefault="005C07A1"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8175C8">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49335" w14:textId="77777777" w:rsidR="005C07A1" w:rsidRDefault="005C07A1" w:rsidP="003004E2">
    <w:pPr>
      <w:pStyle w:val="Footer"/>
    </w:pPr>
    <w:r>
      <w:rPr>
        <w:noProof/>
        <w:lang w:eastAsia="en-GB"/>
      </w:rPr>
      <w:drawing>
        <wp:anchor distT="0" distB="0" distL="114300" distR="114300" simplePos="0" relativeHeight="251659264" behindDoc="1" locked="1" layoutInCell="1" allowOverlap="1" wp14:anchorId="2A5AE1EC" wp14:editId="7B99DC9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AC714" w14:textId="77777777" w:rsidR="00336D0E" w:rsidRPr="000B175B" w:rsidRDefault="00336D0E" w:rsidP="000B175B">
      <w:pPr>
        <w:tabs>
          <w:tab w:val="right" w:pos="2155"/>
        </w:tabs>
        <w:spacing w:after="80"/>
        <w:ind w:left="680"/>
        <w:rPr>
          <w:u w:val="single"/>
        </w:rPr>
      </w:pPr>
      <w:r>
        <w:rPr>
          <w:u w:val="single"/>
        </w:rPr>
        <w:tab/>
      </w:r>
    </w:p>
  </w:footnote>
  <w:footnote w:type="continuationSeparator" w:id="0">
    <w:p w14:paraId="2CD2973F" w14:textId="77777777" w:rsidR="00336D0E" w:rsidRPr="00FC68B7" w:rsidRDefault="00336D0E" w:rsidP="00FC68B7">
      <w:pPr>
        <w:tabs>
          <w:tab w:val="left" w:pos="2155"/>
        </w:tabs>
        <w:spacing w:after="80"/>
        <w:ind w:left="680"/>
        <w:rPr>
          <w:u w:val="single"/>
        </w:rPr>
      </w:pPr>
      <w:r>
        <w:rPr>
          <w:u w:val="single"/>
        </w:rPr>
        <w:tab/>
      </w:r>
    </w:p>
  </w:footnote>
  <w:footnote w:type="continuationNotice" w:id="1">
    <w:p w14:paraId="115C8CEC" w14:textId="77777777" w:rsidR="00336D0E" w:rsidRDefault="00336D0E"/>
  </w:footnote>
  <w:footnote w:id="2">
    <w:p w14:paraId="610C5953" w14:textId="1CB68A83" w:rsidR="005C07A1" w:rsidRDefault="005C07A1" w:rsidP="00E17BD6">
      <w:pPr>
        <w:pStyle w:val="FootnoteText"/>
        <w:widowControl w:val="0"/>
        <w:tabs>
          <w:tab w:val="clear" w:pos="1021"/>
          <w:tab w:val="right" w:pos="1020"/>
        </w:tabs>
      </w:pPr>
      <w:r>
        <w:tab/>
      </w:r>
      <w:r>
        <w:rPr>
          <w:rStyle w:val="FootnoteReference"/>
        </w:rPr>
        <w:footnoteRef/>
      </w:r>
      <w:r>
        <w:tab/>
        <w:t xml:space="preserve"> </w:t>
      </w:r>
      <w:r w:rsidRPr="00967314">
        <w:rPr>
          <w:sz w:val="20"/>
        </w:rPr>
        <w:t>A/HRC/48/75</w:t>
      </w:r>
      <w:r>
        <w:t>.</w:t>
      </w:r>
    </w:p>
  </w:footnote>
  <w:footnote w:id="3">
    <w:p w14:paraId="31CBBD6A" w14:textId="21EC8BD3" w:rsidR="005C07A1" w:rsidRDefault="005C07A1" w:rsidP="00E17BD6">
      <w:pPr>
        <w:pStyle w:val="FootnoteText"/>
        <w:widowControl w:val="0"/>
        <w:tabs>
          <w:tab w:val="clear" w:pos="1021"/>
          <w:tab w:val="right" w:pos="1020"/>
        </w:tabs>
      </w:pPr>
      <w:r>
        <w:tab/>
      </w:r>
      <w:r>
        <w:rPr>
          <w:rStyle w:val="FootnoteReference"/>
        </w:rPr>
        <w:footnoteRef/>
      </w:r>
      <w:r>
        <w:tab/>
      </w:r>
      <w:r w:rsidRPr="00521635">
        <w:rPr>
          <w:sz w:val="20"/>
        </w:rPr>
        <w:t>A/HRC/48/74</w:t>
      </w:r>
      <w:r>
        <w:t>.</w:t>
      </w:r>
    </w:p>
  </w:footnote>
  <w:footnote w:id="4">
    <w:p w14:paraId="702E5370" w14:textId="094529F0" w:rsidR="005C07A1" w:rsidRDefault="005C07A1" w:rsidP="00E17BD6">
      <w:pPr>
        <w:pStyle w:val="FootnoteText"/>
        <w:widowControl w:val="0"/>
        <w:tabs>
          <w:tab w:val="clear" w:pos="1021"/>
          <w:tab w:val="right" w:pos="1020"/>
        </w:tabs>
      </w:pPr>
      <w:r>
        <w:tab/>
      </w:r>
      <w:r>
        <w:rPr>
          <w:rStyle w:val="FootnoteReference"/>
        </w:rPr>
        <w:footnoteRef/>
      </w:r>
      <w:r>
        <w:tab/>
        <w:t xml:space="preserve"> </w:t>
      </w:r>
      <w:r w:rsidRPr="00521635">
        <w:rPr>
          <w:sz w:val="20"/>
        </w:rPr>
        <w:t>A/HRC/48/54</w:t>
      </w:r>
    </w:p>
  </w:footnote>
  <w:footnote w:id="5">
    <w:p w14:paraId="3C43D7EA" w14:textId="3D669F19" w:rsidR="005C07A1" w:rsidRPr="00BA7DB5" w:rsidRDefault="005C07A1">
      <w:pPr>
        <w:pStyle w:val="FootnoteText"/>
        <w:rPr>
          <w:lang w:val="en-US"/>
        </w:rPr>
      </w:pPr>
      <w:r>
        <w:tab/>
      </w:r>
      <w:r>
        <w:rPr>
          <w:rStyle w:val="FootnoteReference"/>
        </w:rPr>
        <w:footnoteRef/>
      </w:r>
      <w:r>
        <w:t xml:space="preserve"> </w:t>
      </w:r>
      <w:r>
        <w:tab/>
        <w:t>. A/RES/69/2</w:t>
      </w:r>
    </w:p>
  </w:footnote>
  <w:footnote w:id="6">
    <w:p w14:paraId="11BEF8F6" w14:textId="77777777" w:rsidR="005C07A1" w:rsidRDefault="005C07A1" w:rsidP="00E17BD6">
      <w:pPr>
        <w:pStyle w:val="FootnoteText"/>
        <w:widowControl w:val="0"/>
        <w:tabs>
          <w:tab w:val="clear" w:pos="1021"/>
          <w:tab w:val="right" w:pos="1020"/>
        </w:tabs>
      </w:pPr>
      <w:r>
        <w:tab/>
      </w:r>
      <w:r>
        <w:rPr>
          <w:rStyle w:val="FootnoteReference"/>
        </w:rPr>
        <w:footnoteRef/>
      </w:r>
      <w:r>
        <w:tab/>
      </w:r>
      <w:r w:rsidRPr="00E17BD6">
        <w:t>FCCC/CP/2015/10/Add.1.</w:t>
      </w:r>
    </w:p>
  </w:footnote>
  <w:footnote w:id="7">
    <w:p w14:paraId="6661BDBF" w14:textId="24F263CA" w:rsidR="005C07A1" w:rsidRDefault="005C07A1" w:rsidP="00E17BD6">
      <w:pPr>
        <w:pStyle w:val="FootnoteText"/>
        <w:widowControl w:val="0"/>
        <w:tabs>
          <w:tab w:val="clear" w:pos="1021"/>
          <w:tab w:val="right" w:pos="1020"/>
        </w:tabs>
      </w:pPr>
      <w:r>
        <w:tab/>
      </w:r>
      <w:r>
        <w:rPr>
          <w:rStyle w:val="FootnoteReference"/>
        </w:rPr>
        <w:footnoteRef/>
      </w:r>
      <w:r>
        <w:tab/>
        <w:t>.</w:t>
      </w:r>
      <w:r w:rsidRPr="005774A8">
        <w:rPr>
          <w:sz w:val="20"/>
        </w:rPr>
        <w:t xml:space="preserve"> </w:t>
      </w:r>
      <w:r w:rsidRPr="001F5833">
        <w:rPr>
          <w:sz w:val="20"/>
        </w:rPr>
        <w:t>A/HRC/48/30</w:t>
      </w:r>
    </w:p>
  </w:footnote>
  <w:footnote w:id="8">
    <w:p w14:paraId="4EB9340F" w14:textId="77777777" w:rsidR="005C07A1" w:rsidRDefault="005C07A1" w:rsidP="005774A8">
      <w:pPr>
        <w:pStyle w:val="FootnoteText"/>
        <w:widowControl w:val="0"/>
        <w:tabs>
          <w:tab w:val="clear" w:pos="1021"/>
          <w:tab w:val="right" w:pos="1020"/>
        </w:tabs>
      </w:pPr>
      <w:r>
        <w:tab/>
      </w:r>
      <w:r>
        <w:rPr>
          <w:rStyle w:val="FootnoteReference"/>
        </w:rPr>
        <w:footnoteRef/>
      </w:r>
      <w:r>
        <w:tab/>
      </w:r>
      <w:r w:rsidRPr="001F5833">
        <w:rPr>
          <w:sz w:val="20"/>
        </w:rPr>
        <w:t>A/HRC/</w:t>
      </w:r>
      <w:r w:rsidRPr="007B2E40">
        <w:rPr>
          <w:sz w:val="20"/>
          <w:highlight w:val="yellow"/>
        </w:rPr>
        <w:t>48/</w:t>
      </w:r>
      <w:r w:rsidRPr="001F5833">
        <w:rPr>
          <w:sz w:val="20"/>
        </w:rPr>
        <w:t>73</w:t>
      </w:r>
      <w:r>
        <w:rPr>
          <w:sz w:val="20"/>
        </w:rPr>
        <w:t>, A/HRC/46//72</w:t>
      </w:r>
    </w:p>
  </w:footnote>
  <w:footnote w:id="9">
    <w:p w14:paraId="320EFDF7" w14:textId="77777777" w:rsidR="005C07A1" w:rsidRDefault="005C07A1" w:rsidP="00E17BD6">
      <w:pPr>
        <w:pStyle w:val="FootnoteText"/>
        <w:widowControl w:val="0"/>
        <w:tabs>
          <w:tab w:val="clear" w:pos="1021"/>
          <w:tab w:val="right" w:pos="1020"/>
        </w:tabs>
      </w:pPr>
      <w:r>
        <w:tab/>
      </w:r>
      <w:r>
        <w:rPr>
          <w:rStyle w:val="FootnoteReference"/>
        </w:rPr>
        <w:footnoteRef/>
      </w:r>
      <w:r>
        <w:tab/>
        <w:t>General Assembly resolution</w:t>
      </w:r>
      <w:r w:rsidRPr="00E17BD6">
        <w:t xml:space="preserve"> 74/135</w:t>
      </w:r>
      <w:r>
        <w:t>.</w:t>
      </w:r>
    </w:p>
  </w:footnote>
  <w:footnote w:id="10">
    <w:p w14:paraId="0431B065" w14:textId="77777777" w:rsidR="005C07A1" w:rsidRDefault="005C07A1" w:rsidP="00E17BD6">
      <w:pPr>
        <w:pStyle w:val="FootnoteText"/>
        <w:widowControl w:val="0"/>
        <w:tabs>
          <w:tab w:val="clear" w:pos="1021"/>
          <w:tab w:val="right" w:pos="1020"/>
        </w:tabs>
      </w:pPr>
      <w:r>
        <w:tab/>
      </w:r>
      <w:r>
        <w:rPr>
          <w:rStyle w:val="FootnoteReference"/>
        </w:rPr>
        <w:footnoteRef/>
      </w:r>
      <w:r>
        <w:t xml:space="preserve"> </w:t>
      </w:r>
      <w:r>
        <w:tab/>
        <w:t xml:space="preserve">See </w:t>
      </w:r>
      <w:r w:rsidRPr="00BA7DB5">
        <w:t>www.ohchr.org/Documents/Issues/IPeoples/OHCHRGuidance_COVID19_IndigenouspeoplesRights.pdf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42B8B" w14:textId="2BBCFBEC" w:rsidR="005C07A1" w:rsidRPr="00EE06CD" w:rsidRDefault="005C07A1" w:rsidP="00EE06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3E2B"/>
    <w:rsid w:val="00007F7F"/>
    <w:rsid w:val="00022DB5"/>
    <w:rsid w:val="00031533"/>
    <w:rsid w:val="000403D1"/>
    <w:rsid w:val="000449AA"/>
    <w:rsid w:val="00050F6B"/>
    <w:rsid w:val="00055C36"/>
    <w:rsid w:val="0005662A"/>
    <w:rsid w:val="00072C8C"/>
    <w:rsid w:val="00073E70"/>
    <w:rsid w:val="000755FF"/>
    <w:rsid w:val="000876EB"/>
    <w:rsid w:val="000912C2"/>
    <w:rsid w:val="00091419"/>
    <w:rsid w:val="000931C0"/>
    <w:rsid w:val="00095C05"/>
    <w:rsid w:val="00096BBE"/>
    <w:rsid w:val="000A07D1"/>
    <w:rsid w:val="000B175B"/>
    <w:rsid w:val="000B2851"/>
    <w:rsid w:val="000B3A0F"/>
    <w:rsid w:val="000B4A3B"/>
    <w:rsid w:val="000C59D8"/>
    <w:rsid w:val="000D1851"/>
    <w:rsid w:val="000E0415"/>
    <w:rsid w:val="001412A6"/>
    <w:rsid w:val="00146D32"/>
    <w:rsid w:val="001509BA"/>
    <w:rsid w:val="001536C7"/>
    <w:rsid w:val="00161F04"/>
    <w:rsid w:val="00172762"/>
    <w:rsid w:val="00190A43"/>
    <w:rsid w:val="00195F64"/>
    <w:rsid w:val="001B4B04"/>
    <w:rsid w:val="001C6663"/>
    <w:rsid w:val="001C7895"/>
    <w:rsid w:val="001C7ACB"/>
    <w:rsid w:val="001D26DF"/>
    <w:rsid w:val="001D38D4"/>
    <w:rsid w:val="001E1841"/>
    <w:rsid w:val="001E2790"/>
    <w:rsid w:val="001F7A6A"/>
    <w:rsid w:val="0020184B"/>
    <w:rsid w:val="00211E0B"/>
    <w:rsid w:val="00211E72"/>
    <w:rsid w:val="00214047"/>
    <w:rsid w:val="00216854"/>
    <w:rsid w:val="0022130F"/>
    <w:rsid w:val="00237785"/>
    <w:rsid w:val="002410DD"/>
    <w:rsid w:val="00241466"/>
    <w:rsid w:val="0024311D"/>
    <w:rsid w:val="00245E59"/>
    <w:rsid w:val="00253D58"/>
    <w:rsid w:val="002546C6"/>
    <w:rsid w:val="00263E82"/>
    <w:rsid w:val="002707CC"/>
    <w:rsid w:val="002724C0"/>
    <w:rsid w:val="00276A98"/>
    <w:rsid w:val="0027725F"/>
    <w:rsid w:val="002841D8"/>
    <w:rsid w:val="002929B6"/>
    <w:rsid w:val="002A4972"/>
    <w:rsid w:val="002A7BAB"/>
    <w:rsid w:val="002C21F0"/>
    <w:rsid w:val="002E2D9D"/>
    <w:rsid w:val="002F0BD3"/>
    <w:rsid w:val="003004E2"/>
    <w:rsid w:val="00302D05"/>
    <w:rsid w:val="003107FA"/>
    <w:rsid w:val="003229D8"/>
    <w:rsid w:val="00325A2C"/>
    <w:rsid w:val="00326DB0"/>
    <w:rsid w:val="003314D1"/>
    <w:rsid w:val="00335A2F"/>
    <w:rsid w:val="00336D0E"/>
    <w:rsid w:val="00341937"/>
    <w:rsid w:val="0039277A"/>
    <w:rsid w:val="003972E0"/>
    <w:rsid w:val="003975ED"/>
    <w:rsid w:val="003B3F2E"/>
    <w:rsid w:val="003B4655"/>
    <w:rsid w:val="003C2CC4"/>
    <w:rsid w:val="003D4B23"/>
    <w:rsid w:val="003E383C"/>
    <w:rsid w:val="004101F9"/>
    <w:rsid w:val="00424C80"/>
    <w:rsid w:val="0043221B"/>
    <w:rsid w:val="004325CB"/>
    <w:rsid w:val="0044503A"/>
    <w:rsid w:val="00446DE4"/>
    <w:rsid w:val="00447761"/>
    <w:rsid w:val="004506E4"/>
    <w:rsid w:val="00451EC3"/>
    <w:rsid w:val="004721B1"/>
    <w:rsid w:val="004859EC"/>
    <w:rsid w:val="00496A15"/>
    <w:rsid w:val="004A582C"/>
    <w:rsid w:val="004B75D2"/>
    <w:rsid w:val="004D0D33"/>
    <w:rsid w:val="004D1140"/>
    <w:rsid w:val="004D3124"/>
    <w:rsid w:val="004F4364"/>
    <w:rsid w:val="004F55ED"/>
    <w:rsid w:val="004F76C8"/>
    <w:rsid w:val="0052176C"/>
    <w:rsid w:val="005261E5"/>
    <w:rsid w:val="005420F2"/>
    <w:rsid w:val="00542574"/>
    <w:rsid w:val="005436AB"/>
    <w:rsid w:val="00546924"/>
    <w:rsid w:val="00546DBF"/>
    <w:rsid w:val="00553D76"/>
    <w:rsid w:val="005552B5"/>
    <w:rsid w:val="0056117B"/>
    <w:rsid w:val="00562621"/>
    <w:rsid w:val="00571365"/>
    <w:rsid w:val="005774A8"/>
    <w:rsid w:val="005A0E16"/>
    <w:rsid w:val="005A17DC"/>
    <w:rsid w:val="005B3DB3"/>
    <w:rsid w:val="005B6E48"/>
    <w:rsid w:val="005C07A1"/>
    <w:rsid w:val="005D53BE"/>
    <w:rsid w:val="005E1712"/>
    <w:rsid w:val="005F4C5D"/>
    <w:rsid w:val="005F7731"/>
    <w:rsid w:val="00611FC4"/>
    <w:rsid w:val="006176FB"/>
    <w:rsid w:val="00625FA2"/>
    <w:rsid w:val="00640B26"/>
    <w:rsid w:val="00655B60"/>
    <w:rsid w:val="006660A2"/>
    <w:rsid w:val="00670741"/>
    <w:rsid w:val="00676CCB"/>
    <w:rsid w:val="0069507F"/>
    <w:rsid w:val="00696BD6"/>
    <w:rsid w:val="006A6B9D"/>
    <w:rsid w:val="006A7392"/>
    <w:rsid w:val="006B3189"/>
    <w:rsid w:val="006B7D65"/>
    <w:rsid w:val="006C08E6"/>
    <w:rsid w:val="006D0270"/>
    <w:rsid w:val="006D0426"/>
    <w:rsid w:val="006D6DA6"/>
    <w:rsid w:val="006D7827"/>
    <w:rsid w:val="006E564B"/>
    <w:rsid w:val="006F13F0"/>
    <w:rsid w:val="006F5035"/>
    <w:rsid w:val="007065EB"/>
    <w:rsid w:val="00720183"/>
    <w:rsid w:val="0072632A"/>
    <w:rsid w:val="007333F5"/>
    <w:rsid w:val="0074200B"/>
    <w:rsid w:val="00745EA6"/>
    <w:rsid w:val="007A6296"/>
    <w:rsid w:val="007A79E4"/>
    <w:rsid w:val="007B2E40"/>
    <w:rsid w:val="007B6BA5"/>
    <w:rsid w:val="007C1B62"/>
    <w:rsid w:val="007C3390"/>
    <w:rsid w:val="007C4F4B"/>
    <w:rsid w:val="007D2CDC"/>
    <w:rsid w:val="007D5327"/>
    <w:rsid w:val="007F50AB"/>
    <w:rsid w:val="007F6611"/>
    <w:rsid w:val="00803FB0"/>
    <w:rsid w:val="008155C3"/>
    <w:rsid w:val="008175C8"/>
    <w:rsid w:val="008175E9"/>
    <w:rsid w:val="0082243E"/>
    <w:rsid w:val="008242D7"/>
    <w:rsid w:val="00852C4A"/>
    <w:rsid w:val="00856CD2"/>
    <w:rsid w:val="00861BC6"/>
    <w:rsid w:val="00871FD5"/>
    <w:rsid w:val="008847BB"/>
    <w:rsid w:val="008979B1"/>
    <w:rsid w:val="008A679F"/>
    <w:rsid w:val="008A6B25"/>
    <w:rsid w:val="008A6C4F"/>
    <w:rsid w:val="008B10DD"/>
    <w:rsid w:val="008B1FEF"/>
    <w:rsid w:val="008B4455"/>
    <w:rsid w:val="008C1E4D"/>
    <w:rsid w:val="008C3E27"/>
    <w:rsid w:val="008D4C1E"/>
    <w:rsid w:val="008E0E46"/>
    <w:rsid w:val="008E1747"/>
    <w:rsid w:val="0090452C"/>
    <w:rsid w:val="00907C3F"/>
    <w:rsid w:val="0091150B"/>
    <w:rsid w:val="009202F7"/>
    <w:rsid w:val="0092237C"/>
    <w:rsid w:val="0093707B"/>
    <w:rsid w:val="009400EB"/>
    <w:rsid w:val="009427E3"/>
    <w:rsid w:val="00946575"/>
    <w:rsid w:val="00956D9B"/>
    <w:rsid w:val="00963CBA"/>
    <w:rsid w:val="009654B7"/>
    <w:rsid w:val="00991261"/>
    <w:rsid w:val="009A0B83"/>
    <w:rsid w:val="009A7AFB"/>
    <w:rsid w:val="009B131C"/>
    <w:rsid w:val="009B3800"/>
    <w:rsid w:val="009C6964"/>
    <w:rsid w:val="009D22AC"/>
    <w:rsid w:val="009D441B"/>
    <w:rsid w:val="009D50DB"/>
    <w:rsid w:val="009E1C4E"/>
    <w:rsid w:val="009F5CF4"/>
    <w:rsid w:val="00A0036A"/>
    <w:rsid w:val="00A05E0B"/>
    <w:rsid w:val="00A1427D"/>
    <w:rsid w:val="00A14370"/>
    <w:rsid w:val="00A1472A"/>
    <w:rsid w:val="00A4634F"/>
    <w:rsid w:val="00A50E88"/>
    <w:rsid w:val="00A51CF3"/>
    <w:rsid w:val="00A72F22"/>
    <w:rsid w:val="00A73D32"/>
    <w:rsid w:val="00A748A6"/>
    <w:rsid w:val="00A879A4"/>
    <w:rsid w:val="00A87E95"/>
    <w:rsid w:val="00A92E29"/>
    <w:rsid w:val="00AA3A5D"/>
    <w:rsid w:val="00AA440D"/>
    <w:rsid w:val="00AC5AE2"/>
    <w:rsid w:val="00AD07A0"/>
    <w:rsid w:val="00AD09E9"/>
    <w:rsid w:val="00AF0576"/>
    <w:rsid w:val="00AF3829"/>
    <w:rsid w:val="00B037F0"/>
    <w:rsid w:val="00B11369"/>
    <w:rsid w:val="00B1594D"/>
    <w:rsid w:val="00B2327D"/>
    <w:rsid w:val="00B26C2B"/>
    <w:rsid w:val="00B2718F"/>
    <w:rsid w:val="00B30179"/>
    <w:rsid w:val="00B3317B"/>
    <w:rsid w:val="00B334DC"/>
    <w:rsid w:val="00B3631A"/>
    <w:rsid w:val="00B53013"/>
    <w:rsid w:val="00B535A5"/>
    <w:rsid w:val="00B67F5E"/>
    <w:rsid w:val="00B73E65"/>
    <w:rsid w:val="00B74E1B"/>
    <w:rsid w:val="00B77C23"/>
    <w:rsid w:val="00B81E12"/>
    <w:rsid w:val="00B87110"/>
    <w:rsid w:val="00B912CF"/>
    <w:rsid w:val="00B92F67"/>
    <w:rsid w:val="00B93F43"/>
    <w:rsid w:val="00B97FA8"/>
    <w:rsid w:val="00BA7DB5"/>
    <w:rsid w:val="00BC03B3"/>
    <w:rsid w:val="00BC1054"/>
    <w:rsid w:val="00BC1385"/>
    <w:rsid w:val="00BC74E9"/>
    <w:rsid w:val="00BD1895"/>
    <w:rsid w:val="00BE618E"/>
    <w:rsid w:val="00BE655C"/>
    <w:rsid w:val="00C06876"/>
    <w:rsid w:val="00C147D5"/>
    <w:rsid w:val="00C217E7"/>
    <w:rsid w:val="00C24693"/>
    <w:rsid w:val="00C35F0B"/>
    <w:rsid w:val="00C463DD"/>
    <w:rsid w:val="00C64458"/>
    <w:rsid w:val="00C644FB"/>
    <w:rsid w:val="00C745C3"/>
    <w:rsid w:val="00C920E5"/>
    <w:rsid w:val="00CA2A58"/>
    <w:rsid w:val="00CA4486"/>
    <w:rsid w:val="00CC0825"/>
    <w:rsid w:val="00CC0B55"/>
    <w:rsid w:val="00CC0E75"/>
    <w:rsid w:val="00CD6995"/>
    <w:rsid w:val="00CE4A8F"/>
    <w:rsid w:val="00CF0214"/>
    <w:rsid w:val="00CF2986"/>
    <w:rsid w:val="00CF3A7B"/>
    <w:rsid w:val="00CF586F"/>
    <w:rsid w:val="00CF7D43"/>
    <w:rsid w:val="00D11129"/>
    <w:rsid w:val="00D2031B"/>
    <w:rsid w:val="00D22332"/>
    <w:rsid w:val="00D25FE2"/>
    <w:rsid w:val="00D36D13"/>
    <w:rsid w:val="00D43252"/>
    <w:rsid w:val="00D550F9"/>
    <w:rsid w:val="00D572B0"/>
    <w:rsid w:val="00D62E90"/>
    <w:rsid w:val="00D76BE5"/>
    <w:rsid w:val="00D87D35"/>
    <w:rsid w:val="00D978C6"/>
    <w:rsid w:val="00DA67AD"/>
    <w:rsid w:val="00DB18CE"/>
    <w:rsid w:val="00DB5566"/>
    <w:rsid w:val="00DE3EC0"/>
    <w:rsid w:val="00E017F7"/>
    <w:rsid w:val="00E04872"/>
    <w:rsid w:val="00E059D6"/>
    <w:rsid w:val="00E11364"/>
    <w:rsid w:val="00E11593"/>
    <w:rsid w:val="00E12B6B"/>
    <w:rsid w:val="00E130AB"/>
    <w:rsid w:val="00E17BD6"/>
    <w:rsid w:val="00E222EE"/>
    <w:rsid w:val="00E438D9"/>
    <w:rsid w:val="00E53DFD"/>
    <w:rsid w:val="00E54589"/>
    <w:rsid w:val="00E55733"/>
    <w:rsid w:val="00E5644E"/>
    <w:rsid w:val="00E7260F"/>
    <w:rsid w:val="00E80026"/>
    <w:rsid w:val="00E806EE"/>
    <w:rsid w:val="00E96630"/>
    <w:rsid w:val="00EA0DD1"/>
    <w:rsid w:val="00EA4147"/>
    <w:rsid w:val="00EB0FB9"/>
    <w:rsid w:val="00EB203D"/>
    <w:rsid w:val="00ED0CA9"/>
    <w:rsid w:val="00ED7A2A"/>
    <w:rsid w:val="00EE06CD"/>
    <w:rsid w:val="00EF1D7F"/>
    <w:rsid w:val="00EF5BDB"/>
    <w:rsid w:val="00F0257D"/>
    <w:rsid w:val="00F07FD9"/>
    <w:rsid w:val="00F16BEC"/>
    <w:rsid w:val="00F23933"/>
    <w:rsid w:val="00F24119"/>
    <w:rsid w:val="00F40E75"/>
    <w:rsid w:val="00F42CD9"/>
    <w:rsid w:val="00F52936"/>
    <w:rsid w:val="00F54083"/>
    <w:rsid w:val="00F547B4"/>
    <w:rsid w:val="00F677CB"/>
    <w:rsid w:val="00F67B04"/>
    <w:rsid w:val="00F82F4D"/>
    <w:rsid w:val="00F86C9D"/>
    <w:rsid w:val="00FA0F17"/>
    <w:rsid w:val="00FA7DF3"/>
    <w:rsid w:val="00FC36C8"/>
    <w:rsid w:val="00FC68B7"/>
    <w:rsid w:val="00FD743D"/>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617070"/>
  <w15:docId w15:val="{C7A4A4F7-A76E-41BA-9397-7EA907159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CC0825"/>
    <w:rPr>
      <w:sz w:val="16"/>
      <w:szCs w:val="16"/>
    </w:rPr>
  </w:style>
  <w:style w:type="paragraph" w:styleId="CommentText">
    <w:name w:val="annotation text"/>
    <w:basedOn w:val="Normal"/>
    <w:link w:val="CommentTextChar"/>
    <w:semiHidden/>
    <w:unhideWhenUsed/>
    <w:rsid w:val="00CC0825"/>
  </w:style>
  <w:style w:type="character" w:customStyle="1" w:styleId="CommentTextChar">
    <w:name w:val="Comment Text Char"/>
    <w:basedOn w:val="DefaultParagraphFont"/>
    <w:link w:val="CommentText"/>
    <w:semiHidden/>
    <w:rsid w:val="00CC0825"/>
    <w:rPr>
      <w:lang w:eastAsia="en-US"/>
    </w:rPr>
  </w:style>
  <w:style w:type="paragraph" w:styleId="CommentSubject">
    <w:name w:val="annotation subject"/>
    <w:basedOn w:val="CommentText"/>
    <w:next w:val="CommentText"/>
    <w:link w:val="CommentSubjectChar"/>
    <w:semiHidden/>
    <w:unhideWhenUsed/>
    <w:rsid w:val="00CC0825"/>
    <w:rPr>
      <w:b/>
      <w:bCs/>
    </w:rPr>
  </w:style>
  <w:style w:type="character" w:customStyle="1" w:styleId="CommentSubjectChar">
    <w:name w:val="Comment Subject Char"/>
    <w:basedOn w:val="CommentTextChar"/>
    <w:link w:val="CommentSubject"/>
    <w:semiHidden/>
    <w:rsid w:val="00CC0825"/>
    <w:rPr>
      <w:b/>
      <w:bCs/>
      <w:lang w:eastAsia="en-US"/>
    </w:rPr>
  </w:style>
  <w:style w:type="paragraph" w:customStyle="1" w:styleId="singletxtg0">
    <w:name w:val="singletxtg"/>
    <w:basedOn w:val="Normal"/>
    <w:rsid w:val="00676CCB"/>
    <w:pPr>
      <w:suppressAutoHyphens w:val="0"/>
      <w:spacing w:before="100" w:beforeAutospacing="1" w:after="100" w:afterAutospacing="1" w:line="240" w:lineRule="auto"/>
    </w:pPr>
    <w:rPr>
      <w:rFonts w:ascii="Calibri" w:eastAsia="Yu Gothic" w:hAnsi="Calibri" w:cs="Calibri"/>
      <w:sz w:val="22"/>
      <w:szCs w:val="22"/>
      <w:lang w:val="en-US" w:eastAsia="zh-CN"/>
    </w:rPr>
  </w:style>
  <w:style w:type="character" w:customStyle="1" w:styleId="SingleTxtGChar">
    <w:name w:val="_ Single Txt_G Char"/>
    <w:link w:val="SingleTxtG"/>
    <w:locked/>
    <w:rsid w:val="00AA3A5D"/>
    <w:rPr>
      <w:lang w:eastAsia="en-US"/>
    </w:rPr>
  </w:style>
  <w:style w:type="character" w:customStyle="1" w:styleId="Heading1Char">
    <w:name w:val="Heading 1 Char"/>
    <w:aliases w:val="Table_G Char"/>
    <w:basedOn w:val="DefaultParagraphFont"/>
    <w:link w:val="Heading1"/>
    <w:rsid w:val="002018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046244">
      <w:bodyDiv w:val="1"/>
      <w:marLeft w:val="0"/>
      <w:marRight w:val="0"/>
      <w:marTop w:val="0"/>
      <w:marBottom w:val="0"/>
      <w:divBdr>
        <w:top w:val="none" w:sz="0" w:space="0" w:color="auto"/>
        <w:left w:val="none" w:sz="0" w:space="0" w:color="auto"/>
        <w:bottom w:val="none" w:sz="0" w:space="0" w:color="auto"/>
        <w:right w:val="none" w:sz="0" w:space="0" w:color="auto"/>
      </w:divBdr>
    </w:div>
    <w:div w:id="1590387861">
      <w:bodyDiv w:val="1"/>
      <w:marLeft w:val="0"/>
      <w:marRight w:val="0"/>
      <w:marTop w:val="0"/>
      <w:marBottom w:val="0"/>
      <w:divBdr>
        <w:top w:val="none" w:sz="0" w:space="0" w:color="auto"/>
        <w:left w:val="none" w:sz="0" w:space="0" w:color="auto"/>
        <w:bottom w:val="none" w:sz="0" w:space="0" w:color="auto"/>
        <w:right w:val="none" w:sz="0" w:space="0" w:color="auto"/>
      </w:divBdr>
    </w:div>
    <w:div w:id="201283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hchr.org/EN/Issues/IPeoples/SRIndigenousPeoples/Pages/SRIPeoplesIndex.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7B6F482D-199E-4EFA-9477-17284A6D6158}"/>
</file>

<file path=customXml/itemProps2.xml><?xml version="1.0" encoding="utf-8"?>
<ds:datastoreItem xmlns:ds="http://schemas.openxmlformats.org/officeDocument/2006/customXml" ds:itemID="{C2102FFA-77E2-432F-B02A-14DEC7CAE4AF}"/>
</file>

<file path=customXml/itemProps3.xml><?xml version="1.0" encoding="utf-8"?>
<ds:datastoreItem xmlns:ds="http://schemas.openxmlformats.org/officeDocument/2006/customXml" ds:itemID="{B09494EB-19D7-463B-81BE-25B309722F14}"/>
</file>

<file path=customXml/itemProps4.xml><?xml version="1.0" encoding="utf-8"?>
<ds:datastoreItem xmlns:ds="http://schemas.openxmlformats.org/officeDocument/2006/customXml" ds:itemID="{FA928C22-E07D-40A9-A633-A00A4937E2B2}"/>
</file>

<file path=docProps/app.xml><?xml version="1.0" encoding="utf-8"?>
<Properties xmlns="http://schemas.openxmlformats.org/officeDocument/2006/extended-properties" xmlns:vt="http://schemas.openxmlformats.org/officeDocument/2006/docPropsVTypes">
  <Template>A_E.dotm</Template>
  <TotalTime>6</TotalTime>
  <Pages>6</Pages>
  <Words>3221</Words>
  <Characters>18362</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A/HRC/RES/45/12</vt:lpstr>
      <vt:lpstr/>
    </vt:vector>
  </TitlesOfParts>
  <Company>CSD</Company>
  <LinksUpToDate>false</LinksUpToDate>
  <CharactersWithSpaces>21540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A/HRC/RES/45/12</dc:title>
  <dc:subject>2013215</dc:subject>
  <dc:creator>Sumiko IHARA</dc:creator>
  <cp:keywords/>
  <dc:description/>
  <cp:lastModifiedBy>RAMKAUN Meena</cp:lastModifiedBy>
  <cp:revision>4</cp:revision>
  <cp:lastPrinted>2008-01-29T08:30:00Z</cp:lastPrinted>
  <dcterms:created xsi:type="dcterms:W3CDTF">2021-09-29T12:21:00Z</dcterms:created>
  <dcterms:modified xsi:type="dcterms:W3CDTF">2021-09-29T12:26:00Z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